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4B1AF7" w:rsidRDefault="004B1AF7" w:rsidP="00E036B2">
      <w:pPr>
        <w:spacing w:after="0"/>
        <w:rPr>
          <w:rFonts w:ascii="Tahoma" w:hAnsi="Tahoma" w:cs="Tahoma"/>
          <w:b/>
          <w:bCs/>
          <w:position w:val="-2"/>
          <w:sz w:val="28"/>
          <w:szCs w:val="28"/>
        </w:rPr>
      </w:pPr>
      <w:r w:rsidRPr="00CB2C9B">
        <w:rPr>
          <w:rFonts w:ascii="Tahoma" w:hAnsi="Tahoma" w:cs="Tahoma"/>
          <w:b/>
          <w:bCs/>
          <w:position w:val="-2"/>
          <w:sz w:val="28"/>
          <w:szCs w:val="28"/>
        </w:rPr>
        <w:fldChar w:fldCharType="begin"/>
      </w:r>
      <w:r w:rsidRPr="00CB2C9B">
        <w:rPr>
          <w:rFonts w:ascii="Tahoma" w:hAnsi="Tahoma" w:cs="Tahoma"/>
          <w:b/>
          <w:bCs/>
          <w:position w:val="-2"/>
          <w:sz w:val="28"/>
          <w:szCs w:val="28"/>
        </w:rPr>
        <w:instrText xml:space="preserve"> DOCPROPERTY  "Document Title"  \* MERGEFORMAT </w:instrText>
      </w:r>
      <w:r w:rsidRPr="00CB2C9B">
        <w:rPr>
          <w:rFonts w:ascii="Tahoma" w:hAnsi="Tahoma" w:cs="Tahoma"/>
          <w:b/>
          <w:bCs/>
          <w:position w:val="-2"/>
          <w:sz w:val="28"/>
          <w:szCs w:val="28"/>
        </w:rPr>
        <w:fldChar w:fldCharType="separate"/>
      </w:r>
      <w:r w:rsidR="00926C33">
        <w:rPr>
          <w:rFonts w:ascii="Tahoma" w:hAnsi="Tahoma" w:cs="Tahoma"/>
          <w:b/>
          <w:bCs/>
          <w:position w:val="-2"/>
          <w:sz w:val="28"/>
          <w:szCs w:val="28"/>
        </w:rPr>
        <w:t>PERFORMANCE APPRAISAL FORM FOR MANAGERIAL POSITIONS (A.1)</w:t>
      </w:r>
      <w:r w:rsidRPr="00CB2C9B">
        <w:rPr>
          <w:rFonts w:ascii="Tahoma" w:hAnsi="Tahoma" w:cs="Tahoma"/>
          <w:b/>
          <w:bCs/>
          <w:position w:val="-2"/>
          <w:sz w:val="28"/>
          <w:szCs w:val="28"/>
        </w:rPr>
        <w:fldChar w:fldCharType="end"/>
      </w:r>
    </w:p>
    <w:p w:rsidR="005A4A0E" w:rsidRPr="00CB2C9B" w:rsidRDefault="00CB51A3" w:rsidP="00E036B2">
      <w:pPr>
        <w:tabs>
          <w:tab w:val="left" w:pos="1680"/>
        </w:tabs>
        <w:spacing w:after="0"/>
        <w:rPr>
          <w:rFonts w:ascii="Tahoma" w:hAnsi="Tahoma" w:cs="Tahoma"/>
          <w:sz w:val="20"/>
          <w:szCs w:val="20"/>
        </w:rPr>
      </w:pPr>
      <w:r w:rsidRPr="00CB2C9B">
        <w:rPr>
          <w:rFonts w:ascii="Tahoma" w:hAnsi="Tahoma" w:cs="Tahoma"/>
          <w:sz w:val="20"/>
          <w:szCs w:val="20"/>
        </w:rPr>
        <w:tab/>
      </w:r>
    </w:p>
    <w:tbl>
      <w:tblPr>
        <w:tblStyle w:val="TableGrid"/>
        <w:tblW w:w="15408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5408"/>
      </w:tblGrid>
      <w:tr w:rsidR="00266B1F" w:rsidRPr="00CB2C9B" w:rsidTr="004D73F0">
        <w:tc>
          <w:tcPr>
            <w:tcW w:w="15408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7F65AF" w:rsidRPr="00CB2C9B" w:rsidRDefault="008733BE" w:rsidP="007F65AF">
            <w:pPr>
              <w:jc w:val="both"/>
              <w:rPr>
                <w:rFonts w:ascii="Tahoma" w:hAnsi="Tahoma" w:cs="Tahoma"/>
                <w:color w:val="000000" w:themeColor="text1"/>
                <w:sz w:val="16"/>
                <w:szCs w:val="16"/>
                <w:lang w:eastAsia="en-US"/>
              </w:rPr>
            </w:pPr>
            <w:r w:rsidRPr="00CB2C9B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Instructions:</w:t>
            </w:r>
            <w:r w:rsidR="007F65AF" w:rsidRPr="00CB2C9B">
              <w:rPr>
                <w:rFonts w:ascii="Tahoma" w:hAnsi="Tahoma" w:cs="Tahoma"/>
                <w:color w:val="000000" w:themeColor="text1"/>
                <w:sz w:val="16"/>
                <w:szCs w:val="16"/>
                <w:lang w:eastAsia="en-US"/>
              </w:rPr>
              <w:t xml:space="preserve"> </w:t>
            </w:r>
          </w:p>
          <w:p w:rsidR="007F65AF" w:rsidRPr="00CB2C9B" w:rsidRDefault="007F65AF" w:rsidP="007F65AF">
            <w:pPr>
              <w:jc w:val="both"/>
              <w:rPr>
                <w:rFonts w:ascii="Tahoma" w:hAnsi="Tahoma" w:cs="Tahoma"/>
                <w:color w:val="000000" w:themeColor="text1"/>
                <w:sz w:val="16"/>
                <w:szCs w:val="16"/>
                <w:lang w:eastAsia="en-US"/>
              </w:rPr>
            </w:pPr>
          </w:p>
          <w:p w:rsidR="00327FC5" w:rsidRDefault="00DB2277" w:rsidP="000A04FD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B2C9B">
              <w:rPr>
                <w:rFonts w:ascii="Tahoma" w:hAnsi="Tahoma" w:cs="Tahoma"/>
                <w:sz w:val="16"/>
                <w:szCs w:val="16"/>
              </w:rPr>
              <w:t>This form</w:t>
            </w:r>
            <w:r w:rsidR="003B2661">
              <w:rPr>
                <w:rFonts w:ascii="Tahoma" w:hAnsi="Tahoma" w:cs="Tahoma"/>
                <w:sz w:val="16"/>
                <w:szCs w:val="16"/>
              </w:rPr>
              <w:t xml:space="preserve"> (A.1)</w:t>
            </w:r>
            <w:r w:rsidRPr="00CB2C9B">
              <w:rPr>
                <w:rFonts w:ascii="Tahoma" w:hAnsi="Tahoma" w:cs="Tahoma"/>
                <w:sz w:val="16"/>
                <w:szCs w:val="16"/>
              </w:rPr>
              <w:t xml:space="preserve"> is designated for employees holding managerial </w:t>
            </w:r>
            <w:r w:rsidR="00226D3B" w:rsidRPr="00CB2C9B">
              <w:rPr>
                <w:rFonts w:ascii="Tahoma" w:hAnsi="Tahoma" w:cs="Tahoma"/>
                <w:sz w:val="16"/>
                <w:szCs w:val="16"/>
              </w:rPr>
              <w:t>position</w:t>
            </w:r>
            <w:r w:rsidR="007F65AF" w:rsidRPr="00CB2C9B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B2C9B">
              <w:rPr>
                <w:rFonts w:ascii="Tahoma" w:hAnsi="Tahoma" w:cs="Tahoma"/>
                <w:sz w:val="16"/>
                <w:szCs w:val="16"/>
              </w:rPr>
              <w:t xml:space="preserve">as they </w:t>
            </w:r>
            <w:r w:rsidR="007F65AF" w:rsidRPr="00CB2C9B">
              <w:rPr>
                <w:rFonts w:ascii="Tahoma" w:hAnsi="Tahoma" w:cs="Tahoma"/>
                <w:sz w:val="16"/>
                <w:szCs w:val="16"/>
              </w:rPr>
              <w:t xml:space="preserve">will be evaluated by their immediate </w:t>
            </w:r>
            <w:r w:rsidRPr="00CB2C9B">
              <w:rPr>
                <w:rFonts w:ascii="Tahoma" w:hAnsi="Tahoma" w:cs="Tahoma"/>
                <w:sz w:val="16"/>
                <w:szCs w:val="16"/>
              </w:rPr>
              <w:t>line manager.  Evaluations</w:t>
            </w:r>
            <w:r w:rsidR="007F65AF" w:rsidRPr="00CB2C9B">
              <w:rPr>
                <w:rFonts w:ascii="Tahoma" w:hAnsi="Tahoma" w:cs="Tahoma"/>
                <w:sz w:val="16"/>
                <w:szCs w:val="16"/>
              </w:rPr>
              <w:t xml:space="preserve"> will be c</w:t>
            </w:r>
            <w:r w:rsidRPr="00CB2C9B">
              <w:rPr>
                <w:rFonts w:ascii="Tahoma" w:hAnsi="Tahoma" w:cs="Tahoma"/>
                <w:sz w:val="16"/>
                <w:szCs w:val="16"/>
              </w:rPr>
              <w:t>ompleted on a half yearly basis</w:t>
            </w:r>
            <w:r w:rsidR="004D73F0">
              <w:rPr>
                <w:rFonts w:ascii="Tahoma" w:hAnsi="Tahoma" w:cs="Tahoma"/>
                <w:sz w:val="16"/>
                <w:szCs w:val="16"/>
              </w:rPr>
              <w:t xml:space="preserve"> mandatorily</w:t>
            </w:r>
            <w:r w:rsidRPr="00CB2C9B">
              <w:rPr>
                <w:rFonts w:ascii="Tahoma" w:hAnsi="Tahoma" w:cs="Tahoma"/>
                <w:sz w:val="16"/>
                <w:szCs w:val="16"/>
              </w:rPr>
              <w:t xml:space="preserve"> to review objectives set during </w:t>
            </w:r>
            <w:r w:rsidR="004D73F0">
              <w:rPr>
                <w:rFonts w:ascii="Tahoma" w:hAnsi="Tahoma" w:cs="Tahoma"/>
                <w:sz w:val="16"/>
                <w:szCs w:val="16"/>
              </w:rPr>
              <w:t>joining date (1 month after completion of joining date)</w:t>
            </w:r>
            <w:r w:rsidRPr="00CB2C9B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F05DFC">
              <w:rPr>
                <w:rFonts w:ascii="Tahoma" w:hAnsi="Tahoma" w:cs="Tahoma"/>
                <w:sz w:val="16"/>
                <w:szCs w:val="16"/>
              </w:rPr>
              <w:t>or start of the year.</w:t>
            </w:r>
            <w:r w:rsidRPr="00CB2C9B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500324">
              <w:rPr>
                <w:rFonts w:ascii="Tahoma" w:hAnsi="Tahoma" w:cs="Tahoma"/>
                <w:sz w:val="16"/>
                <w:szCs w:val="16"/>
              </w:rPr>
              <w:t xml:space="preserve">This form is designated for first half year appraisal (HY1). </w:t>
            </w:r>
          </w:p>
          <w:p w:rsidR="00327FC5" w:rsidRDefault="00327FC5" w:rsidP="00327FC5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DD1F52" w:rsidRPr="00CB2C9B" w:rsidRDefault="00327FC5" w:rsidP="00F05DFC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Within 15 </w:t>
            </w:r>
            <w:r w:rsidR="00AE0DB5">
              <w:rPr>
                <w:rFonts w:ascii="Tahoma" w:hAnsi="Tahoma" w:cs="Tahoma"/>
                <w:sz w:val="16"/>
                <w:szCs w:val="16"/>
              </w:rPr>
              <w:t xml:space="preserve">calendar </w:t>
            </w:r>
            <w:r>
              <w:rPr>
                <w:rFonts w:ascii="Tahoma" w:hAnsi="Tahoma" w:cs="Tahoma"/>
                <w:sz w:val="16"/>
                <w:szCs w:val="16"/>
              </w:rPr>
              <w:t>days from performance review interview,</w:t>
            </w:r>
            <w:r w:rsidR="00DB2277" w:rsidRPr="00CB2C9B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 xml:space="preserve">both employee and line manager </w:t>
            </w:r>
            <w:r w:rsidR="00DB2277" w:rsidRPr="00CB2C9B">
              <w:rPr>
                <w:rFonts w:ascii="Tahoma" w:hAnsi="Tahoma" w:cs="Tahoma"/>
                <w:sz w:val="16"/>
                <w:szCs w:val="16"/>
              </w:rPr>
              <w:t xml:space="preserve">to set objectives for upcoming </w:t>
            </w:r>
            <w:r w:rsidR="00F05DFC">
              <w:rPr>
                <w:rFonts w:ascii="Tahoma" w:hAnsi="Tahoma" w:cs="Tahoma"/>
                <w:sz w:val="16"/>
                <w:szCs w:val="16"/>
              </w:rPr>
              <w:t>one year</w:t>
            </w:r>
            <w:r w:rsidR="00DB2277" w:rsidRPr="00CB2C9B">
              <w:rPr>
                <w:rFonts w:ascii="Tahoma" w:hAnsi="Tahoma" w:cs="Tahoma"/>
                <w:sz w:val="16"/>
                <w:szCs w:val="16"/>
              </w:rPr>
              <w:t xml:space="preserve"> and the same continues likewise.</w:t>
            </w:r>
            <w:r>
              <w:rPr>
                <w:rFonts w:ascii="Tahoma" w:hAnsi="Tahoma" w:cs="Tahoma"/>
                <w:sz w:val="16"/>
                <w:szCs w:val="16"/>
              </w:rPr>
              <w:t xml:space="preserve">  This practice will ensure expectations being set right and in-advance between employee and line manager to allow ample time for </w:t>
            </w:r>
            <w:r w:rsidR="00EF6EDC">
              <w:rPr>
                <w:rFonts w:ascii="Tahoma" w:hAnsi="Tahoma" w:cs="Tahoma"/>
                <w:sz w:val="16"/>
                <w:szCs w:val="16"/>
              </w:rPr>
              <w:t>objectives</w:t>
            </w:r>
            <w:r>
              <w:rPr>
                <w:rFonts w:ascii="Tahoma" w:hAnsi="Tahoma" w:cs="Tahoma"/>
                <w:sz w:val="16"/>
                <w:szCs w:val="16"/>
              </w:rPr>
              <w:t xml:space="preserve"> to be </w:t>
            </w:r>
            <w:r w:rsidR="00EF6EDC">
              <w:rPr>
                <w:rFonts w:ascii="Tahoma" w:hAnsi="Tahoma" w:cs="Tahoma"/>
                <w:sz w:val="16"/>
                <w:szCs w:val="16"/>
              </w:rPr>
              <w:t>translated into actions and results to be viewed and evaluated.</w:t>
            </w:r>
            <w:r w:rsidR="000A04FD" w:rsidRPr="000A04FD">
              <w:rPr>
                <w:rFonts w:ascii="Tahoma" w:hAnsi="Tahoma" w:cs="Tahoma"/>
                <w:sz w:val="16"/>
                <w:szCs w:val="16"/>
              </w:rPr>
              <w:t xml:space="preserve"> The employee needs to follow up with his/her Line manager to complete the appraisal in the specified time period by HR.</w:t>
            </w:r>
          </w:p>
        </w:tc>
      </w:tr>
    </w:tbl>
    <w:p w:rsidR="005A4A0E" w:rsidRPr="000F3403" w:rsidRDefault="005A4A0E" w:rsidP="00E036B2">
      <w:pPr>
        <w:spacing w:after="0"/>
        <w:rPr>
          <w:rFonts w:ascii="Tahoma" w:hAnsi="Tahoma" w:cs="Tahoma"/>
          <w:b/>
          <w:bCs/>
          <w:sz w:val="20"/>
          <w:szCs w:val="20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7"/>
        <w:gridCol w:w="6849"/>
        <w:gridCol w:w="311"/>
        <w:gridCol w:w="3888"/>
        <w:gridCol w:w="1343"/>
      </w:tblGrid>
      <w:tr w:rsidR="00EC240B" w:rsidRPr="00CB2C9B" w:rsidTr="000C6EC5">
        <w:trPr>
          <w:trHeight w:hRule="exact" w:val="432"/>
        </w:trPr>
        <w:tc>
          <w:tcPr>
            <w:tcW w:w="9866" w:type="dxa"/>
            <w:gridSpan w:val="2"/>
            <w:shd w:val="clear" w:color="auto" w:fill="D9D9D9" w:themeFill="background1" w:themeFillShade="D9"/>
            <w:vAlign w:val="center"/>
          </w:tcPr>
          <w:p w:rsidR="00EC240B" w:rsidRPr="00CB2C9B" w:rsidRDefault="00EC240B" w:rsidP="0054512C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CB2C9B">
              <w:rPr>
                <w:rFonts w:ascii="Tahoma" w:hAnsi="Tahoma" w:cs="Tahoma"/>
                <w:b/>
                <w:sz w:val="20"/>
                <w:szCs w:val="20"/>
              </w:rPr>
              <w:t>EMPLOYEE DETAILS</w:t>
            </w:r>
          </w:p>
        </w:tc>
        <w:tc>
          <w:tcPr>
            <w:tcW w:w="311" w:type="dxa"/>
            <w:vMerge w:val="restart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EC240B" w:rsidRPr="00EC240B" w:rsidRDefault="00EC240B" w:rsidP="00EC240B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231" w:type="dxa"/>
            <w:gridSpan w:val="2"/>
            <w:shd w:val="clear" w:color="auto" w:fill="D9D9D9" w:themeFill="background1" w:themeFillShade="D9"/>
            <w:vAlign w:val="center"/>
          </w:tcPr>
          <w:p w:rsidR="00EC240B" w:rsidRPr="00CB2C9B" w:rsidRDefault="00EC240B" w:rsidP="00EC240B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Appraisal Rating</w:t>
            </w:r>
          </w:p>
        </w:tc>
      </w:tr>
      <w:tr w:rsidR="00EC240B" w:rsidRPr="00CB2C9B" w:rsidTr="000C6EC5">
        <w:trPr>
          <w:trHeight w:hRule="exact" w:val="360"/>
        </w:trPr>
        <w:tc>
          <w:tcPr>
            <w:tcW w:w="3017" w:type="dxa"/>
            <w:shd w:val="clear" w:color="auto" w:fill="auto"/>
            <w:vAlign w:val="center"/>
          </w:tcPr>
          <w:p w:rsidR="00EC240B" w:rsidRPr="00E05E56" w:rsidRDefault="00EC240B" w:rsidP="00D134CF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E05E56">
              <w:rPr>
                <w:rFonts w:ascii="Tahoma" w:hAnsi="Tahoma" w:cs="Tahoma"/>
                <w:sz w:val="20"/>
                <w:szCs w:val="20"/>
              </w:rPr>
              <w:t>Employee Name</w:t>
            </w:r>
          </w:p>
        </w:tc>
        <w:tc>
          <w:tcPr>
            <w:tcW w:w="6849" w:type="dxa"/>
            <w:shd w:val="clear" w:color="auto" w:fill="auto"/>
            <w:vAlign w:val="center"/>
          </w:tcPr>
          <w:p w:rsidR="00EC240B" w:rsidRPr="00E05E56" w:rsidRDefault="00EC240B" w:rsidP="00D134CF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1" w:type="dxa"/>
            <w:vMerge/>
            <w:tcBorders>
              <w:bottom w:val="nil"/>
            </w:tcBorders>
            <w:shd w:val="clear" w:color="auto" w:fill="FFFFFF" w:themeFill="background1"/>
            <w:vAlign w:val="center"/>
          </w:tcPr>
          <w:p w:rsidR="00EC240B" w:rsidRPr="00E05E56" w:rsidRDefault="00EC240B" w:rsidP="00D134CF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88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EC240B" w:rsidRPr="000C6EC5" w:rsidRDefault="00EC240B" w:rsidP="00EC240B">
            <w:pPr>
              <w:spacing w:after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C6EC5">
              <w:rPr>
                <w:rFonts w:ascii="Tahoma" w:hAnsi="Tahoma" w:cs="Tahoma"/>
                <w:color w:val="000000"/>
                <w:sz w:val="20"/>
                <w:szCs w:val="20"/>
              </w:rPr>
              <w:t>Unsatisfactory</w:t>
            </w:r>
          </w:p>
        </w:tc>
        <w:tc>
          <w:tcPr>
            <w:tcW w:w="1343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EC240B" w:rsidRPr="000C6EC5" w:rsidRDefault="00EC240B" w:rsidP="00EC240B">
            <w:pPr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C6EC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EC240B" w:rsidRPr="00CB2C9B" w:rsidTr="000C6EC5">
        <w:trPr>
          <w:trHeight w:hRule="exact" w:val="360"/>
        </w:trPr>
        <w:tc>
          <w:tcPr>
            <w:tcW w:w="3017" w:type="dxa"/>
            <w:shd w:val="clear" w:color="auto" w:fill="auto"/>
            <w:vAlign w:val="center"/>
            <w:hideMark/>
          </w:tcPr>
          <w:p w:rsidR="00EC240B" w:rsidRPr="00E05E56" w:rsidRDefault="00EC240B" w:rsidP="00D134CF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E05E56">
              <w:rPr>
                <w:rFonts w:ascii="Tahoma" w:hAnsi="Tahoma" w:cs="Tahoma"/>
                <w:sz w:val="20"/>
                <w:szCs w:val="20"/>
              </w:rPr>
              <w:t>Designation</w:t>
            </w:r>
          </w:p>
        </w:tc>
        <w:tc>
          <w:tcPr>
            <w:tcW w:w="6849" w:type="dxa"/>
            <w:shd w:val="clear" w:color="auto" w:fill="auto"/>
            <w:vAlign w:val="center"/>
          </w:tcPr>
          <w:p w:rsidR="00EC240B" w:rsidRPr="00E05E56" w:rsidRDefault="00EC240B" w:rsidP="00D134CF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" w:type="dxa"/>
            <w:vMerge/>
            <w:tcBorders>
              <w:bottom w:val="nil"/>
            </w:tcBorders>
            <w:shd w:val="clear" w:color="auto" w:fill="FFFFFF" w:themeFill="background1"/>
            <w:vAlign w:val="center"/>
          </w:tcPr>
          <w:p w:rsidR="00EC240B" w:rsidRPr="00E05E56" w:rsidRDefault="00EC240B" w:rsidP="00D134CF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88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EC240B" w:rsidRPr="000C6EC5" w:rsidRDefault="00EC240B" w:rsidP="00EC240B">
            <w:pPr>
              <w:spacing w:after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C6EC5">
              <w:rPr>
                <w:rFonts w:ascii="Tahoma" w:hAnsi="Tahoma" w:cs="Tahoma"/>
                <w:color w:val="000000"/>
                <w:sz w:val="20"/>
                <w:szCs w:val="20"/>
              </w:rPr>
              <w:t>Needs Development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240B" w:rsidRPr="000C6EC5" w:rsidRDefault="00EC240B" w:rsidP="00EC240B">
            <w:pPr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C6EC5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EC240B" w:rsidRPr="00CB2C9B" w:rsidTr="000C6EC5">
        <w:trPr>
          <w:trHeight w:hRule="exact" w:val="360"/>
        </w:trPr>
        <w:tc>
          <w:tcPr>
            <w:tcW w:w="3017" w:type="dxa"/>
            <w:shd w:val="clear" w:color="auto" w:fill="auto"/>
            <w:vAlign w:val="center"/>
          </w:tcPr>
          <w:p w:rsidR="00EC240B" w:rsidRPr="00E05E56" w:rsidRDefault="000C6EC5" w:rsidP="00D134CF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Employee ID</w:t>
            </w:r>
          </w:p>
        </w:tc>
        <w:tc>
          <w:tcPr>
            <w:tcW w:w="6849" w:type="dxa"/>
            <w:shd w:val="clear" w:color="auto" w:fill="auto"/>
            <w:vAlign w:val="center"/>
          </w:tcPr>
          <w:p w:rsidR="00EC240B" w:rsidRPr="00E05E56" w:rsidRDefault="00EC240B" w:rsidP="00D134CF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" w:type="dxa"/>
            <w:vMerge/>
            <w:tcBorders>
              <w:bottom w:val="nil"/>
            </w:tcBorders>
            <w:shd w:val="clear" w:color="auto" w:fill="FFFFFF" w:themeFill="background1"/>
            <w:vAlign w:val="center"/>
          </w:tcPr>
          <w:p w:rsidR="00EC240B" w:rsidRPr="00E05E56" w:rsidRDefault="00EC240B" w:rsidP="00D134CF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8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C240B" w:rsidRPr="000C6EC5" w:rsidRDefault="00EC240B" w:rsidP="00EC240B">
            <w:pPr>
              <w:spacing w:after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C6EC5">
              <w:rPr>
                <w:rFonts w:ascii="Tahoma" w:hAnsi="Tahoma" w:cs="Tahoma"/>
                <w:color w:val="000000"/>
                <w:sz w:val="20"/>
                <w:szCs w:val="20"/>
              </w:rPr>
              <w:t xml:space="preserve">Meet Expectations 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240B" w:rsidRPr="000C6EC5" w:rsidRDefault="00EC240B" w:rsidP="00EC240B">
            <w:pPr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C6EC5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0C6EC5" w:rsidRPr="00CB2C9B" w:rsidTr="000C6EC5">
        <w:trPr>
          <w:trHeight w:hRule="exact" w:val="360"/>
        </w:trPr>
        <w:tc>
          <w:tcPr>
            <w:tcW w:w="3017" w:type="dxa"/>
            <w:shd w:val="clear" w:color="auto" w:fill="auto"/>
            <w:vAlign w:val="center"/>
          </w:tcPr>
          <w:p w:rsidR="000C6EC5" w:rsidRPr="00E05E56" w:rsidRDefault="000C6EC5" w:rsidP="000C6EC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Department/Subsidiary Name </w:t>
            </w:r>
          </w:p>
        </w:tc>
        <w:tc>
          <w:tcPr>
            <w:tcW w:w="6849" w:type="dxa"/>
            <w:shd w:val="clear" w:color="auto" w:fill="auto"/>
            <w:vAlign w:val="center"/>
          </w:tcPr>
          <w:p w:rsidR="000C6EC5" w:rsidRPr="00E05E56" w:rsidRDefault="000C6EC5" w:rsidP="000C6EC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" w:type="dxa"/>
            <w:vMerge/>
            <w:tcBorders>
              <w:bottom w:val="nil"/>
            </w:tcBorders>
            <w:shd w:val="clear" w:color="auto" w:fill="FFFFFF" w:themeFill="background1"/>
            <w:vAlign w:val="center"/>
          </w:tcPr>
          <w:p w:rsidR="000C6EC5" w:rsidRPr="00E05E56" w:rsidRDefault="000C6EC5" w:rsidP="000C6EC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88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C6EC5" w:rsidRPr="000C6EC5" w:rsidRDefault="000C6EC5" w:rsidP="000C6EC5">
            <w:pPr>
              <w:spacing w:after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C6EC5">
              <w:rPr>
                <w:rFonts w:ascii="Tahoma" w:hAnsi="Tahoma" w:cs="Tahoma"/>
                <w:color w:val="000000"/>
                <w:sz w:val="20"/>
                <w:szCs w:val="20"/>
              </w:rPr>
              <w:t>Exceeds Expectations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6EC5" w:rsidRPr="000C6EC5" w:rsidRDefault="000C6EC5" w:rsidP="000C6EC5">
            <w:pPr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C6EC5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</w:tr>
      <w:tr w:rsidR="000C6EC5" w:rsidRPr="00CB2C9B" w:rsidTr="000C6EC5">
        <w:trPr>
          <w:trHeight w:hRule="exact" w:val="360"/>
        </w:trPr>
        <w:tc>
          <w:tcPr>
            <w:tcW w:w="3017" w:type="dxa"/>
            <w:shd w:val="clear" w:color="auto" w:fill="auto"/>
            <w:vAlign w:val="center"/>
          </w:tcPr>
          <w:p w:rsidR="000C6EC5" w:rsidRPr="00E05E56" w:rsidRDefault="000C6EC5" w:rsidP="000C6EC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E05E56">
              <w:rPr>
                <w:rFonts w:ascii="Tahoma" w:hAnsi="Tahoma" w:cs="Tahoma"/>
                <w:sz w:val="20"/>
                <w:szCs w:val="20"/>
              </w:rPr>
              <w:t>Line Manager Name</w:t>
            </w:r>
          </w:p>
        </w:tc>
        <w:tc>
          <w:tcPr>
            <w:tcW w:w="6849" w:type="dxa"/>
            <w:shd w:val="clear" w:color="auto" w:fill="auto"/>
            <w:vAlign w:val="center"/>
          </w:tcPr>
          <w:p w:rsidR="000C6EC5" w:rsidRPr="00E05E56" w:rsidRDefault="000C6EC5" w:rsidP="000C6EC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" w:type="dxa"/>
            <w:vMerge/>
            <w:tcBorders>
              <w:bottom w:val="nil"/>
            </w:tcBorders>
            <w:shd w:val="clear" w:color="auto" w:fill="FFFFFF" w:themeFill="background1"/>
            <w:vAlign w:val="center"/>
          </w:tcPr>
          <w:p w:rsidR="000C6EC5" w:rsidRPr="00E05E56" w:rsidRDefault="000C6EC5" w:rsidP="000C6EC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8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EC5" w:rsidRPr="000C6EC5" w:rsidRDefault="000C6EC5" w:rsidP="000C6EC5">
            <w:pPr>
              <w:spacing w:after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C6EC5">
              <w:rPr>
                <w:rFonts w:ascii="Tahoma" w:hAnsi="Tahoma" w:cs="Tahoma"/>
                <w:color w:val="000000"/>
                <w:sz w:val="20"/>
                <w:szCs w:val="20"/>
              </w:rPr>
              <w:t>Exceptional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6EC5" w:rsidRPr="000C6EC5" w:rsidRDefault="000C6EC5" w:rsidP="000C6EC5">
            <w:pPr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C6EC5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</w:tr>
      <w:tr w:rsidR="000C6EC5" w:rsidRPr="00CB2C9B" w:rsidTr="000C6EC5">
        <w:trPr>
          <w:trHeight w:hRule="exact" w:val="360"/>
        </w:trPr>
        <w:tc>
          <w:tcPr>
            <w:tcW w:w="3017" w:type="dxa"/>
            <w:shd w:val="clear" w:color="auto" w:fill="auto"/>
            <w:vAlign w:val="center"/>
          </w:tcPr>
          <w:p w:rsidR="000C6EC5" w:rsidRPr="00E05E56" w:rsidRDefault="000C6EC5" w:rsidP="000C6EC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E05E56">
              <w:rPr>
                <w:rFonts w:ascii="Tahoma" w:hAnsi="Tahoma" w:cs="Tahoma"/>
                <w:sz w:val="20"/>
                <w:szCs w:val="20"/>
              </w:rPr>
              <w:t xml:space="preserve">Date of Meeting </w:t>
            </w:r>
            <w:r w:rsidR="0068700B" w:rsidRPr="0068700B">
              <w:rPr>
                <w:rFonts w:ascii="Tahoma" w:hAnsi="Tahoma" w:cs="Tahoma"/>
                <w:sz w:val="16"/>
                <w:szCs w:val="16"/>
              </w:rPr>
              <w:t>(</w:t>
            </w:r>
            <w:r w:rsidRPr="0068700B">
              <w:rPr>
                <w:rFonts w:ascii="Tahoma" w:hAnsi="Tahoma" w:cs="Tahoma"/>
                <w:sz w:val="16"/>
                <w:szCs w:val="16"/>
              </w:rPr>
              <w:t>DD.MM.YYYY)</w:t>
            </w:r>
          </w:p>
        </w:tc>
        <w:tc>
          <w:tcPr>
            <w:tcW w:w="6849" w:type="dxa"/>
            <w:shd w:val="clear" w:color="auto" w:fill="auto"/>
            <w:vAlign w:val="center"/>
          </w:tcPr>
          <w:p w:rsidR="000C6EC5" w:rsidRPr="00E05E56" w:rsidRDefault="000C6EC5" w:rsidP="000C6EC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" w:type="dxa"/>
            <w:vMerge/>
            <w:tcBorders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C6EC5" w:rsidRPr="00E05E56" w:rsidRDefault="000C6EC5" w:rsidP="000C6EC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C6EC5" w:rsidRPr="00E05E56" w:rsidRDefault="000C6EC5" w:rsidP="000C6EC5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EC5" w:rsidRPr="00E05E56" w:rsidRDefault="000C6EC5" w:rsidP="000C6EC5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E036B2" w:rsidRDefault="00E036B2" w:rsidP="00E036B2">
      <w:pPr>
        <w:spacing w:after="0"/>
        <w:jc w:val="both"/>
        <w:rPr>
          <w:rFonts w:ascii="Tahoma" w:hAnsi="Tahoma" w:cs="Tahoma"/>
          <w:sz w:val="20"/>
          <w:szCs w:val="20"/>
        </w:rPr>
      </w:pPr>
    </w:p>
    <w:tbl>
      <w:tblPr>
        <w:tblW w:w="154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2251"/>
        <w:gridCol w:w="2610"/>
        <w:gridCol w:w="2430"/>
        <w:gridCol w:w="1710"/>
        <w:gridCol w:w="450"/>
        <w:gridCol w:w="3420"/>
        <w:gridCol w:w="720"/>
        <w:gridCol w:w="630"/>
        <w:gridCol w:w="720"/>
      </w:tblGrid>
      <w:tr w:rsidR="003F0E88" w:rsidRPr="00CB2C9B" w:rsidTr="00963F9C">
        <w:trPr>
          <w:trHeight w:hRule="exact" w:val="432"/>
        </w:trPr>
        <w:tc>
          <w:tcPr>
            <w:tcW w:w="15480" w:type="dxa"/>
            <w:gridSpan w:val="10"/>
            <w:shd w:val="clear" w:color="auto" w:fill="D9D9D9" w:themeFill="background1" w:themeFillShade="D9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3F0E88" w:rsidRPr="00CB2C9B" w:rsidRDefault="003F0E88" w:rsidP="005932D5">
            <w:pPr>
              <w:tabs>
                <w:tab w:val="left" w:pos="5400"/>
              </w:tabs>
              <w:spacing w:after="0"/>
              <w:rPr>
                <w:rFonts w:ascii="Tahoma" w:hAnsi="Tahoma" w:cs="Tahoma"/>
                <w:b/>
                <w:color w:val="FFFFFF"/>
                <w:sz w:val="20"/>
                <w:szCs w:val="20"/>
                <w:lang w:val="en-GB"/>
              </w:rPr>
            </w:pPr>
            <w:r w:rsidRPr="00CB2C9B">
              <w:rPr>
                <w:rFonts w:ascii="Tahoma" w:hAnsi="Tahoma" w:cs="Tahoma"/>
                <w:b/>
                <w:sz w:val="20"/>
                <w:szCs w:val="20"/>
              </w:rPr>
              <w:t>BUSINESS OBJECTIVES</w:t>
            </w:r>
          </w:p>
        </w:tc>
      </w:tr>
      <w:tr w:rsidR="00963F9C" w:rsidRPr="00CB2C9B" w:rsidTr="00584C5E">
        <w:trPr>
          <w:trHeight w:hRule="exact" w:val="994"/>
        </w:trPr>
        <w:tc>
          <w:tcPr>
            <w:tcW w:w="539" w:type="dxa"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25651D" w:rsidRPr="00CB2C9B" w:rsidRDefault="0025651D" w:rsidP="004D73F0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GB"/>
              </w:rPr>
            </w:pPr>
            <w:r w:rsidRPr="00CB2C9B">
              <w:rPr>
                <w:rFonts w:ascii="Tahoma" w:hAnsi="Tahoma" w:cs="Tahoma"/>
                <w:b/>
                <w:bCs/>
                <w:sz w:val="20"/>
                <w:szCs w:val="20"/>
                <w:lang w:val="en-GB"/>
              </w:rPr>
              <w:t>S.</w:t>
            </w:r>
          </w:p>
          <w:p w:rsidR="0025651D" w:rsidRPr="00CB2C9B" w:rsidRDefault="0025651D" w:rsidP="004D73F0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GB"/>
              </w:rPr>
            </w:pPr>
            <w:r w:rsidRPr="00CB2C9B">
              <w:rPr>
                <w:rFonts w:ascii="Tahoma" w:hAnsi="Tahoma" w:cs="Tahoma"/>
                <w:b/>
                <w:bCs/>
                <w:sz w:val="20"/>
                <w:szCs w:val="20"/>
                <w:lang w:val="en-GB"/>
              </w:rPr>
              <w:t>N.</w:t>
            </w:r>
          </w:p>
        </w:tc>
        <w:tc>
          <w:tcPr>
            <w:tcW w:w="2251" w:type="dxa"/>
            <w:shd w:val="clear" w:color="auto" w:fill="auto"/>
          </w:tcPr>
          <w:p w:rsidR="0025651D" w:rsidRPr="00574524" w:rsidRDefault="0025651D" w:rsidP="004D73F0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  <w:r w:rsidRPr="00574524">
              <w:rPr>
                <w:rFonts w:ascii="Tahoma" w:hAnsi="Tahoma" w:cs="Tahoma"/>
                <w:b/>
                <w:bCs/>
                <w:sz w:val="16"/>
                <w:szCs w:val="16"/>
                <w:lang w:val="en-GB"/>
              </w:rPr>
              <w:t>What needs to be achieved?</w:t>
            </w:r>
          </w:p>
          <w:p w:rsidR="0025651D" w:rsidRPr="00574524" w:rsidRDefault="0025651D" w:rsidP="004D73F0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  <w:r w:rsidRPr="00574524">
              <w:rPr>
                <w:rFonts w:ascii="Tahoma" w:hAnsi="Tahoma" w:cs="Tahoma"/>
                <w:sz w:val="16"/>
                <w:szCs w:val="16"/>
                <w:lang w:val="en-GB"/>
              </w:rPr>
              <w:t>(example: have mandatory policies for HR Department)</w:t>
            </w:r>
          </w:p>
        </w:tc>
        <w:tc>
          <w:tcPr>
            <w:tcW w:w="2610" w:type="dxa"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25651D" w:rsidRPr="00574524" w:rsidRDefault="0025651D" w:rsidP="004D73F0">
            <w:pPr>
              <w:spacing w:after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en-GB"/>
              </w:rPr>
            </w:pPr>
            <w:r w:rsidRPr="00574524">
              <w:rPr>
                <w:rFonts w:ascii="Tahoma" w:hAnsi="Tahoma" w:cs="Tahoma"/>
                <w:b/>
                <w:bCs/>
                <w:sz w:val="16"/>
                <w:szCs w:val="16"/>
                <w:lang w:val="en-GB"/>
              </w:rPr>
              <w:t>How to deliver these objectives?</w:t>
            </w:r>
          </w:p>
          <w:p w:rsidR="0025651D" w:rsidRPr="00574524" w:rsidRDefault="0025651D" w:rsidP="004D73F0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  <w:r w:rsidRPr="00574524">
              <w:rPr>
                <w:rFonts w:ascii="Tahoma" w:hAnsi="Tahoma" w:cs="Tahoma"/>
                <w:sz w:val="16"/>
                <w:szCs w:val="16"/>
                <w:lang w:val="en-GB"/>
              </w:rPr>
              <w:t>(example: need to conduct meetings with HR team and draft document)</w:t>
            </w:r>
          </w:p>
        </w:tc>
        <w:tc>
          <w:tcPr>
            <w:tcW w:w="2430" w:type="dxa"/>
            <w:shd w:val="clear" w:color="auto" w:fill="auto"/>
          </w:tcPr>
          <w:p w:rsidR="0025651D" w:rsidRPr="00574524" w:rsidRDefault="0025651D" w:rsidP="004D73F0">
            <w:pPr>
              <w:spacing w:after="0"/>
              <w:jc w:val="center"/>
              <w:rPr>
                <w:rFonts w:ascii="Tahoma" w:hAnsi="Tahoma" w:cs="Tahoma"/>
                <w:b/>
                <w:sz w:val="16"/>
                <w:szCs w:val="16"/>
                <w:lang w:val="en-GB"/>
              </w:rPr>
            </w:pPr>
            <w:r w:rsidRPr="00574524">
              <w:rPr>
                <w:rFonts w:ascii="Tahoma" w:hAnsi="Tahoma" w:cs="Tahoma"/>
                <w:b/>
                <w:sz w:val="16"/>
                <w:szCs w:val="16"/>
                <w:lang w:val="en-GB"/>
              </w:rPr>
              <w:t>How to measure it?</w:t>
            </w:r>
          </w:p>
          <w:p w:rsidR="0025651D" w:rsidRPr="00574524" w:rsidRDefault="0025651D" w:rsidP="004D73F0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  <w:lang w:val="en-GB"/>
              </w:rPr>
            </w:pPr>
            <w:r w:rsidRPr="00574524">
              <w:rPr>
                <w:rFonts w:ascii="Tahoma" w:hAnsi="Tahoma" w:cs="Tahoma"/>
                <w:bCs/>
                <w:sz w:val="16"/>
                <w:szCs w:val="16"/>
                <w:lang w:val="en-GB"/>
              </w:rPr>
              <w:t>(example: 10 HR policies with details documented/gone live)</w:t>
            </w:r>
          </w:p>
        </w:tc>
        <w:tc>
          <w:tcPr>
            <w:tcW w:w="1710" w:type="dxa"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25651D" w:rsidRPr="00574524" w:rsidRDefault="0025651D" w:rsidP="004D73F0">
            <w:pPr>
              <w:spacing w:after="0"/>
              <w:jc w:val="center"/>
              <w:rPr>
                <w:rFonts w:ascii="Tahoma" w:hAnsi="Tahoma" w:cs="Tahoma"/>
                <w:b/>
                <w:sz w:val="16"/>
                <w:szCs w:val="16"/>
                <w:lang w:val="en-GB"/>
              </w:rPr>
            </w:pPr>
            <w:r w:rsidRPr="00574524">
              <w:rPr>
                <w:rFonts w:ascii="Tahoma" w:hAnsi="Tahoma" w:cs="Tahoma"/>
                <w:b/>
                <w:sz w:val="16"/>
                <w:szCs w:val="16"/>
                <w:lang w:val="en-GB"/>
              </w:rPr>
              <w:t>Timescales</w:t>
            </w:r>
          </w:p>
          <w:p w:rsidR="0025651D" w:rsidRPr="00574524" w:rsidRDefault="0025651D" w:rsidP="004D73F0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  <w:r w:rsidRPr="00574524">
              <w:rPr>
                <w:rFonts w:ascii="Tahoma" w:hAnsi="Tahoma" w:cs="Tahoma"/>
                <w:sz w:val="16"/>
                <w:szCs w:val="16"/>
                <w:lang w:val="en-GB"/>
              </w:rPr>
              <w:t>(example: 3 months to have final draft approved)</w:t>
            </w:r>
          </w:p>
        </w:tc>
        <w:tc>
          <w:tcPr>
            <w:tcW w:w="3870" w:type="dxa"/>
            <w:gridSpan w:val="2"/>
            <w:shd w:val="clear" w:color="auto" w:fill="auto"/>
          </w:tcPr>
          <w:p w:rsidR="00C30F38" w:rsidRDefault="00230070" w:rsidP="00C30F38">
            <w:pPr>
              <w:spacing w:after="0"/>
              <w:jc w:val="center"/>
              <w:rPr>
                <w:rFonts w:ascii="Tahoma" w:hAnsi="Tahoma" w:cs="Tahoma"/>
                <w:b/>
                <w:sz w:val="16"/>
                <w:szCs w:val="16"/>
                <w:lang w:val="en-GB"/>
              </w:rPr>
            </w:pPr>
            <w:r w:rsidRPr="00574524">
              <w:rPr>
                <w:rFonts w:ascii="Tahoma" w:hAnsi="Tahoma" w:cs="Tahoma"/>
                <w:b/>
                <w:sz w:val="16"/>
                <w:szCs w:val="16"/>
                <w:lang w:val="en-GB"/>
              </w:rPr>
              <w:t xml:space="preserve">Employee &amp; </w:t>
            </w:r>
            <w:r w:rsidR="0025651D" w:rsidRPr="00574524">
              <w:rPr>
                <w:rFonts w:ascii="Tahoma" w:hAnsi="Tahoma" w:cs="Tahoma"/>
                <w:b/>
                <w:sz w:val="16"/>
                <w:szCs w:val="16"/>
                <w:lang w:val="en-GB"/>
              </w:rPr>
              <w:t>Line Manager</w:t>
            </w:r>
            <w:r w:rsidR="0078085C">
              <w:rPr>
                <w:rFonts w:ascii="Tahoma" w:hAnsi="Tahoma" w:cs="Tahoma"/>
                <w:b/>
                <w:sz w:val="16"/>
                <w:szCs w:val="16"/>
                <w:lang w:val="en-GB"/>
              </w:rPr>
              <w:t xml:space="preserve"> </w:t>
            </w:r>
            <w:r w:rsidR="0025651D" w:rsidRPr="00574524">
              <w:rPr>
                <w:rFonts w:ascii="Tahoma" w:hAnsi="Tahoma" w:cs="Tahoma"/>
                <w:b/>
                <w:sz w:val="16"/>
                <w:szCs w:val="16"/>
                <w:lang w:val="en-GB"/>
              </w:rPr>
              <w:t>Comments</w:t>
            </w:r>
            <w:r w:rsidR="00DF5384">
              <w:rPr>
                <w:rFonts w:ascii="Tahoma" w:hAnsi="Tahoma" w:cs="Tahoma"/>
                <w:b/>
                <w:sz w:val="16"/>
                <w:szCs w:val="16"/>
                <w:lang w:val="en-GB"/>
              </w:rPr>
              <w:t xml:space="preserve"> </w:t>
            </w:r>
          </w:p>
          <w:p w:rsidR="0025651D" w:rsidRPr="00574524" w:rsidRDefault="00DF5384" w:rsidP="00C30F38">
            <w:pPr>
              <w:spacing w:after="0"/>
              <w:jc w:val="center"/>
              <w:rPr>
                <w:rFonts w:ascii="Tahoma" w:hAnsi="Tahoma" w:cs="Tahoma"/>
                <w:b/>
                <w:sz w:val="16"/>
                <w:szCs w:val="16"/>
                <w:lang w:val="en-GB"/>
              </w:rPr>
            </w:pPr>
            <w:r w:rsidRPr="0068700B">
              <w:rPr>
                <w:rFonts w:ascii="Tahoma" w:hAnsi="Tahoma" w:cs="Tahoma"/>
                <w:bCs/>
                <w:sz w:val="16"/>
                <w:szCs w:val="16"/>
                <w:lang w:val="en-GB"/>
              </w:rPr>
              <w:t>(</w:t>
            </w:r>
            <w:r w:rsidRPr="00C30F38">
              <w:rPr>
                <w:rFonts w:ascii="Tahoma" w:hAnsi="Tahoma" w:cs="Tahoma"/>
                <w:bCs/>
                <w:sz w:val="16"/>
                <w:szCs w:val="16"/>
                <w:lang w:val="en-GB"/>
              </w:rPr>
              <w:t>insert over all comment against each row)</w:t>
            </w:r>
          </w:p>
        </w:tc>
        <w:tc>
          <w:tcPr>
            <w:tcW w:w="720" w:type="dxa"/>
            <w:shd w:val="clear" w:color="auto" w:fill="4BACC6" w:themeFill="accent5"/>
          </w:tcPr>
          <w:p w:rsidR="0025651D" w:rsidRPr="00574524" w:rsidRDefault="0025651D" w:rsidP="005E250C">
            <w:pPr>
              <w:spacing w:after="0"/>
              <w:ind w:left="-121" w:right="-59"/>
              <w:jc w:val="center"/>
              <w:rPr>
                <w:rFonts w:ascii="Tahoma" w:hAnsi="Tahoma" w:cs="Tahoma"/>
                <w:b/>
                <w:sz w:val="16"/>
                <w:szCs w:val="16"/>
                <w:lang w:val="en-GB"/>
              </w:rPr>
            </w:pPr>
            <w:r w:rsidRPr="00574524">
              <w:rPr>
                <w:rFonts w:ascii="Tahoma" w:hAnsi="Tahoma" w:cs="Tahoma"/>
                <w:b/>
                <w:sz w:val="16"/>
                <w:szCs w:val="16"/>
                <w:lang w:val="en-GB"/>
              </w:rPr>
              <w:t>HY1</w:t>
            </w:r>
          </w:p>
          <w:p w:rsidR="0025651D" w:rsidRPr="00574524" w:rsidRDefault="0025651D" w:rsidP="005E250C">
            <w:pPr>
              <w:spacing w:after="0"/>
              <w:ind w:left="-121" w:right="-59"/>
              <w:jc w:val="center"/>
              <w:rPr>
                <w:rFonts w:ascii="Tahoma" w:hAnsi="Tahoma" w:cs="Tahoma"/>
                <w:b/>
                <w:sz w:val="16"/>
                <w:szCs w:val="16"/>
                <w:lang w:val="en-GB"/>
              </w:rPr>
            </w:pPr>
          </w:p>
        </w:tc>
        <w:tc>
          <w:tcPr>
            <w:tcW w:w="630" w:type="dxa"/>
            <w:shd w:val="clear" w:color="auto" w:fill="auto"/>
          </w:tcPr>
          <w:p w:rsidR="005E250C" w:rsidRPr="00574524" w:rsidRDefault="005E250C" w:rsidP="005E250C">
            <w:pPr>
              <w:spacing w:after="0"/>
              <w:ind w:left="-67" w:right="-113"/>
              <w:jc w:val="center"/>
              <w:rPr>
                <w:rFonts w:ascii="Tahoma" w:hAnsi="Tahoma" w:cs="Tahoma"/>
                <w:b/>
                <w:sz w:val="16"/>
                <w:szCs w:val="16"/>
                <w:lang w:val="en-GB"/>
              </w:rPr>
            </w:pPr>
            <w:r w:rsidRPr="00574524">
              <w:rPr>
                <w:rFonts w:ascii="Tahoma" w:hAnsi="Tahoma" w:cs="Tahoma"/>
                <w:b/>
                <w:sz w:val="16"/>
                <w:szCs w:val="16"/>
                <w:lang w:val="en-GB"/>
              </w:rPr>
              <w:t>HY2</w:t>
            </w:r>
          </w:p>
          <w:p w:rsidR="0025651D" w:rsidRPr="00574524" w:rsidRDefault="0025651D" w:rsidP="00574524">
            <w:pPr>
              <w:ind w:left="-67" w:right="-113"/>
              <w:rPr>
                <w:rFonts w:ascii="Tahoma" w:hAnsi="Tahoma" w:cs="Tahoma"/>
                <w:b/>
                <w:sz w:val="16"/>
                <w:szCs w:val="16"/>
                <w:lang w:val="en-GB"/>
              </w:rPr>
            </w:pPr>
          </w:p>
        </w:tc>
        <w:tc>
          <w:tcPr>
            <w:tcW w:w="720" w:type="dxa"/>
          </w:tcPr>
          <w:p w:rsidR="0025651D" w:rsidRPr="00574524" w:rsidRDefault="005E250C" w:rsidP="004D73F0">
            <w:pPr>
              <w:spacing w:after="0"/>
              <w:jc w:val="center"/>
              <w:rPr>
                <w:rFonts w:ascii="Tahoma" w:hAnsi="Tahoma" w:cs="Tahoma"/>
                <w:b/>
                <w:sz w:val="16"/>
                <w:szCs w:val="16"/>
                <w:lang w:val="en-GB"/>
              </w:rPr>
            </w:pPr>
            <w:r w:rsidRPr="00574524">
              <w:rPr>
                <w:rFonts w:ascii="Tahoma" w:hAnsi="Tahoma" w:cs="Tahoma"/>
                <w:b/>
                <w:sz w:val="16"/>
                <w:szCs w:val="16"/>
                <w:lang w:val="en-GB"/>
              </w:rPr>
              <w:t>Avg</w:t>
            </w:r>
            <w:r w:rsidR="00010AF6" w:rsidRPr="00574524">
              <w:rPr>
                <w:rFonts w:ascii="Tahoma" w:hAnsi="Tahoma" w:cs="Tahoma"/>
                <w:b/>
                <w:sz w:val="16"/>
                <w:szCs w:val="16"/>
                <w:lang w:val="en-GB"/>
              </w:rPr>
              <w:t>.</w:t>
            </w:r>
          </w:p>
        </w:tc>
      </w:tr>
      <w:tr w:rsidR="003C35FE" w:rsidRPr="000B0F77" w:rsidTr="00574524">
        <w:trPr>
          <w:trHeight w:val="360"/>
        </w:trPr>
        <w:tc>
          <w:tcPr>
            <w:tcW w:w="539" w:type="dxa"/>
            <w:vMerge w:val="restart"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3C35FE" w:rsidRPr="000B0F77" w:rsidRDefault="003C35FE" w:rsidP="00607EC6">
            <w:pPr>
              <w:pStyle w:val="ListParagraph"/>
              <w:numPr>
                <w:ilvl w:val="0"/>
                <w:numId w:val="3"/>
              </w:numPr>
              <w:spacing w:after="0"/>
              <w:ind w:left="36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2251" w:type="dxa"/>
            <w:vMerge w:val="restart"/>
            <w:shd w:val="clear" w:color="auto" w:fill="auto"/>
            <w:vAlign w:val="center"/>
          </w:tcPr>
          <w:p w:rsidR="003C35FE" w:rsidRPr="000B0F77" w:rsidRDefault="003C35FE" w:rsidP="004D73F0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2610" w:type="dxa"/>
            <w:vMerge w:val="restart"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3C35FE" w:rsidRPr="000B0F77" w:rsidRDefault="003C35FE" w:rsidP="00B87841">
            <w:pPr>
              <w:spacing w:after="0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2430" w:type="dxa"/>
            <w:vMerge w:val="restart"/>
            <w:shd w:val="clear" w:color="auto" w:fill="auto"/>
            <w:vAlign w:val="center"/>
          </w:tcPr>
          <w:p w:rsidR="003C35FE" w:rsidRPr="000B0F77" w:rsidRDefault="003C35FE" w:rsidP="004D73F0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1710" w:type="dxa"/>
            <w:vMerge w:val="restart"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3C35FE" w:rsidRPr="000B0F77" w:rsidRDefault="003C35FE" w:rsidP="004D73F0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450" w:type="dxa"/>
            <w:tcBorders>
              <w:right w:val="nil"/>
            </w:tcBorders>
            <w:shd w:val="clear" w:color="auto" w:fill="auto"/>
            <w:vAlign w:val="center"/>
          </w:tcPr>
          <w:p w:rsidR="003C35FE" w:rsidRPr="000B0F77" w:rsidRDefault="00C33834" w:rsidP="00C33834">
            <w:pPr>
              <w:spacing w:after="0"/>
              <w:ind w:right="-108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EC</w:t>
            </w:r>
          </w:p>
        </w:tc>
        <w:tc>
          <w:tcPr>
            <w:tcW w:w="3420" w:type="dxa"/>
            <w:tcBorders>
              <w:left w:val="nil"/>
            </w:tcBorders>
            <w:shd w:val="clear" w:color="auto" w:fill="auto"/>
            <w:vAlign w:val="center"/>
          </w:tcPr>
          <w:p w:rsidR="003C35FE" w:rsidRPr="000B0F77" w:rsidRDefault="003C35FE" w:rsidP="003C35FE">
            <w:pPr>
              <w:spacing w:after="0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3C35FE" w:rsidRPr="000B0F77" w:rsidRDefault="003C35FE" w:rsidP="000B0F77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3C35FE" w:rsidRPr="000B0F77" w:rsidRDefault="003C35FE" w:rsidP="000B0F77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3C35FE" w:rsidRPr="000B0F77" w:rsidRDefault="003C35FE" w:rsidP="000B0F77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</w:tr>
      <w:tr w:rsidR="003C35FE" w:rsidRPr="000B0F77" w:rsidTr="00574524">
        <w:trPr>
          <w:trHeight w:val="360"/>
        </w:trPr>
        <w:tc>
          <w:tcPr>
            <w:tcW w:w="539" w:type="dxa"/>
            <w:vMerge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3C35FE" w:rsidRPr="000B0F77" w:rsidRDefault="003C35FE" w:rsidP="00607EC6">
            <w:pPr>
              <w:pStyle w:val="ListParagraph"/>
              <w:numPr>
                <w:ilvl w:val="0"/>
                <w:numId w:val="3"/>
              </w:numPr>
              <w:spacing w:after="0"/>
              <w:ind w:left="36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2251" w:type="dxa"/>
            <w:vMerge/>
            <w:shd w:val="clear" w:color="auto" w:fill="auto"/>
            <w:vAlign w:val="center"/>
          </w:tcPr>
          <w:p w:rsidR="003C35FE" w:rsidRPr="000B0F77" w:rsidRDefault="003C35FE" w:rsidP="004D73F0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2610" w:type="dxa"/>
            <w:vMerge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3C35FE" w:rsidRPr="000B0F77" w:rsidRDefault="003C35FE" w:rsidP="00B87841">
            <w:pPr>
              <w:spacing w:after="0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2430" w:type="dxa"/>
            <w:vMerge/>
            <w:shd w:val="clear" w:color="auto" w:fill="auto"/>
            <w:vAlign w:val="center"/>
          </w:tcPr>
          <w:p w:rsidR="003C35FE" w:rsidRPr="000B0F77" w:rsidRDefault="003C35FE" w:rsidP="004D73F0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1710" w:type="dxa"/>
            <w:vMerge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3C35FE" w:rsidRPr="000B0F77" w:rsidRDefault="003C35FE" w:rsidP="004D73F0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450" w:type="dxa"/>
            <w:tcBorders>
              <w:right w:val="nil"/>
            </w:tcBorders>
            <w:shd w:val="clear" w:color="auto" w:fill="auto"/>
            <w:vAlign w:val="center"/>
          </w:tcPr>
          <w:p w:rsidR="003C35FE" w:rsidRPr="000B0F77" w:rsidRDefault="00C33834" w:rsidP="00C33834">
            <w:pPr>
              <w:spacing w:after="0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LC</w:t>
            </w:r>
          </w:p>
        </w:tc>
        <w:tc>
          <w:tcPr>
            <w:tcW w:w="3420" w:type="dxa"/>
            <w:tcBorders>
              <w:left w:val="nil"/>
            </w:tcBorders>
            <w:shd w:val="clear" w:color="auto" w:fill="auto"/>
            <w:vAlign w:val="center"/>
          </w:tcPr>
          <w:p w:rsidR="003C35FE" w:rsidRPr="000B0F77" w:rsidRDefault="003C35FE" w:rsidP="000B0F77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3C35FE" w:rsidRPr="000B0F77" w:rsidRDefault="003C35FE" w:rsidP="000B0F77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3C35FE" w:rsidRPr="000B0F77" w:rsidRDefault="003C35FE" w:rsidP="000B0F77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3C35FE" w:rsidRPr="000B0F77" w:rsidRDefault="003C35FE" w:rsidP="000B0F77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</w:tr>
      <w:tr w:rsidR="00C33834" w:rsidRPr="000B0F77" w:rsidTr="00574524">
        <w:trPr>
          <w:trHeight w:val="360"/>
        </w:trPr>
        <w:tc>
          <w:tcPr>
            <w:tcW w:w="539" w:type="dxa"/>
            <w:vMerge w:val="restart"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C33834" w:rsidRPr="000B0F77" w:rsidRDefault="00C33834" w:rsidP="00C33834">
            <w:pPr>
              <w:pStyle w:val="ListParagraph"/>
              <w:numPr>
                <w:ilvl w:val="0"/>
                <w:numId w:val="3"/>
              </w:numPr>
              <w:spacing w:after="0"/>
              <w:ind w:left="36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2251" w:type="dxa"/>
            <w:vMerge w:val="restart"/>
            <w:shd w:val="clear" w:color="auto" w:fill="auto"/>
            <w:vAlign w:val="center"/>
          </w:tcPr>
          <w:p w:rsidR="00C33834" w:rsidRPr="000B0F77" w:rsidRDefault="00C33834" w:rsidP="00C33834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2610" w:type="dxa"/>
            <w:vMerge w:val="restart"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C33834" w:rsidRPr="000B0F77" w:rsidRDefault="00C33834" w:rsidP="00C33834">
            <w:pPr>
              <w:spacing w:after="0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2430" w:type="dxa"/>
            <w:vMerge w:val="restart"/>
            <w:shd w:val="clear" w:color="auto" w:fill="auto"/>
            <w:vAlign w:val="center"/>
          </w:tcPr>
          <w:p w:rsidR="00C33834" w:rsidRPr="000B0F77" w:rsidRDefault="00C33834" w:rsidP="00C33834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1710" w:type="dxa"/>
            <w:vMerge w:val="restart"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C33834" w:rsidRPr="000B0F77" w:rsidRDefault="00C33834" w:rsidP="00C33834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450" w:type="dxa"/>
            <w:tcBorders>
              <w:right w:val="nil"/>
            </w:tcBorders>
            <w:shd w:val="clear" w:color="auto" w:fill="auto"/>
            <w:vAlign w:val="center"/>
          </w:tcPr>
          <w:p w:rsidR="00C33834" w:rsidRPr="000B0F77" w:rsidRDefault="00C33834" w:rsidP="00C33834">
            <w:pPr>
              <w:spacing w:after="0"/>
              <w:ind w:right="-108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EC</w:t>
            </w:r>
          </w:p>
        </w:tc>
        <w:tc>
          <w:tcPr>
            <w:tcW w:w="3420" w:type="dxa"/>
            <w:tcBorders>
              <w:left w:val="nil"/>
            </w:tcBorders>
            <w:shd w:val="clear" w:color="auto" w:fill="auto"/>
            <w:vAlign w:val="center"/>
          </w:tcPr>
          <w:p w:rsidR="00C33834" w:rsidRPr="000B0F77" w:rsidRDefault="00C33834" w:rsidP="00C33834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33834" w:rsidRPr="000B0F77" w:rsidRDefault="00C33834" w:rsidP="00C33834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C33834" w:rsidRPr="000B0F77" w:rsidRDefault="00C33834" w:rsidP="00C33834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33834" w:rsidRPr="000B0F77" w:rsidRDefault="00C33834" w:rsidP="00C33834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</w:tr>
      <w:tr w:rsidR="00C33834" w:rsidRPr="000B0F77" w:rsidTr="00574524">
        <w:trPr>
          <w:trHeight w:val="360"/>
        </w:trPr>
        <w:tc>
          <w:tcPr>
            <w:tcW w:w="539" w:type="dxa"/>
            <w:vMerge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C33834" w:rsidRPr="000B0F77" w:rsidRDefault="00C33834" w:rsidP="00C33834">
            <w:pPr>
              <w:pStyle w:val="ListParagraph"/>
              <w:numPr>
                <w:ilvl w:val="0"/>
                <w:numId w:val="3"/>
              </w:numPr>
              <w:spacing w:after="0"/>
              <w:ind w:left="36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2251" w:type="dxa"/>
            <w:vMerge/>
            <w:shd w:val="clear" w:color="auto" w:fill="auto"/>
            <w:vAlign w:val="center"/>
          </w:tcPr>
          <w:p w:rsidR="00C33834" w:rsidRPr="000B0F77" w:rsidRDefault="00C33834" w:rsidP="00C33834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2610" w:type="dxa"/>
            <w:vMerge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C33834" w:rsidRPr="000B0F77" w:rsidRDefault="00C33834" w:rsidP="00C33834">
            <w:pPr>
              <w:spacing w:after="0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2430" w:type="dxa"/>
            <w:vMerge/>
            <w:shd w:val="clear" w:color="auto" w:fill="auto"/>
            <w:vAlign w:val="center"/>
          </w:tcPr>
          <w:p w:rsidR="00C33834" w:rsidRPr="000B0F77" w:rsidRDefault="00C33834" w:rsidP="00C33834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1710" w:type="dxa"/>
            <w:vMerge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C33834" w:rsidRPr="000B0F77" w:rsidRDefault="00C33834" w:rsidP="00C33834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450" w:type="dxa"/>
            <w:tcBorders>
              <w:right w:val="nil"/>
            </w:tcBorders>
            <w:shd w:val="clear" w:color="auto" w:fill="auto"/>
            <w:vAlign w:val="center"/>
          </w:tcPr>
          <w:p w:rsidR="00C33834" w:rsidRPr="000B0F77" w:rsidRDefault="00C33834" w:rsidP="00C33834">
            <w:pPr>
              <w:spacing w:after="0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LC</w:t>
            </w:r>
          </w:p>
        </w:tc>
        <w:tc>
          <w:tcPr>
            <w:tcW w:w="3420" w:type="dxa"/>
            <w:tcBorders>
              <w:left w:val="nil"/>
            </w:tcBorders>
            <w:shd w:val="clear" w:color="auto" w:fill="auto"/>
            <w:vAlign w:val="center"/>
          </w:tcPr>
          <w:p w:rsidR="00C33834" w:rsidRPr="000B0F77" w:rsidRDefault="00C33834" w:rsidP="00C33834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33834" w:rsidRPr="000B0F77" w:rsidRDefault="00C33834" w:rsidP="00C33834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C33834" w:rsidRPr="000B0F77" w:rsidRDefault="00C33834" w:rsidP="00C33834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33834" w:rsidRPr="000B0F77" w:rsidRDefault="00C33834" w:rsidP="00C33834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</w:tr>
      <w:tr w:rsidR="00C33834" w:rsidRPr="000B0F77" w:rsidTr="00574524">
        <w:trPr>
          <w:trHeight w:val="432"/>
        </w:trPr>
        <w:tc>
          <w:tcPr>
            <w:tcW w:w="539" w:type="dxa"/>
            <w:vMerge w:val="restart"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C33834" w:rsidRPr="000B0F77" w:rsidRDefault="00C33834" w:rsidP="00C33834">
            <w:pPr>
              <w:pStyle w:val="ListParagraph"/>
              <w:numPr>
                <w:ilvl w:val="0"/>
                <w:numId w:val="3"/>
              </w:numPr>
              <w:spacing w:after="0"/>
              <w:ind w:left="36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2251" w:type="dxa"/>
            <w:vMerge w:val="restart"/>
            <w:shd w:val="clear" w:color="auto" w:fill="auto"/>
            <w:vAlign w:val="center"/>
          </w:tcPr>
          <w:p w:rsidR="00C33834" w:rsidRPr="000B0F77" w:rsidRDefault="00C33834" w:rsidP="00C33834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2610" w:type="dxa"/>
            <w:vMerge w:val="restart"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C33834" w:rsidRPr="000B0F77" w:rsidRDefault="00C33834" w:rsidP="00C33834">
            <w:pPr>
              <w:spacing w:after="0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2430" w:type="dxa"/>
            <w:vMerge w:val="restart"/>
            <w:shd w:val="clear" w:color="auto" w:fill="auto"/>
            <w:vAlign w:val="center"/>
          </w:tcPr>
          <w:p w:rsidR="00C33834" w:rsidRPr="000B0F77" w:rsidRDefault="00C33834" w:rsidP="00C33834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1710" w:type="dxa"/>
            <w:vMerge w:val="restart"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C33834" w:rsidRPr="000B0F77" w:rsidRDefault="00C33834" w:rsidP="00C33834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450" w:type="dxa"/>
            <w:tcBorders>
              <w:right w:val="nil"/>
            </w:tcBorders>
            <w:shd w:val="clear" w:color="auto" w:fill="auto"/>
            <w:vAlign w:val="center"/>
          </w:tcPr>
          <w:p w:rsidR="00C33834" w:rsidRPr="000B0F77" w:rsidRDefault="00C33834" w:rsidP="00C33834">
            <w:pPr>
              <w:spacing w:after="0"/>
              <w:ind w:right="-108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EC</w:t>
            </w:r>
          </w:p>
        </w:tc>
        <w:tc>
          <w:tcPr>
            <w:tcW w:w="3420" w:type="dxa"/>
            <w:tcBorders>
              <w:left w:val="nil"/>
            </w:tcBorders>
            <w:shd w:val="clear" w:color="auto" w:fill="auto"/>
            <w:vAlign w:val="center"/>
          </w:tcPr>
          <w:p w:rsidR="00C33834" w:rsidRPr="000B0F77" w:rsidRDefault="00C33834" w:rsidP="00C33834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33834" w:rsidRPr="000B0F77" w:rsidRDefault="00C33834" w:rsidP="00C33834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C33834" w:rsidRPr="000B0F77" w:rsidRDefault="00C33834" w:rsidP="00C33834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33834" w:rsidRPr="000B0F77" w:rsidRDefault="00C33834" w:rsidP="00C33834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</w:tr>
      <w:tr w:rsidR="00C33834" w:rsidRPr="000B0F77" w:rsidTr="00574524">
        <w:trPr>
          <w:trHeight w:val="432"/>
        </w:trPr>
        <w:tc>
          <w:tcPr>
            <w:tcW w:w="539" w:type="dxa"/>
            <w:vMerge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C33834" w:rsidRPr="000B0F77" w:rsidRDefault="00C33834" w:rsidP="00C33834">
            <w:pPr>
              <w:pStyle w:val="ListParagraph"/>
              <w:numPr>
                <w:ilvl w:val="0"/>
                <w:numId w:val="3"/>
              </w:numPr>
              <w:spacing w:after="0"/>
              <w:ind w:left="36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2251" w:type="dxa"/>
            <w:vMerge/>
            <w:shd w:val="clear" w:color="auto" w:fill="auto"/>
            <w:vAlign w:val="center"/>
          </w:tcPr>
          <w:p w:rsidR="00C33834" w:rsidRPr="000B0F77" w:rsidRDefault="00C33834" w:rsidP="00C33834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2610" w:type="dxa"/>
            <w:vMerge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C33834" w:rsidRPr="000B0F77" w:rsidRDefault="00C33834" w:rsidP="00C33834">
            <w:pPr>
              <w:spacing w:after="0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2430" w:type="dxa"/>
            <w:vMerge/>
            <w:shd w:val="clear" w:color="auto" w:fill="auto"/>
            <w:vAlign w:val="center"/>
          </w:tcPr>
          <w:p w:rsidR="00C33834" w:rsidRPr="000B0F77" w:rsidRDefault="00C33834" w:rsidP="00C33834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1710" w:type="dxa"/>
            <w:vMerge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C33834" w:rsidRPr="000B0F77" w:rsidRDefault="00C33834" w:rsidP="00C33834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450" w:type="dxa"/>
            <w:tcBorders>
              <w:right w:val="nil"/>
            </w:tcBorders>
            <w:shd w:val="clear" w:color="auto" w:fill="auto"/>
            <w:vAlign w:val="center"/>
          </w:tcPr>
          <w:p w:rsidR="00C33834" w:rsidRPr="000B0F77" w:rsidRDefault="00C33834" w:rsidP="00C33834">
            <w:pPr>
              <w:spacing w:after="0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LC</w:t>
            </w:r>
          </w:p>
        </w:tc>
        <w:tc>
          <w:tcPr>
            <w:tcW w:w="3420" w:type="dxa"/>
            <w:tcBorders>
              <w:left w:val="nil"/>
            </w:tcBorders>
            <w:shd w:val="clear" w:color="auto" w:fill="auto"/>
            <w:vAlign w:val="center"/>
          </w:tcPr>
          <w:p w:rsidR="00C33834" w:rsidRPr="000B0F77" w:rsidRDefault="00C33834" w:rsidP="00C33834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33834" w:rsidRPr="000B0F77" w:rsidRDefault="00C33834" w:rsidP="00C33834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C33834" w:rsidRPr="000B0F77" w:rsidRDefault="00C33834" w:rsidP="00C33834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33834" w:rsidRPr="000B0F77" w:rsidRDefault="00C33834" w:rsidP="00C33834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</w:tr>
      <w:tr w:rsidR="00C33834" w:rsidRPr="000B0F77" w:rsidTr="00574524">
        <w:trPr>
          <w:trHeight w:val="432"/>
        </w:trPr>
        <w:tc>
          <w:tcPr>
            <w:tcW w:w="539" w:type="dxa"/>
            <w:vMerge w:val="restart"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C33834" w:rsidRPr="000B0F77" w:rsidRDefault="00C33834" w:rsidP="00C33834">
            <w:pPr>
              <w:pStyle w:val="ListParagraph"/>
              <w:numPr>
                <w:ilvl w:val="0"/>
                <w:numId w:val="3"/>
              </w:numPr>
              <w:spacing w:after="0"/>
              <w:ind w:left="36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2251" w:type="dxa"/>
            <w:vMerge w:val="restart"/>
            <w:shd w:val="clear" w:color="auto" w:fill="auto"/>
            <w:vAlign w:val="center"/>
          </w:tcPr>
          <w:p w:rsidR="00C33834" w:rsidRPr="000B0F77" w:rsidRDefault="00C33834" w:rsidP="00C33834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2610" w:type="dxa"/>
            <w:vMerge w:val="restart"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C33834" w:rsidRPr="000B0F77" w:rsidRDefault="00C33834" w:rsidP="00C33834">
            <w:pPr>
              <w:spacing w:after="0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2430" w:type="dxa"/>
            <w:vMerge w:val="restart"/>
            <w:shd w:val="clear" w:color="auto" w:fill="auto"/>
            <w:vAlign w:val="center"/>
          </w:tcPr>
          <w:p w:rsidR="00C33834" w:rsidRPr="000B0F77" w:rsidRDefault="00C33834" w:rsidP="00C33834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1710" w:type="dxa"/>
            <w:vMerge w:val="restart"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C33834" w:rsidRPr="000B0F77" w:rsidRDefault="00C33834" w:rsidP="00C33834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450" w:type="dxa"/>
            <w:tcBorders>
              <w:right w:val="nil"/>
            </w:tcBorders>
            <w:shd w:val="clear" w:color="auto" w:fill="auto"/>
            <w:vAlign w:val="center"/>
          </w:tcPr>
          <w:p w:rsidR="00C33834" w:rsidRPr="000B0F77" w:rsidRDefault="00C33834" w:rsidP="00C33834">
            <w:pPr>
              <w:spacing w:after="0"/>
              <w:ind w:right="-108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EC</w:t>
            </w:r>
          </w:p>
        </w:tc>
        <w:tc>
          <w:tcPr>
            <w:tcW w:w="3420" w:type="dxa"/>
            <w:tcBorders>
              <w:left w:val="nil"/>
            </w:tcBorders>
            <w:shd w:val="clear" w:color="auto" w:fill="auto"/>
            <w:vAlign w:val="center"/>
          </w:tcPr>
          <w:p w:rsidR="00C33834" w:rsidRPr="000B0F77" w:rsidRDefault="00C33834" w:rsidP="00C33834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33834" w:rsidRPr="000B0F77" w:rsidRDefault="00C33834" w:rsidP="00C33834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C33834" w:rsidRPr="000B0F77" w:rsidRDefault="00C33834" w:rsidP="00C33834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33834" w:rsidRPr="000B0F77" w:rsidRDefault="00C33834" w:rsidP="00C33834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</w:tr>
      <w:tr w:rsidR="00C33834" w:rsidRPr="000B0F77" w:rsidTr="00574524">
        <w:trPr>
          <w:trHeight w:val="432"/>
        </w:trPr>
        <w:tc>
          <w:tcPr>
            <w:tcW w:w="539" w:type="dxa"/>
            <w:vMerge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C33834" w:rsidRPr="000B0F77" w:rsidRDefault="00C33834" w:rsidP="00C33834">
            <w:pPr>
              <w:pStyle w:val="ListParagraph"/>
              <w:numPr>
                <w:ilvl w:val="0"/>
                <w:numId w:val="3"/>
              </w:numPr>
              <w:spacing w:after="0"/>
              <w:ind w:left="36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2251" w:type="dxa"/>
            <w:vMerge/>
            <w:shd w:val="clear" w:color="auto" w:fill="auto"/>
            <w:vAlign w:val="center"/>
          </w:tcPr>
          <w:p w:rsidR="00C33834" w:rsidRPr="000B0F77" w:rsidRDefault="00C33834" w:rsidP="00C33834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2610" w:type="dxa"/>
            <w:vMerge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C33834" w:rsidRPr="000B0F77" w:rsidRDefault="00C33834" w:rsidP="00C33834">
            <w:pPr>
              <w:spacing w:after="0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2430" w:type="dxa"/>
            <w:vMerge/>
            <w:shd w:val="clear" w:color="auto" w:fill="auto"/>
            <w:vAlign w:val="center"/>
          </w:tcPr>
          <w:p w:rsidR="00C33834" w:rsidRPr="000B0F77" w:rsidRDefault="00C33834" w:rsidP="00C33834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1710" w:type="dxa"/>
            <w:vMerge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C33834" w:rsidRPr="000B0F77" w:rsidRDefault="00C33834" w:rsidP="00C33834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450" w:type="dxa"/>
            <w:tcBorders>
              <w:right w:val="nil"/>
            </w:tcBorders>
            <w:shd w:val="clear" w:color="auto" w:fill="auto"/>
            <w:vAlign w:val="center"/>
          </w:tcPr>
          <w:p w:rsidR="00C33834" w:rsidRPr="000B0F77" w:rsidRDefault="00C33834" w:rsidP="00C33834">
            <w:pPr>
              <w:spacing w:after="0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LC</w:t>
            </w:r>
          </w:p>
        </w:tc>
        <w:tc>
          <w:tcPr>
            <w:tcW w:w="3420" w:type="dxa"/>
            <w:tcBorders>
              <w:left w:val="nil"/>
            </w:tcBorders>
            <w:shd w:val="clear" w:color="auto" w:fill="auto"/>
            <w:vAlign w:val="center"/>
          </w:tcPr>
          <w:p w:rsidR="00C33834" w:rsidRPr="000B0F77" w:rsidRDefault="00C33834" w:rsidP="00C33834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33834" w:rsidRPr="000B0F77" w:rsidRDefault="00C33834" w:rsidP="00C33834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C33834" w:rsidRPr="000B0F77" w:rsidRDefault="00C33834" w:rsidP="00C33834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33834" w:rsidRPr="000B0F77" w:rsidRDefault="00C33834" w:rsidP="00C33834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</w:tr>
      <w:tr w:rsidR="00C33834" w:rsidRPr="000B0F77" w:rsidTr="00574524">
        <w:trPr>
          <w:trHeight w:val="432"/>
        </w:trPr>
        <w:tc>
          <w:tcPr>
            <w:tcW w:w="539" w:type="dxa"/>
            <w:vMerge w:val="restart"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C33834" w:rsidRPr="000B0F77" w:rsidRDefault="00C33834" w:rsidP="00C33834">
            <w:pPr>
              <w:pStyle w:val="ListParagraph"/>
              <w:numPr>
                <w:ilvl w:val="0"/>
                <w:numId w:val="3"/>
              </w:numPr>
              <w:spacing w:after="0"/>
              <w:ind w:left="36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2251" w:type="dxa"/>
            <w:vMerge w:val="restart"/>
            <w:shd w:val="clear" w:color="auto" w:fill="auto"/>
            <w:vAlign w:val="center"/>
          </w:tcPr>
          <w:p w:rsidR="00C33834" w:rsidRPr="000B0F77" w:rsidRDefault="00C33834" w:rsidP="00C33834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2610" w:type="dxa"/>
            <w:vMerge w:val="restart"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C33834" w:rsidRPr="000B0F77" w:rsidRDefault="00C33834" w:rsidP="00C33834">
            <w:pPr>
              <w:spacing w:after="0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2430" w:type="dxa"/>
            <w:vMerge w:val="restart"/>
            <w:shd w:val="clear" w:color="auto" w:fill="auto"/>
            <w:vAlign w:val="center"/>
          </w:tcPr>
          <w:p w:rsidR="00C33834" w:rsidRPr="000B0F77" w:rsidRDefault="00C33834" w:rsidP="00C33834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1710" w:type="dxa"/>
            <w:vMerge w:val="restart"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C33834" w:rsidRPr="000B0F77" w:rsidRDefault="00C33834" w:rsidP="00C33834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450" w:type="dxa"/>
            <w:tcBorders>
              <w:right w:val="nil"/>
            </w:tcBorders>
            <w:shd w:val="clear" w:color="auto" w:fill="auto"/>
            <w:vAlign w:val="center"/>
          </w:tcPr>
          <w:p w:rsidR="00C33834" w:rsidRPr="000B0F77" w:rsidRDefault="00C33834" w:rsidP="00C33834">
            <w:pPr>
              <w:spacing w:after="0"/>
              <w:ind w:right="-108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EC</w:t>
            </w:r>
          </w:p>
        </w:tc>
        <w:tc>
          <w:tcPr>
            <w:tcW w:w="3420" w:type="dxa"/>
            <w:tcBorders>
              <w:left w:val="nil"/>
            </w:tcBorders>
            <w:shd w:val="clear" w:color="auto" w:fill="auto"/>
            <w:vAlign w:val="center"/>
          </w:tcPr>
          <w:p w:rsidR="00C33834" w:rsidRPr="000B0F77" w:rsidRDefault="00C33834" w:rsidP="00C33834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33834" w:rsidRPr="000B0F77" w:rsidRDefault="00C33834" w:rsidP="00C33834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C33834" w:rsidRPr="000B0F77" w:rsidRDefault="00C33834" w:rsidP="00C33834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33834" w:rsidRPr="000B0F77" w:rsidRDefault="00C33834" w:rsidP="00C33834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</w:tr>
      <w:tr w:rsidR="00C33834" w:rsidRPr="000B0F77" w:rsidTr="00574524">
        <w:trPr>
          <w:trHeight w:val="432"/>
        </w:trPr>
        <w:tc>
          <w:tcPr>
            <w:tcW w:w="539" w:type="dxa"/>
            <w:vMerge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C33834" w:rsidRPr="000B0F77" w:rsidRDefault="00C33834" w:rsidP="00C33834">
            <w:pPr>
              <w:pStyle w:val="ListParagraph"/>
              <w:numPr>
                <w:ilvl w:val="0"/>
                <w:numId w:val="3"/>
              </w:numPr>
              <w:spacing w:after="0"/>
              <w:ind w:left="36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2251" w:type="dxa"/>
            <w:vMerge/>
            <w:shd w:val="clear" w:color="auto" w:fill="auto"/>
            <w:vAlign w:val="center"/>
          </w:tcPr>
          <w:p w:rsidR="00C33834" w:rsidRPr="000B0F77" w:rsidRDefault="00C33834" w:rsidP="00C33834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2610" w:type="dxa"/>
            <w:vMerge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C33834" w:rsidRPr="000B0F77" w:rsidRDefault="00C33834" w:rsidP="00C33834">
            <w:pPr>
              <w:spacing w:after="0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2430" w:type="dxa"/>
            <w:vMerge/>
            <w:shd w:val="clear" w:color="auto" w:fill="auto"/>
            <w:vAlign w:val="center"/>
          </w:tcPr>
          <w:p w:rsidR="00C33834" w:rsidRPr="000B0F77" w:rsidRDefault="00C33834" w:rsidP="00C33834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1710" w:type="dxa"/>
            <w:vMerge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C33834" w:rsidRPr="000B0F77" w:rsidRDefault="00C33834" w:rsidP="00C33834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450" w:type="dxa"/>
            <w:tcBorders>
              <w:right w:val="nil"/>
            </w:tcBorders>
            <w:shd w:val="clear" w:color="auto" w:fill="auto"/>
            <w:vAlign w:val="center"/>
          </w:tcPr>
          <w:p w:rsidR="00C33834" w:rsidRPr="000B0F77" w:rsidRDefault="00C33834" w:rsidP="00C33834">
            <w:pPr>
              <w:spacing w:after="0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LC</w:t>
            </w:r>
          </w:p>
        </w:tc>
        <w:tc>
          <w:tcPr>
            <w:tcW w:w="3420" w:type="dxa"/>
            <w:tcBorders>
              <w:left w:val="nil"/>
            </w:tcBorders>
            <w:shd w:val="clear" w:color="auto" w:fill="auto"/>
            <w:vAlign w:val="center"/>
          </w:tcPr>
          <w:p w:rsidR="00C33834" w:rsidRPr="000B0F77" w:rsidRDefault="00C33834" w:rsidP="00C33834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33834" w:rsidRPr="000B0F77" w:rsidRDefault="00C33834" w:rsidP="00C33834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C33834" w:rsidRPr="000B0F77" w:rsidRDefault="00C33834" w:rsidP="00C33834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33834" w:rsidRPr="000B0F77" w:rsidRDefault="00C33834" w:rsidP="00C33834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</w:tr>
    </w:tbl>
    <w:p w:rsidR="00377AF5" w:rsidRPr="00CB2C9B" w:rsidRDefault="00377AF5" w:rsidP="00E036B2">
      <w:pPr>
        <w:spacing w:after="0"/>
        <w:jc w:val="both"/>
        <w:rPr>
          <w:rFonts w:ascii="Tahoma" w:hAnsi="Tahoma" w:cs="Tahoma"/>
          <w:sz w:val="20"/>
          <w:szCs w:val="20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700"/>
        <w:gridCol w:w="4320"/>
        <w:gridCol w:w="3870"/>
        <w:gridCol w:w="540"/>
        <w:gridCol w:w="1440"/>
        <w:gridCol w:w="630"/>
        <w:gridCol w:w="540"/>
        <w:gridCol w:w="833"/>
      </w:tblGrid>
      <w:tr w:rsidR="00290D73" w:rsidRPr="00CB2C9B" w:rsidTr="003F0E88">
        <w:trPr>
          <w:trHeight w:hRule="exact" w:val="432"/>
        </w:trPr>
        <w:tc>
          <w:tcPr>
            <w:tcW w:w="15408" w:type="dxa"/>
            <w:gridSpan w:val="9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290D73" w:rsidRPr="00CB2C9B" w:rsidRDefault="00290D73" w:rsidP="001C2A49">
            <w:pPr>
              <w:tabs>
                <w:tab w:val="left" w:pos="4320"/>
              </w:tabs>
              <w:spacing w:after="0"/>
              <w:outlineLvl w:val="0"/>
              <w:rPr>
                <w:rFonts w:ascii="Tahoma" w:hAnsi="Tahoma" w:cs="Tahoma"/>
                <w:b/>
                <w:color w:val="FFFFFF"/>
                <w:sz w:val="20"/>
                <w:szCs w:val="20"/>
                <w:lang w:val="en-GB"/>
              </w:rPr>
            </w:pPr>
            <w:r w:rsidRPr="00CB2C9B">
              <w:rPr>
                <w:rFonts w:ascii="Tahoma" w:hAnsi="Tahoma" w:cs="Tahoma"/>
                <w:b/>
                <w:sz w:val="20"/>
                <w:szCs w:val="20"/>
              </w:rPr>
              <w:t>PERSONAL OBJECTIVES</w:t>
            </w:r>
          </w:p>
        </w:tc>
      </w:tr>
      <w:tr w:rsidR="003B2661" w:rsidRPr="00CB2C9B" w:rsidTr="003B2661">
        <w:trPr>
          <w:trHeight w:hRule="exact" w:val="1030"/>
        </w:trPr>
        <w:tc>
          <w:tcPr>
            <w:tcW w:w="535" w:type="dxa"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3B2661" w:rsidRPr="00CB2C9B" w:rsidRDefault="003B2661" w:rsidP="003B2661">
            <w:pPr>
              <w:spacing w:after="0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CB2C9B">
              <w:rPr>
                <w:rFonts w:ascii="Tahoma" w:hAnsi="Tahoma" w:cs="Tahoma"/>
                <w:sz w:val="20"/>
                <w:szCs w:val="20"/>
                <w:lang w:val="en-GB"/>
              </w:rPr>
              <w:t>S.</w:t>
            </w:r>
          </w:p>
          <w:p w:rsidR="003B2661" w:rsidRPr="00CB2C9B" w:rsidRDefault="003B2661" w:rsidP="003B2661">
            <w:pPr>
              <w:spacing w:after="0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CB2C9B">
              <w:rPr>
                <w:rFonts w:ascii="Tahoma" w:hAnsi="Tahoma" w:cs="Tahoma"/>
                <w:sz w:val="20"/>
                <w:szCs w:val="20"/>
                <w:lang w:val="en-GB"/>
              </w:rPr>
              <w:t>N.</w:t>
            </w:r>
          </w:p>
          <w:p w:rsidR="003B2661" w:rsidRPr="00CB2C9B" w:rsidRDefault="003B2661" w:rsidP="003B2661">
            <w:pPr>
              <w:spacing w:after="0"/>
              <w:rPr>
                <w:rFonts w:ascii="Tahoma" w:hAnsi="Tahoma" w:cs="Tahoma"/>
                <w:color w:val="FFFFFF"/>
                <w:sz w:val="20"/>
                <w:szCs w:val="20"/>
                <w:lang w:val="en-GB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3B2661" w:rsidRPr="003B2661" w:rsidRDefault="003B2661" w:rsidP="003B2661">
            <w:pPr>
              <w:spacing w:after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en-GB"/>
              </w:rPr>
            </w:pPr>
            <w:r w:rsidRPr="003B2661">
              <w:rPr>
                <w:rFonts w:ascii="Tahoma" w:hAnsi="Tahoma" w:cs="Tahoma"/>
                <w:b/>
                <w:bCs/>
                <w:sz w:val="16"/>
                <w:szCs w:val="16"/>
                <w:lang w:val="en-GB"/>
              </w:rPr>
              <w:t>What needs to be achieved?</w:t>
            </w:r>
          </w:p>
          <w:p w:rsidR="003B2661" w:rsidRPr="003B2661" w:rsidRDefault="003B2661" w:rsidP="003B2661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  <w:r w:rsidRPr="003B2661">
              <w:rPr>
                <w:rFonts w:ascii="Tahoma" w:hAnsi="Tahoma" w:cs="Tahoma"/>
                <w:sz w:val="16"/>
                <w:szCs w:val="16"/>
                <w:lang w:val="en-GB"/>
              </w:rPr>
              <w:t>(example: certified for Project Management Professional - PMP)</w:t>
            </w:r>
          </w:p>
        </w:tc>
        <w:tc>
          <w:tcPr>
            <w:tcW w:w="4320" w:type="dxa"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3B2661" w:rsidRPr="003B2661" w:rsidRDefault="003B2661" w:rsidP="003B2661">
            <w:pPr>
              <w:spacing w:after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en-GB"/>
              </w:rPr>
            </w:pPr>
            <w:r w:rsidRPr="003B2661">
              <w:rPr>
                <w:rFonts w:ascii="Tahoma" w:hAnsi="Tahoma" w:cs="Tahoma"/>
                <w:b/>
                <w:bCs/>
                <w:sz w:val="16"/>
                <w:szCs w:val="16"/>
                <w:lang w:val="en-GB"/>
              </w:rPr>
              <w:t>How to deliver these objectives?</w:t>
            </w:r>
          </w:p>
          <w:p w:rsidR="003B2661" w:rsidRPr="003B2661" w:rsidRDefault="003B2661" w:rsidP="003B2661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  <w:r w:rsidRPr="003B2661">
              <w:rPr>
                <w:rFonts w:ascii="Tahoma" w:hAnsi="Tahoma" w:cs="Tahoma"/>
                <w:sz w:val="16"/>
                <w:szCs w:val="16"/>
                <w:lang w:val="en-GB"/>
              </w:rPr>
              <w:t>(example: attend training and pass exam)</w:t>
            </w:r>
          </w:p>
        </w:tc>
        <w:tc>
          <w:tcPr>
            <w:tcW w:w="3870" w:type="dxa"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3B2661" w:rsidRPr="003B2661" w:rsidRDefault="003B2661" w:rsidP="003B2661">
            <w:pPr>
              <w:spacing w:after="0"/>
              <w:jc w:val="center"/>
              <w:rPr>
                <w:rFonts w:ascii="Tahoma" w:hAnsi="Tahoma" w:cs="Tahoma"/>
                <w:b/>
                <w:sz w:val="16"/>
                <w:szCs w:val="16"/>
                <w:lang w:val="en-GB"/>
              </w:rPr>
            </w:pPr>
            <w:r w:rsidRPr="003B2661">
              <w:rPr>
                <w:rFonts w:ascii="Tahoma" w:hAnsi="Tahoma" w:cs="Tahoma"/>
                <w:b/>
                <w:sz w:val="16"/>
                <w:szCs w:val="16"/>
                <w:lang w:val="en-GB"/>
              </w:rPr>
              <w:t>Timescales</w:t>
            </w:r>
          </w:p>
          <w:p w:rsidR="003B2661" w:rsidRPr="003B2661" w:rsidRDefault="003B2661" w:rsidP="003B2661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  <w:r w:rsidRPr="003B2661">
              <w:rPr>
                <w:rFonts w:ascii="Tahoma" w:hAnsi="Tahoma" w:cs="Tahoma"/>
                <w:sz w:val="16"/>
                <w:szCs w:val="16"/>
                <w:lang w:val="en-GB"/>
              </w:rPr>
              <w:t>(example: 6 months)</w:t>
            </w:r>
          </w:p>
        </w:tc>
        <w:tc>
          <w:tcPr>
            <w:tcW w:w="1980" w:type="dxa"/>
            <w:gridSpan w:val="2"/>
          </w:tcPr>
          <w:p w:rsidR="003B2661" w:rsidRDefault="003B2661" w:rsidP="003B2661">
            <w:pPr>
              <w:spacing w:after="0"/>
              <w:jc w:val="center"/>
              <w:rPr>
                <w:rFonts w:ascii="Tahoma" w:hAnsi="Tahoma" w:cs="Tahoma"/>
                <w:b/>
                <w:sz w:val="16"/>
                <w:szCs w:val="16"/>
                <w:lang w:val="en-GB"/>
              </w:rPr>
            </w:pPr>
            <w:r w:rsidRPr="00574524">
              <w:rPr>
                <w:rFonts w:ascii="Tahoma" w:hAnsi="Tahoma" w:cs="Tahoma"/>
                <w:b/>
                <w:sz w:val="16"/>
                <w:szCs w:val="16"/>
                <w:lang w:val="en-GB"/>
              </w:rPr>
              <w:t>Employee &amp; Line Manager</w:t>
            </w:r>
            <w:r>
              <w:rPr>
                <w:rFonts w:ascii="Tahoma" w:hAnsi="Tahoma" w:cs="Tahoma"/>
                <w:b/>
                <w:sz w:val="16"/>
                <w:szCs w:val="16"/>
                <w:lang w:val="en-GB"/>
              </w:rPr>
              <w:t xml:space="preserve"> </w:t>
            </w:r>
            <w:r w:rsidRPr="00574524">
              <w:rPr>
                <w:rFonts w:ascii="Tahoma" w:hAnsi="Tahoma" w:cs="Tahoma"/>
                <w:b/>
                <w:sz w:val="16"/>
                <w:szCs w:val="16"/>
                <w:lang w:val="en-GB"/>
              </w:rPr>
              <w:t>Comments</w:t>
            </w:r>
            <w:r>
              <w:rPr>
                <w:rFonts w:ascii="Tahoma" w:hAnsi="Tahoma" w:cs="Tahoma"/>
                <w:b/>
                <w:sz w:val="16"/>
                <w:szCs w:val="16"/>
                <w:lang w:val="en-GB"/>
              </w:rPr>
              <w:t xml:space="preserve"> </w:t>
            </w:r>
          </w:p>
          <w:p w:rsidR="003B2661" w:rsidRPr="00574524" w:rsidRDefault="003B2661" w:rsidP="003B2661">
            <w:pPr>
              <w:spacing w:after="0"/>
              <w:jc w:val="center"/>
              <w:rPr>
                <w:rFonts w:ascii="Tahoma" w:hAnsi="Tahoma" w:cs="Tahoma"/>
                <w:b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en-GB"/>
              </w:rPr>
              <w:t>(</w:t>
            </w:r>
            <w:r w:rsidRPr="00C30F38">
              <w:rPr>
                <w:rFonts w:ascii="Tahoma" w:hAnsi="Tahoma" w:cs="Tahoma"/>
                <w:bCs/>
                <w:sz w:val="16"/>
                <w:szCs w:val="16"/>
                <w:lang w:val="en-GB"/>
              </w:rPr>
              <w:t>insert over all comment against each row)</w:t>
            </w:r>
          </w:p>
        </w:tc>
        <w:tc>
          <w:tcPr>
            <w:tcW w:w="630" w:type="dxa"/>
          </w:tcPr>
          <w:p w:rsidR="003B2661" w:rsidRPr="003B2661" w:rsidRDefault="003B2661" w:rsidP="003B2661">
            <w:pPr>
              <w:ind w:left="-67" w:right="-113"/>
              <w:rPr>
                <w:rFonts w:ascii="Tahoma" w:hAnsi="Tahoma" w:cs="Tahoma"/>
                <w:b/>
                <w:sz w:val="16"/>
                <w:szCs w:val="16"/>
                <w:lang w:val="en-GB"/>
              </w:rPr>
            </w:pPr>
          </w:p>
        </w:tc>
        <w:tc>
          <w:tcPr>
            <w:tcW w:w="540" w:type="dxa"/>
          </w:tcPr>
          <w:p w:rsidR="003B2661" w:rsidRPr="003B2661" w:rsidRDefault="003B2661" w:rsidP="003B2661">
            <w:pPr>
              <w:spacing w:after="0"/>
              <w:jc w:val="center"/>
              <w:rPr>
                <w:rFonts w:ascii="Tahoma" w:hAnsi="Tahoma" w:cs="Tahoma"/>
                <w:b/>
                <w:sz w:val="16"/>
                <w:szCs w:val="16"/>
                <w:lang w:val="en-GB"/>
              </w:rPr>
            </w:pPr>
          </w:p>
        </w:tc>
        <w:tc>
          <w:tcPr>
            <w:tcW w:w="833" w:type="dxa"/>
          </w:tcPr>
          <w:p w:rsidR="003B2661" w:rsidRPr="003B2661" w:rsidRDefault="003B2661" w:rsidP="003B2661">
            <w:pPr>
              <w:spacing w:after="0"/>
              <w:jc w:val="center"/>
              <w:rPr>
                <w:rFonts w:ascii="Tahoma" w:hAnsi="Tahoma" w:cs="Tahoma"/>
                <w:b/>
                <w:sz w:val="16"/>
                <w:szCs w:val="16"/>
                <w:lang w:val="en-GB"/>
              </w:rPr>
            </w:pPr>
          </w:p>
        </w:tc>
      </w:tr>
      <w:tr w:rsidR="003B2661" w:rsidRPr="00CB2C9B" w:rsidTr="00963F9C">
        <w:trPr>
          <w:trHeight w:val="432"/>
        </w:trPr>
        <w:tc>
          <w:tcPr>
            <w:tcW w:w="535" w:type="dxa"/>
            <w:vMerge w:val="restart"/>
            <w:vAlign w:val="center"/>
          </w:tcPr>
          <w:p w:rsidR="003B2661" w:rsidRPr="00CB2C9B" w:rsidRDefault="003B2661" w:rsidP="003B2661">
            <w:pPr>
              <w:pStyle w:val="ListParagraph"/>
              <w:numPr>
                <w:ilvl w:val="0"/>
                <w:numId w:val="2"/>
              </w:numPr>
              <w:spacing w:after="0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700" w:type="dxa"/>
            <w:vMerge w:val="restart"/>
            <w:vAlign w:val="center"/>
          </w:tcPr>
          <w:p w:rsidR="003B2661" w:rsidRPr="00CB2C9B" w:rsidRDefault="003B2661" w:rsidP="003B2661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320" w:type="dxa"/>
            <w:vMerge w:val="restart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B2661" w:rsidRPr="00CB2C9B" w:rsidRDefault="003B2661" w:rsidP="003B2661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70" w:type="dxa"/>
            <w:vMerge w:val="restart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B2661" w:rsidRPr="00CB2C9B" w:rsidRDefault="003B2661" w:rsidP="003B2661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0" w:type="dxa"/>
            <w:tcBorders>
              <w:right w:val="nil"/>
            </w:tcBorders>
            <w:vAlign w:val="center"/>
          </w:tcPr>
          <w:p w:rsidR="003B2661" w:rsidRPr="000B0F77" w:rsidRDefault="003B2661" w:rsidP="003B2661">
            <w:pPr>
              <w:spacing w:after="0"/>
              <w:ind w:right="-108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EC</w:t>
            </w:r>
          </w:p>
        </w:tc>
        <w:tc>
          <w:tcPr>
            <w:tcW w:w="1440" w:type="dxa"/>
            <w:tcBorders>
              <w:left w:val="nil"/>
            </w:tcBorders>
            <w:vAlign w:val="center"/>
          </w:tcPr>
          <w:p w:rsidR="003B2661" w:rsidRPr="000B0F77" w:rsidRDefault="003B2661" w:rsidP="003B2661">
            <w:pPr>
              <w:spacing w:after="0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3B2661" w:rsidRPr="000B0F77" w:rsidRDefault="003B2661" w:rsidP="003B2661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540" w:type="dxa"/>
            <w:vAlign w:val="center"/>
          </w:tcPr>
          <w:p w:rsidR="003B2661" w:rsidRPr="000B0F77" w:rsidRDefault="003B2661" w:rsidP="003B2661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833" w:type="dxa"/>
            <w:vAlign w:val="center"/>
          </w:tcPr>
          <w:p w:rsidR="003B2661" w:rsidRPr="000B0F77" w:rsidRDefault="003B2661" w:rsidP="003B2661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</w:tr>
      <w:tr w:rsidR="003B2661" w:rsidRPr="00CB2C9B" w:rsidTr="00963F9C">
        <w:trPr>
          <w:trHeight w:val="432"/>
        </w:trPr>
        <w:tc>
          <w:tcPr>
            <w:tcW w:w="535" w:type="dxa"/>
            <w:vMerge/>
            <w:vAlign w:val="center"/>
          </w:tcPr>
          <w:p w:rsidR="003B2661" w:rsidRPr="00CB2C9B" w:rsidRDefault="003B2661" w:rsidP="003B2661">
            <w:pPr>
              <w:pStyle w:val="ListParagraph"/>
              <w:numPr>
                <w:ilvl w:val="0"/>
                <w:numId w:val="2"/>
              </w:numPr>
              <w:spacing w:after="0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3B2661" w:rsidRPr="00CB2C9B" w:rsidRDefault="003B2661" w:rsidP="003B2661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320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B2661" w:rsidRPr="00CB2C9B" w:rsidRDefault="003B2661" w:rsidP="003B2661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70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B2661" w:rsidRPr="00CB2C9B" w:rsidRDefault="003B2661" w:rsidP="003B2661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0" w:type="dxa"/>
            <w:tcBorders>
              <w:right w:val="nil"/>
            </w:tcBorders>
            <w:vAlign w:val="center"/>
          </w:tcPr>
          <w:p w:rsidR="003B2661" w:rsidRPr="000B0F77" w:rsidRDefault="003B2661" w:rsidP="003B2661">
            <w:pPr>
              <w:spacing w:after="0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LC</w:t>
            </w:r>
          </w:p>
        </w:tc>
        <w:tc>
          <w:tcPr>
            <w:tcW w:w="1440" w:type="dxa"/>
            <w:tcBorders>
              <w:left w:val="nil"/>
            </w:tcBorders>
            <w:vAlign w:val="center"/>
          </w:tcPr>
          <w:p w:rsidR="003B2661" w:rsidRPr="000B0F77" w:rsidRDefault="003B2661" w:rsidP="003B2661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3B2661" w:rsidRPr="000B0F77" w:rsidRDefault="003B2661" w:rsidP="003B2661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540" w:type="dxa"/>
            <w:vAlign w:val="center"/>
          </w:tcPr>
          <w:p w:rsidR="003B2661" w:rsidRPr="000B0F77" w:rsidRDefault="003B2661" w:rsidP="003B2661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833" w:type="dxa"/>
            <w:vAlign w:val="center"/>
          </w:tcPr>
          <w:p w:rsidR="003B2661" w:rsidRPr="000B0F77" w:rsidRDefault="003B2661" w:rsidP="003B2661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</w:tr>
      <w:tr w:rsidR="003B2661" w:rsidRPr="00CB2C9B" w:rsidTr="00963F9C">
        <w:trPr>
          <w:trHeight w:val="432"/>
        </w:trPr>
        <w:tc>
          <w:tcPr>
            <w:tcW w:w="535" w:type="dxa"/>
            <w:vMerge w:val="restart"/>
            <w:vAlign w:val="center"/>
          </w:tcPr>
          <w:p w:rsidR="003B2661" w:rsidRPr="00CB2C9B" w:rsidRDefault="003B2661" w:rsidP="003B2661">
            <w:pPr>
              <w:pStyle w:val="ListParagraph"/>
              <w:numPr>
                <w:ilvl w:val="0"/>
                <w:numId w:val="2"/>
              </w:numPr>
              <w:spacing w:after="0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700" w:type="dxa"/>
            <w:vMerge w:val="restart"/>
            <w:vAlign w:val="center"/>
          </w:tcPr>
          <w:p w:rsidR="003B2661" w:rsidRPr="00CB2C9B" w:rsidRDefault="003B2661" w:rsidP="003B2661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320" w:type="dxa"/>
            <w:vMerge w:val="restart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B2661" w:rsidRPr="00CB2C9B" w:rsidRDefault="003B2661" w:rsidP="003B2661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70" w:type="dxa"/>
            <w:vMerge w:val="restart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B2661" w:rsidRPr="00CB2C9B" w:rsidRDefault="003B2661" w:rsidP="003B2661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0" w:type="dxa"/>
            <w:tcBorders>
              <w:right w:val="nil"/>
            </w:tcBorders>
            <w:vAlign w:val="center"/>
          </w:tcPr>
          <w:p w:rsidR="003B2661" w:rsidRPr="000B0F77" w:rsidRDefault="003B2661" w:rsidP="003B2661">
            <w:pPr>
              <w:spacing w:after="0"/>
              <w:ind w:right="-108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EC</w:t>
            </w:r>
          </w:p>
        </w:tc>
        <w:tc>
          <w:tcPr>
            <w:tcW w:w="1440" w:type="dxa"/>
            <w:tcBorders>
              <w:left w:val="nil"/>
            </w:tcBorders>
            <w:vAlign w:val="center"/>
          </w:tcPr>
          <w:p w:rsidR="003B2661" w:rsidRPr="000B0F77" w:rsidRDefault="003B2661" w:rsidP="003B2661">
            <w:pPr>
              <w:spacing w:after="0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3B2661" w:rsidRPr="000B0F77" w:rsidRDefault="003B2661" w:rsidP="003B2661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540" w:type="dxa"/>
            <w:vAlign w:val="center"/>
          </w:tcPr>
          <w:p w:rsidR="003B2661" w:rsidRPr="000B0F77" w:rsidRDefault="003B2661" w:rsidP="003B2661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833" w:type="dxa"/>
            <w:vAlign w:val="center"/>
          </w:tcPr>
          <w:p w:rsidR="003B2661" w:rsidRPr="000B0F77" w:rsidRDefault="003B2661" w:rsidP="003B2661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</w:tr>
      <w:tr w:rsidR="003B2661" w:rsidRPr="00CB2C9B" w:rsidTr="00963F9C">
        <w:trPr>
          <w:trHeight w:val="432"/>
        </w:trPr>
        <w:tc>
          <w:tcPr>
            <w:tcW w:w="535" w:type="dxa"/>
            <w:vMerge/>
            <w:vAlign w:val="center"/>
          </w:tcPr>
          <w:p w:rsidR="003B2661" w:rsidRPr="00CB2C9B" w:rsidRDefault="003B2661" w:rsidP="003B2661">
            <w:pPr>
              <w:pStyle w:val="ListParagraph"/>
              <w:numPr>
                <w:ilvl w:val="0"/>
                <w:numId w:val="2"/>
              </w:numPr>
              <w:spacing w:after="0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3B2661" w:rsidRPr="00CB2C9B" w:rsidRDefault="003B2661" w:rsidP="003B2661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320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B2661" w:rsidRPr="00CB2C9B" w:rsidRDefault="003B2661" w:rsidP="003B2661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70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B2661" w:rsidRPr="00CB2C9B" w:rsidRDefault="003B2661" w:rsidP="003B2661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0" w:type="dxa"/>
            <w:tcBorders>
              <w:right w:val="nil"/>
            </w:tcBorders>
            <w:vAlign w:val="center"/>
          </w:tcPr>
          <w:p w:rsidR="003B2661" w:rsidRPr="000B0F77" w:rsidRDefault="003B2661" w:rsidP="003B2661">
            <w:pPr>
              <w:spacing w:after="0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LC</w:t>
            </w:r>
          </w:p>
        </w:tc>
        <w:tc>
          <w:tcPr>
            <w:tcW w:w="1440" w:type="dxa"/>
            <w:tcBorders>
              <w:left w:val="nil"/>
            </w:tcBorders>
            <w:vAlign w:val="center"/>
          </w:tcPr>
          <w:p w:rsidR="003B2661" w:rsidRPr="000B0F77" w:rsidRDefault="003B2661" w:rsidP="003B2661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3B2661" w:rsidRPr="000B0F77" w:rsidRDefault="003B2661" w:rsidP="003B2661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540" w:type="dxa"/>
            <w:vAlign w:val="center"/>
          </w:tcPr>
          <w:p w:rsidR="003B2661" w:rsidRPr="000B0F77" w:rsidRDefault="003B2661" w:rsidP="003B2661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833" w:type="dxa"/>
            <w:vAlign w:val="center"/>
          </w:tcPr>
          <w:p w:rsidR="003B2661" w:rsidRPr="000B0F77" w:rsidRDefault="003B2661" w:rsidP="003B2661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</w:tr>
      <w:tr w:rsidR="003B2661" w:rsidRPr="00CB2C9B" w:rsidTr="00963F9C">
        <w:trPr>
          <w:trHeight w:val="432"/>
        </w:trPr>
        <w:tc>
          <w:tcPr>
            <w:tcW w:w="535" w:type="dxa"/>
            <w:vMerge w:val="restart"/>
            <w:vAlign w:val="center"/>
          </w:tcPr>
          <w:p w:rsidR="003B2661" w:rsidRPr="00CB2C9B" w:rsidRDefault="003B2661" w:rsidP="003B2661">
            <w:pPr>
              <w:pStyle w:val="ListParagraph"/>
              <w:numPr>
                <w:ilvl w:val="0"/>
                <w:numId w:val="2"/>
              </w:numPr>
              <w:spacing w:after="0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700" w:type="dxa"/>
            <w:vMerge w:val="restart"/>
            <w:vAlign w:val="center"/>
          </w:tcPr>
          <w:p w:rsidR="003B2661" w:rsidRPr="00CB2C9B" w:rsidRDefault="003B2661" w:rsidP="003B2661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320" w:type="dxa"/>
            <w:vMerge w:val="restart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B2661" w:rsidRPr="00CB2C9B" w:rsidRDefault="003B2661" w:rsidP="003B2661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70" w:type="dxa"/>
            <w:vMerge w:val="restart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B2661" w:rsidRPr="00CB2C9B" w:rsidRDefault="003B2661" w:rsidP="003B2661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0" w:type="dxa"/>
            <w:tcBorders>
              <w:right w:val="nil"/>
            </w:tcBorders>
            <w:vAlign w:val="center"/>
          </w:tcPr>
          <w:p w:rsidR="003B2661" w:rsidRPr="000B0F77" w:rsidRDefault="003B2661" w:rsidP="003B2661">
            <w:pPr>
              <w:spacing w:after="0"/>
              <w:ind w:right="-108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EC</w:t>
            </w:r>
          </w:p>
        </w:tc>
        <w:tc>
          <w:tcPr>
            <w:tcW w:w="1440" w:type="dxa"/>
            <w:tcBorders>
              <w:left w:val="nil"/>
            </w:tcBorders>
            <w:vAlign w:val="center"/>
          </w:tcPr>
          <w:p w:rsidR="003B2661" w:rsidRPr="000B0F77" w:rsidRDefault="003B2661" w:rsidP="003B2661">
            <w:pPr>
              <w:spacing w:after="0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3B2661" w:rsidRPr="000B0F77" w:rsidRDefault="003B2661" w:rsidP="003B2661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540" w:type="dxa"/>
            <w:vAlign w:val="center"/>
          </w:tcPr>
          <w:p w:rsidR="003B2661" w:rsidRPr="000B0F77" w:rsidRDefault="003B2661" w:rsidP="003B2661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833" w:type="dxa"/>
            <w:vAlign w:val="center"/>
          </w:tcPr>
          <w:p w:rsidR="003B2661" w:rsidRPr="000B0F77" w:rsidRDefault="003B2661" w:rsidP="003B2661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</w:tr>
      <w:tr w:rsidR="003B2661" w:rsidRPr="00CB2C9B" w:rsidTr="00963F9C">
        <w:trPr>
          <w:trHeight w:val="432"/>
        </w:trPr>
        <w:tc>
          <w:tcPr>
            <w:tcW w:w="535" w:type="dxa"/>
            <w:vMerge/>
            <w:vAlign w:val="center"/>
          </w:tcPr>
          <w:p w:rsidR="003B2661" w:rsidRPr="00CB2C9B" w:rsidRDefault="003B2661" w:rsidP="003B2661">
            <w:pPr>
              <w:pStyle w:val="ListParagraph"/>
              <w:numPr>
                <w:ilvl w:val="0"/>
                <w:numId w:val="2"/>
              </w:numPr>
              <w:spacing w:after="0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3B2661" w:rsidRPr="00CB2C9B" w:rsidRDefault="003B2661" w:rsidP="003B2661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320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B2661" w:rsidRPr="00CB2C9B" w:rsidRDefault="003B2661" w:rsidP="003B2661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70" w:type="dxa"/>
            <w:vMerge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B2661" w:rsidRPr="00CB2C9B" w:rsidRDefault="003B2661" w:rsidP="003B2661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0" w:type="dxa"/>
            <w:tcBorders>
              <w:right w:val="nil"/>
            </w:tcBorders>
            <w:vAlign w:val="center"/>
          </w:tcPr>
          <w:p w:rsidR="003B2661" w:rsidRPr="000B0F77" w:rsidRDefault="003B2661" w:rsidP="003B2661">
            <w:pPr>
              <w:spacing w:after="0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LC</w:t>
            </w:r>
          </w:p>
        </w:tc>
        <w:tc>
          <w:tcPr>
            <w:tcW w:w="1440" w:type="dxa"/>
            <w:tcBorders>
              <w:left w:val="nil"/>
            </w:tcBorders>
            <w:vAlign w:val="center"/>
          </w:tcPr>
          <w:p w:rsidR="003B2661" w:rsidRPr="000B0F77" w:rsidRDefault="003B2661" w:rsidP="003B2661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3B2661" w:rsidRPr="000B0F77" w:rsidRDefault="003B2661" w:rsidP="003B2661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540" w:type="dxa"/>
            <w:vAlign w:val="center"/>
          </w:tcPr>
          <w:p w:rsidR="003B2661" w:rsidRPr="000B0F77" w:rsidRDefault="003B2661" w:rsidP="003B2661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833" w:type="dxa"/>
            <w:vAlign w:val="center"/>
          </w:tcPr>
          <w:p w:rsidR="003B2661" w:rsidRPr="000B0F77" w:rsidRDefault="003B2661" w:rsidP="003B2661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</w:tr>
    </w:tbl>
    <w:p w:rsidR="0006398B" w:rsidRDefault="0006398B" w:rsidP="00CB2C9B">
      <w:pPr>
        <w:spacing w:after="0"/>
        <w:rPr>
          <w:rFonts w:ascii="Tahoma" w:hAnsi="Tahoma" w:cs="Tahoma"/>
        </w:rPr>
      </w:pPr>
    </w:p>
    <w:tbl>
      <w:tblPr>
        <w:tblStyle w:val="TableGrid1"/>
        <w:tblW w:w="15408" w:type="dxa"/>
        <w:tblLook w:val="04A0" w:firstRow="1" w:lastRow="0" w:firstColumn="1" w:lastColumn="0" w:noHBand="0" w:noVBand="1"/>
      </w:tblPr>
      <w:tblGrid>
        <w:gridCol w:w="3028"/>
        <w:gridCol w:w="3095"/>
        <w:gridCol w:w="3095"/>
        <w:gridCol w:w="3197"/>
        <w:gridCol w:w="2993"/>
      </w:tblGrid>
      <w:tr w:rsidR="00FF31BB" w:rsidRPr="00AC75C2" w:rsidTr="00E05E56">
        <w:trPr>
          <w:trHeight w:hRule="exact" w:val="432"/>
        </w:trPr>
        <w:tc>
          <w:tcPr>
            <w:tcW w:w="15408" w:type="dxa"/>
            <w:gridSpan w:val="5"/>
            <w:shd w:val="clear" w:color="auto" w:fill="F2F2F2" w:themeFill="background1" w:themeFillShade="F2"/>
            <w:vAlign w:val="center"/>
          </w:tcPr>
          <w:p w:rsidR="00FF31BB" w:rsidRPr="00AC75C2" w:rsidRDefault="00FF31BB" w:rsidP="004A454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  <w:r w:rsidRPr="00AC75C2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>APPROVALS &amp; SIGNOFF</w:t>
            </w:r>
          </w:p>
        </w:tc>
      </w:tr>
      <w:tr w:rsidR="00E05E56" w:rsidRPr="00AC75C2" w:rsidTr="00E05E56">
        <w:trPr>
          <w:trHeight w:hRule="exact" w:val="532"/>
        </w:trPr>
        <w:tc>
          <w:tcPr>
            <w:tcW w:w="15408" w:type="dxa"/>
            <w:gridSpan w:val="5"/>
            <w:shd w:val="clear" w:color="auto" w:fill="auto"/>
          </w:tcPr>
          <w:p w:rsidR="00E05E56" w:rsidRPr="00024737" w:rsidRDefault="00E05E56" w:rsidP="00E05E56">
            <w:pPr>
              <w:rPr>
                <w:rFonts w:ascii="Tahoma" w:eastAsia="Times New Roman" w:hAnsi="Tahoma" w:cs="Tahoma"/>
                <w:b/>
                <w:bCs/>
                <w:noProof/>
                <w:sz w:val="20"/>
                <w:szCs w:val="20"/>
                <w:lang w:eastAsia="en-US"/>
              </w:rPr>
            </w:pPr>
            <w:r w:rsidRPr="00CB2C9B">
              <w:rPr>
                <w:rFonts w:ascii="Tahoma" w:hAnsi="Tahoma" w:cs="Tahoma"/>
                <w:sz w:val="20"/>
                <w:szCs w:val="20"/>
              </w:rPr>
              <w:t xml:space="preserve">We confirm that the above has been discussed and agreed with the Job Holder and we both understand this is a good representation of the performance </w:t>
            </w:r>
            <w:r>
              <w:rPr>
                <w:rFonts w:ascii="Tahoma" w:hAnsi="Tahoma" w:cs="Tahoma"/>
                <w:sz w:val="20"/>
                <w:szCs w:val="20"/>
              </w:rPr>
              <w:t>for past 6 months period (if applicable) and future 6 months period.</w:t>
            </w:r>
          </w:p>
        </w:tc>
      </w:tr>
      <w:tr w:rsidR="00FF31BB" w:rsidRPr="00AC75C2" w:rsidTr="00E05E56">
        <w:trPr>
          <w:trHeight w:hRule="exact" w:val="360"/>
        </w:trPr>
        <w:tc>
          <w:tcPr>
            <w:tcW w:w="3028" w:type="dxa"/>
            <w:shd w:val="clear" w:color="auto" w:fill="D9D9D9" w:themeFill="background1" w:themeFillShade="D9"/>
          </w:tcPr>
          <w:p w:rsidR="00FF31BB" w:rsidRPr="00AC75C2" w:rsidRDefault="00FF31BB" w:rsidP="004A454E">
            <w:pPr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3095" w:type="dxa"/>
            <w:vAlign w:val="center"/>
          </w:tcPr>
          <w:p w:rsidR="00FF31BB" w:rsidRPr="00024737" w:rsidRDefault="00FF31BB" w:rsidP="004A454E">
            <w:pPr>
              <w:jc w:val="center"/>
              <w:rPr>
                <w:rFonts w:ascii="Tahoma" w:eastAsia="Times New Roman" w:hAnsi="Tahoma" w:cs="Tahoma"/>
                <w:b/>
                <w:bCs/>
                <w:noProof/>
                <w:sz w:val="20"/>
                <w:szCs w:val="20"/>
                <w:lang w:eastAsia="en-US"/>
              </w:rPr>
            </w:pPr>
            <w:r w:rsidRPr="00024737">
              <w:rPr>
                <w:rFonts w:ascii="Tahoma" w:eastAsia="Times New Roman" w:hAnsi="Tahoma" w:cs="Tahoma"/>
                <w:b/>
                <w:bCs/>
                <w:noProof/>
                <w:sz w:val="20"/>
                <w:szCs w:val="20"/>
                <w:lang w:eastAsia="zh-CN"/>
              </w:rPr>
              <w:t>Full Name</w:t>
            </w:r>
          </w:p>
        </w:tc>
        <w:tc>
          <w:tcPr>
            <w:tcW w:w="3095" w:type="dxa"/>
            <w:vAlign w:val="center"/>
          </w:tcPr>
          <w:p w:rsidR="00FF31BB" w:rsidRPr="00024737" w:rsidRDefault="00FF31BB" w:rsidP="004A454E">
            <w:pPr>
              <w:jc w:val="center"/>
              <w:rPr>
                <w:rFonts w:ascii="Tahoma" w:eastAsia="Times New Roman" w:hAnsi="Tahoma" w:cs="Tahoma"/>
                <w:b/>
                <w:bCs/>
                <w:noProof/>
                <w:sz w:val="20"/>
                <w:szCs w:val="20"/>
                <w:lang w:eastAsia="en-US"/>
              </w:rPr>
            </w:pPr>
            <w:r w:rsidRPr="00024737">
              <w:rPr>
                <w:rFonts w:ascii="Tahoma" w:eastAsia="Times New Roman" w:hAnsi="Tahoma" w:cs="Tahoma"/>
                <w:b/>
                <w:bCs/>
                <w:noProof/>
                <w:sz w:val="20"/>
                <w:szCs w:val="20"/>
                <w:lang w:eastAsia="zh-CN"/>
              </w:rPr>
              <w:t>Designation</w:t>
            </w:r>
          </w:p>
        </w:tc>
        <w:tc>
          <w:tcPr>
            <w:tcW w:w="3197" w:type="dxa"/>
            <w:vAlign w:val="center"/>
          </w:tcPr>
          <w:p w:rsidR="00FF31BB" w:rsidRPr="00024737" w:rsidRDefault="00FF31BB" w:rsidP="004A454E">
            <w:pPr>
              <w:jc w:val="center"/>
              <w:rPr>
                <w:rFonts w:ascii="Tahoma" w:eastAsia="Times New Roman" w:hAnsi="Tahoma" w:cs="Tahoma"/>
                <w:b/>
                <w:bCs/>
                <w:noProof/>
                <w:sz w:val="20"/>
                <w:szCs w:val="20"/>
                <w:lang w:eastAsia="en-US"/>
              </w:rPr>
            </w:pPr>
            <w:r w:rsidRPr="00024737">
              <w:rPr>
                <w:rFonts w:ascii="Tahoma" w:eastAsia="Times New Roman" w:hAnsi="Tahoma" w:cs="Tahoma"/>
                <w:b/>
                <w:bCs/>
                <w:noProof/>
                <w:sz w:val="20"/>
                <w:szCs w:val="20"/>
                <w:lang w:eastAsia="zh-CN"/>
              </w:rPr>
              <w:t>Date</w:t>
            </w:r>
          </w:p>
        </w:tc>
        <w:tc>
          <w:tcPr>
            <w:tcW w:w="2993" w:type="dxa"/>
            <w:vAlign w:val="center"/>
          </w:tcPr>
          <w:p w:rsidR="00FF31BB" w:rsidRPr="00024737" w:rsidRDefault="00FF31BB" w:rsidP="004A454E">
            <w:pPr>
              <w:jc w:val="center"/>
              <w:rPr>
                <w:rFonts w:ascii="Tahoma" w:eastAsia="Times New Roman" w:hAnsi="Tahoma" w:cs="Tahoma"/>
                <w:b/>
                <w:bCs/>
                <w:noProof/>
                <w:sz w:val="20"/>
                <w:szCs w:val="20"/>
                <w:lang w:eastAsia="en-US"/>
              </w:rPr>
            </w:pPr>
            <w:r w:rsidRPr="00024737">
              <w:rPr>
                <w:rFonts w:ascii="Tahoma" w:eastAsia="Times New Roman" w:hAnsi="Tahoma" w:cs="Tahoma"/>
                <w:b/>
                <w:bCs/>
                <w:noProof/>
                <w:sz w:val="20"/>
                <w:szCs w:val="20"/>
                <w:lang w:eastAsia="en-US"/>
              </w:rPr>
              <w:t>Signature</w:t>
            </w:r>
          </w:p>
        </w:tc>
      </w:tr>
      <w:tr w:rsidR="00FF31BB" w:rsidRPr="00AC75C2" w:rsidTr="000F3403">
        <w:trPr>
          <w:trHeight w:hRule="exact" w:val="576"/>
        </w:trPr>
        <w:tc>
          <w:tcPr>
            <w:tcW w:w="3028" w:type="dxa"/>
            <w:shd w:val="clear" w:color="auto" w:fill="auto"/>
            <w:vAlign w:val="center"/>
          </w:tcPr>
          <w:p w:rsidR="00FF31BB" w:rsidRPr="00AC75C2" w:rsidRDefault="000F3403" w:rsidP="000F3403">
            <w:pPr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0F3403">
              <w:rPr>
                <w:rFonts w:ascii="Tahoma" w:hAnsi="Tahoma" w:cs="Tahoma"/>
                <w:b/>
                <w:bCs/>
                <w:sz w:val="20"/>
                <w:szCs w:val="20"/>
              </w:rPr>
              <w:t>Employee</w:t>
            </w:r>
          </w:p>
        </w:tc>
        <w:tc>
          <w:tcPr>
            <w:tcW w:w="3095" w:type="dxa"/>
            <w:vAlign w:val="center"/>
          </w:tcPr>
          <w:p w:rsidR="00FF31BB" w:rsidRPr="00024737" w:rsidRDefault="00FF31BB" w:rsidP="004A454E">
            <w:pPr>
              <w:jc w:val="center"/>
              <w:rPr>
                <w:rFonts w:ascii="Tahoma" w:eastAsia="Times New Roman" w:hAnsi="Tahoma" w:cs="Tahoma"/>
                <w:b/>
                <w:bCs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3095" w:type="dxa"/>
            <w:vAlign w:val="center"/>
          </w:tcPr>
          <w:p w:rsidR="00FF31BB" w:rsidRPr="00024737" w:rsidRDefault="00FF31BB" w:rsidP="004A454E">
            <w:pPr>
              <w:jc w:val="center"/>
              <w:rPr>
                <w:rFonts w:ascii="Tahoma" w:eastAsia="Times New Roman" w:hAnsi="Tahoma" w:cs="Tahoma"/>
                <w:b/>
                <w:bCs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3197" w:type="dxa"/>
            <w:vAlign w:val="center"/>
          </w:tcPr>
          <w:p w:rsidR="00FF31BB" w:rsidRPr="00024737" w:rsidRDefault="00FF31BB" w:rsidP="004A454E">
            <w:pPr>
              <w:jc w:val="center"/>
              <w:rPr>
                <w:rFonts w:ascii="Tahoma" w:eastAsia="Times New Roman" w:hAnsi="Tahoma" w:cs="Tahoma"/>
                <w:b/>
                <w:bCs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2993" w:type="dxa"/>
            <w:vAlign w:val="center"/>
          </w:tcPr>
          <w:p w:rsidR="00FF31BB" w:rsidRPr="00024737" w:rsidRDefault="00FF31BB" w:rsidP="004A454E">
            <w:pPr>
              <w:jc w:val="center"/>
              <w:rPr>
                <w:rFonts w:ascii="Tahoma" w:eastAsia="Times New Roman" w:hAnsi="Tahoma" w:cs="Tahoma"/>
                <w:b/>
                <w:bCs/>
                <w:noProof/>
                <w:sz w:val="20"/>
                <w:szCs w:val="20"/>
                <w:lang w:eastAsia="en-US"/>
              </w:rPr>
            </w:pPr>
          </w:p>
        </w:tc>
      </w:tr>
      <w:tr w:rsidR="00FF31BB" w:rsidRPr="00AC75C2" w:rsidTr="000F3403">
        <w:trPr>
          <w:trHeight w:hRule="exact" w:val="576"/>
        </w:trPr>
        <w:tc>
          <w:tcPr>
            <w:tcW w:w="3028" w:type="dxa"/>
            <w:vAlign w:val="center"/>
          </w:tcPr>
          <w:p w:rsidR="00FF31BB" w:rsidRPr="00024737" w:rsidRDefault="003B2661" w:rsidP="000F340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GMD</w:t>
            </w:r>
          </w:p>
        </w:tc>
        <w:tc>
          <w:tcPr>
            <w:tcW w:w="3095" w:type="dxa"/>
          </w:tcPr>
          <w:p w:rsidR="00FF31BB" w:rsidRPr="00AC75C2" w:rsidRDefault="00FF31BB" w:rsidP="004A454E">
            <w:pPr>
              <w:rPr>
                <w:rFonts w:ascii="Tahoma" w:eastAsia="Times New Roman" w:hAnsi="Tahoma" w:cs="Tahoma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3095" w:type="dxa"/>
          </w:tcPr>
          <w:p w:rsidR="00FF31BB" w:rsidRPr="00AC75C2" w:rsidRDefault="00FF31BB" w:rsidP="004A454E">
            <w:pPr>
              <w:rPr>
                <w:rFonts w:ascii="Tahoma" w:eastAsia="Times New Roman" w:hAnsi="Tahoma" w:cs="Tahoma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3197" w:type="dxa"/>
          </w:tcPr>
          <w:p w:rsidR="00FF31BB" w:rsidRPr="00AC75C2" w:rsidRDefault="00FF31BB" w:rsidP="004A454E">
            <w:pPr>
              <w:rPr>
                <w:rFonts w:ascii="Tahoma" w:eastAsia="Times New Roman" w:hAnsi="Tahoma" w:cs="Tahoma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2993" w:type="dxa"/>
          </w:tcPr>
          <w:p w:rsidR="00FF31BB" w:rsidRPr="00AC75C2" w:rsidRDefault="00FF31BB" w:rsidP="004A454E">
            <w:pPr>
              <w:rPr>
                <w:rFonts w:ascii="Tahoma" w:eastAsia="Times New Roman" w:hAnsi="Tahoma" w:cs="Tahoma"/>
                <w:noProof/>
                <w:sz w:val="20"/>
                <w:szCs w:val="20"/>
                <w:lang w:eastAsia="zh-CN"/>
              </w:rPr>
            </w:pPr>
          </w:p>
        </w:tc>
      </w:tr>
      <w:tr w:rsidR="00FF31BB" w:rsidRPr="00AC75C2" w:rsidTr="000F3403">
        <w:trPr>
          <w:trHeight w:hRule="exact" w:val="576"/>
        </w:trPr>
        <w:tc>
          <w:tcPr>
            <w:tcW w:w="3028" w:type="dxa"/>
            <w:vAlign w:val="center"/>
          </w:tcPr>
          <w:p w:rsidR="00FF31BB" w:rsidRPr="00024737" w:rsidRDefault="003B2661" w:rsidP="000F340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HR</w:t>
            </w:r>
          </w:p>
        </w:tc>
        <w:tc>
          <w:tcPr>
            <w:tcW w:w="3095" w:type="dxa"/>
          </w:tcPr>
          <w:p w:rsidR="00FF31BB" w:rsidRPr="00AC75C2" w:rsidRDefault="00FF31BB" w:rsidP="004A454E">
            <w:pPr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3095" w:type="dxa"/>
          </w:tcPr>
          <w:p w:rsidR="00FF31BB" w:rsidRPr="00AC75C2" w:rsidRDefault="00FF31BB" w:rsidP="004A454E">
            <w:pPr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3197" w:type="dxa"/>
          </w:tcPr>
          <w:p w:rsidR="00FF31BB" w:rsidRPr="00AC75C2" w:rsidRDefault="00FF31BB" w:rsidP="004A454E">
            <w:pPr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2993" w:type="dxa"/>
          </w:tcPr>
          <w:p w:rsidR="00FF31BB" w:rsidRPr="00AC75C2" w:rsidRDefault="00FF31BB" w:rsidP="004A454E">
            <w:pPr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</w:tbl>
    <w:p w:rsidR="007E0DEC" w:rsidRPr="00CB2C9B" w:rsidRDefault="007E0DEC" w:rsidP="000F3403">
      <w:pPr>
        <w:spacing w:after="0"/>
        <w:jc w:val="both"/>
        <w:rPr>
          <w:rFonts w:ascii="Tahoma" w:hAnsi="Tahoma" w:cs="Tahoma"/>
          <w:sz w:val="20"/>
          <w:szCs w:val="20"/>
        </w:rPr>
      </w:pPr>
    </w:p>
    <w:sectPr w:rsidR="007E0DEC" w:rsidRPr="00CB2C9B" w:rsidSect="00E1046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4" w:h="11909" w:orient="landscape" w:code="9"/>
      <w:pgMar w:top="1899" w:right="1872" w:bottom="1260" w:left="720" w:header="446" w:footer="28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F6D" w:rsidRDefault="00F54F6D" w:rsidP="00F066BD">
      <w:pPr>
        <w:spacing w:after="0"/>
      </w:pPr>
      <w:r>
        <w:separator/>
      </w:r>
    </w:p>
  </w:endnote>
  <w:endnote w:type="continuationSeparator" w:id="0">
    <w:p w:rsidR="00F54F6D" w:rsidRDefault="00F54F6D" w:rsidP="00F066B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3AE" w:rsidRDefault="00C673A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5408" w:type="dxa"/>
      <w:tblBorders>
        <w:insideH w:val="none" w:sz="0" w:space="0" w:color="auto"/>
      </w:tblBorders>
      <w:tblLook w:val="04A0" w:firstRow="1" w:lastRow="0" w:firstColumn="1" w:lastColumn="0" w:noHBand="0" w:noVBand="1"/>
    </w:tblPr>
    <w:tblGrid>
      <w:gridCol w:w="5136"/>
      <w:gridCol w:w="5136"/>
      <w:gridCol w:w="5136"/>
    </w:tblGrid>
    <w:tr w:rsidR="002A236B" w:rsidRPr="00377DCC" w:rsidTr="00D134CF">
      <w:tc>
        <w:tcPr>
          <w:tcW w:w="3561" w:type="dxa"/>
          <w:vAlign w:val="center"/>
        </w:tcPr>
        <w:p w:rsidR="002A236B" w:rsidRPr="000638D3" w:rsidRDefault="002A236B" w:rsidP="004B1AF7">
          <w:pPr>
            <w:pStyle w:val="Footer"/>
            <w:tabs>
              <w:tab w:val="clear" w:pos="4320"/>
            </w:tabs>
            <w:spacing w:before="40" w:after="40"/>
            <w:rPr>
              <w:rFonts w:ascii="Tahoma" w:hAnsi="Tahoma" w:cs="Tahoma"/>
              <w:b/>
              <w:bCs/>
              <w:position w:val="-2"/>
              <w:sz w:val="16"/>
              <w:szCs w:val="16"/>
            </w:rPr>
          </w:pPr>
          <w:r w:rsidRPr="000638D3">
            <w:rPr>
              <w:rFonts w:ascii="Tahoma" w:hAnsi="Tahoma" w:cs="Tahoma"/>
              <w:b/>
              <w:bCs/>
              <w:color w:val="FF0000"/>
              <w:position w:val="-2"/>
              <w:sz w:val="16"/>
              <w:szCs w:val="16"/>
            </w:rPr>
            <w:t>Classification</w:t>
          </w:r>
        </w:p>
      </w:tc>
      <w:tc>
        <w:tcPr>
          <w:tcW w:w="3562" w:type="dxa"/>
          <w:vAlign w:val="center"/>
        </w:tcPr>
        <w:p w:rsidR="002A236B" w:rsidRPr="00377DCC" w:rsidRDefault="002A236B" w:rsidP="00CE2F3F">
          <w:pPr>
            <w:pStyle w:val="Footer"/>
            <w:tabs>
              <w:tab w:val="clear" w:pos="4320"/>
            </w:tabs>
            <w:spacing w:before="40" w:after="40"/>
            <w:jc w:val="center"/>
            <w:rPr>
              <w:rFonts w:ascii="Tahoma" w:hAnsi="Tahoma" w:cs="Tahoma"/>
              <w:position w:val="-2"/>
              <w:sz w:val="16"/>
              <w:szCs w:val="16"/>
            </w:rPr>
          </w:pPr>
          <w:r w:rsidRPr="000638D3">
            <w:rPr>
              <w:rFonts w:ascii="Tahoma" w:hAnsi="Tahoma" w:cs="Tahoma"/>
              <w:b/>
              <w:bCs/>
              <w:position w:val="-2"/>
              <w:sz w:val="16"/>
              <w:szCs w:val="16"/>
            </w:rPr>
            <w:t>Ref.</w:t>
          </w:r>
          <w:r>
            <w:rPr>
              <w:rFonts w:ascii="Tahoma" w:hAnsi="Tahoma" w:cs="Tahoma"/>
              <w:position w:val="-2"/>
              <w:sz w:val="16"/>
              <w:szCs w:val="16"/>
            </w:rPr>
            <w:t xml:space="preserve"> </w:t>
          </w:r>
          <w:r>
            <w:rPr>
              <w:rFonts w:ascii="Tahoma" w:hAnsi="Tahoma" w:cs="Tahoma"/>
              <w:position w:val="-2"/>
              <w:sz w:val="16"/>
              <w:szCs w:val="16"/>
            </w:rPr>
            <w:fldChar w:fldCharType="begin"/>
          </w:r>
          <w:r>
            <w:rPr>
              <w:rFonts w:ascii="Tahoma" w:hAnsi="Tahoma" w:cs="Tahoma"/>
              <w:position w:val="-2"/>
              <w:sz w:val="16"/>
              <w:szCs w:val="16"/>
            </w:rPr>
            <w:instrText xml:space="preserve"> DOCPROPERTY  "Document Reference No."  \* MERGEFORMAT </w:instrText>
          </w:r>
          <w:r>
            <w:rPr>
              <w:rFonts w:ascii="Tahoma" w:hAnsi="Tahoma" w:cs="Tahoma"/>
              <w:position w:val="-2"/>
              <w:sz w:val="16"/>
              <w:szCs w:val="16"/>
            </w:rPr>
            <w:fldChar w:fldCharType="separate"/>
          </w:r>
          <w:r w:rsidR="00926C33">
            <w:rPr>
              <w:rFonts w:ascii="Tahoma" w:hAnsi="Tahoma" w:cs="Tahoma"/>
              <w:position w:val="-2"/>
              <w:sz w:val="16"/>
              <w:szCs w:val="16"/>
            </w:rPr>
            <w:t>CBS-F-HR-18</w:t>
          </w:r>
          <w:r>
            <w:rPr>
              <w:rFonts w:ascii="Tahoma" w:hAnsi="Tahoma" w:cs="Tahoma"/>
              <w:position w:val="-2"/>
              <w:sz w:val="16"/>
              <w:szCs w:val="16"/>
            </w:rPr>
            <w:fldChar w:fldCharType="end"/>
          </w:r>
        </w:p>
      </w:tc>
      <w:tc>
        <w:tcPr>
          <w:tcW w:w="3562" w:type="dxa"/>
          <w:vAlign w:val="center"/>
        </w:tcPr>
        <w:p w:rsidR="002A236B" w:rsidRPr="00377DCC" w:rsidRDefault="002A236B" w:rsidP="004B1AF7">
          <w:pPr>
            <w:pStyle w:val="Footer"/>
            <w:tabs>
              <w:tab w:val="clear" w:pos="4320"/>
            </w:tabs>
            <w:spacing w:before="40" w:after="40"/>
            <w:jc w:val="right"/>
            <w:rPr>
              <w:rFonts w:ascii="Tahoma" w:hAnsi="Tahoma" w:cs="Tahoma"/>
              <w:position w:val="-2"/>
              <w:sz w:val="16"/>
              <w:szCs w:val="16"/>
            </w:rPr>
          </w:pPr>
          <w:r w:rsidRPr="000638D3">
            <w:rPr>
              <w:rFonts w:ascii="Tahoma" w:hAnsi="Tahoma" w:cs="Tahoma"/>
              <w:b/>
              <w:bCs/>
              <w:position w:val="-2"/>
              <w:sz w:val="16"/>
              <w:szCs w:val="16"/>
            </w:rPr>
            <w:t>Page</w:t>
          </w:r>
          <w:r>
            <w:rPr>
              <w:rFonts w:ascii="Tahoma" w:hAnsi="Tahoma" w:cs="Tahoma"/>
              <w:position w:val="-2"/>
              <w:sz w:val="16"/>
              <w:szCs w:val="16"/>
            </w:rPr>
            <w:t xml:space="preserve"> </w:t>
          </w:r>
          <w:r w:rsidRPr="000638D3">
            <w:rPr>
              <w:rFonts w:ascii="Tahoma" w:hAnsi="Tahoma" w:cs="Tahoma"/>
              <w:position w:val="-2"/>
              <w:sz w:val="16"/>
              <w:szCs w:val="16"/>
            </w:rPr>
            <w:fldChar w:fldCharType="begin"/>
          </w:r>
          <w:r w:rsidRPr="000638D3">
            <w:rPr>
              <w:rFonts w:ascii="Tahoma" w:hAnsi="Tahoma" w:cs="Tahoma"/>
              <w:position w:val="-2"/>
              <w:sz w:val="16"/>
              <w:szCs w:val="16"/>
            </w:rPr>
            <w:instrText xml:space="preserve"> PAGE  \* Arabic  \* MERGEFORMAT </w:instrText>
          </w:r>
          <w:r w:rsidRPr="000638D3">
            <w:rPr>
              <w:rFonts w:ascii="Tahoma" w:hAnsi="Tahoma" w:cs="Tahoma"/>
              <w:position w:val="-2"/>
              <w:sz w:val="16"/>
              <w:szCs w:val="16"/>
            </w:rPr>
            <w:fldChar w:fldCharType="separate"/>
          </w:r>
          <w:r w:rsidR="00926C33">
            <w:rPr>
              <w:rFonts w:ascii="Tahoma" w:hAnsi="Tahoma" w:cs="Tahoma"/>
              <w:noProof/>
              <w:position w:val="-2"/>
              <w:sz w:val="16"/>
              <w:szCs w:val="16"/>
            </w:rPr>
            <w:t>1</w:t>
          </w:r>
          <w:r w:rsidRPr="000638D3">
            <w:rPr>
              <w:rFonts w:ascii="Tahoma" w:hAnsi="Tahoma" w:cs="Tahoma"/>
              <w:position w:val="-2"/>
              <w:sz w:val="16"/>
              <w:szCs w:val="16"/>
            </w:rPr>
            <w:fldChar w:fldCharType="end"/>
          </w:r>
          <w:r w:rsidRPr="000638D3">
            <w:rPr>
              <w:rFonts w:ascii="Tahoma" w:hAnsi="Tahoma" w:cs="Tahoma"/>
              <w:position w:val="-2"/>
              <w:sz w:val="16"/>
              <w:szCs w:val="16"/>
            </w:rPr>
            <w:t xml:space="preserve"> of </w:t>
          </w:r>
          <w:r w:rsidRPr="000638D3">
            <w:rPr>
              <w:rFonts w:ascii="Tahoma" w:hAnsi="Tahoma" w:cs="Tahoma"/>
              <w:position w:val="-2"/>
              <w:sz w:val="16"/>
              <w:szCs w:val="16"/>
            </w:rPr>
            <w:fldChar w:fldCharType="begin"/>
          </w:r>
          <w:r w:rsidRPr="000638D3">
            <w:rPr>
              <w:rFonts w:ascii="Tahoma" w:hAnsi="Tahoma" w:cs="Tahoma"/>
              <w:position w:val="-2"/>
              <w:sz w:val="16"/>
              <w:szCs w:val="16"/>
            </w:rPr>
            <w:instrText xml:space="preserve"> NUMPAGES  \* Arabic  \* MERGEFORMAT </w:instrText>
          </w:r>
          <w:r w:rsidRPr="000638D3">
            <w:rPr>
              <w:rFonts w:ascii="Tahoma" w:hAnsi="Tahoma" w:cs="Tahoma"/>
              <w:position w:val="-2"/>
              <w:sz w:val="16"/>
              <w:szCs w:val="16"/>
            </w:rPr>
            <w:fldChar w:fldCharType="separate"/>
          </w:r>
          <w:r w:rsidR="00926C33">
            <w:rPr>
              <w:rFonts w:ascii="Tahoma" w:hAnsi="Tahoma" w:cs="Tahoma"/>
              <w:noProof/>
              <w:position w:val="-2"/>
              <w:sz w:val="16"/>
              <w:szCs w:val="16"/>
            </w:rPr>
            <w:t>3</w:t>
          </w:r>
          <w:r w:rsidRPr="000638D3">
            <w:rPr>
              <w:rFonts w:ascii="Tahoma" w:hAnsi="Tahoma" w:cs="Tahoma"/>
              <w:position w:val="-2"/>
              <w:sz w:val="16"/>
              <w:szCs w:val="16"/>
            </w:rPr>
            <w:fldChar w:fldCharType="end"/>
          </w:r>
        </w:p>
      </w:tc>
    </w:tr>
    <w:tr w:rsidR="002A236B" w:rsidRPr="00377DCC" w:rsidTr="00D134CF">
      <w:tc>
        <w:tcPr>
          <w:tcW w:w="3561" w:type="dxa"/>
          <w:vAlign w:val="center"/>
        </w:tcPr>
        <w:p w:rsidR="002A236B" w:rsidRPr="00377DCC" w:rsidRDefault="002A236B" w:rsidP="004B1AF7">
          <w:pPr>
            <w:pStyle w:val="Footer"/>
            <w:tabs>
              <w:tab w:val="clear" w:pos="4320"/>
            </w:tabs>
            <w:spacing w:before="40" w:after="40"/>
            <w:rPr>
              <w:rFonts w:ascii="Tahoma" w:hAnsi="Tahoma" w:cs="Tahoma"/>
              <w:position w:val="-2"/>
              <w:sz w:val="16"/>
              <w:szCs w:val="16"/>
            </w:rPr>
          </w:pPr>
          <w:r>
            <w:rPr>
              <w:rFonts w:ascii="Tahoma" w:hAnsi="Tahoma" w:cs="Tahoma"/>
              <w:position w:val="-2"/>
              <w:sz w:val="16"/>
              <w:szCs w:val="16"/>
            </w:rPr>
            <w:fldChar w:fldCharType="begin"/>
          </w:r>
          <w:r>
            <w:rPr>
              <w:rFonts w:ascii="Tahoma" w:hAnsi="Tahoma" w:cs="Tahoma"/>
              <w:position w:val="-2"/>
              <w:sz w:val="16"/>
              <w:szCs w:val="16"/>
            </w:rPr>
            <w:instrText xml:space="preserve"> DOCPROPERTY  Classification  \* MERGEFORMAT </w:instrText>
          </w:r>
          <w:r>
            <w:rPr>
              <w:rFonts w:ascii="Tahoma" w:hAnsi="Tahoma" w:cs="Tahoma"/>
              <w:position w:val="-2"/>
              <w:sz w:val="16"/>
              <w:szCs w:val="16"/>
            </w:rPr>
            <w:fldChar w:fldCharType="separate"/>
          </w:r>
          <w:r w:rsidR="00926C33">
            <w:rPr>
              <w:rFonts w:ascii="Tahoma" w:hAnsi="Tahoma" w:cs="Tahoma"/>
              <w:position w:val="-2"/>
              <w:sz w:val="16"/>
              <w:szCs w:val="16"/>
            </w:rPr>
            <w:t>Internal</w:t>
          </w:r>
          <w:r>
            <w:rPr>
              <w:rFonts w:ascii="Tahoma" w:hAnsi="Tahoma" w:cs="Tahoma"/>
              <w:position w:val="-2"/>
              <w:sz w:val="16"/>
              <w:szCs w:val="16"/>
            </w:rPr>
            <w:fldChar w:fldCharType="end"/>
          </w:r>
        </w:p>
      </w:tc>
      <w:tc>
        <w:tcPr>
          <w:tcW w:w="3562" w:type="dxa"/>
          <w:vAlign w:val="center"/>
        </w:tcPr>
        <w:p w:rsidR="002A236B" w:rsidRPr="00377DCC" w:rsidRDefault="002A236B" w:rsidP="00CE2F3F">
          <w:pPr>
            <w:pStyle w:val="Footer"/>
            <w:tabs>
              <w:tab w:val="clear" w:pos="4320"/>
            </w:tabs>
            <w:spacing w:before="40" w:after="40"/>
            <w:jc w:val="center"/>
            <w:rPr>
              <w:rFonts w:ascii="Tahoma" w:hAnsi="Tahoma" w:cs="Tahoma"/>
              <w:position w:val="-2"/>
              <w:sz w:val="16"/>
              <w:szCs w:val="16"/>
            </w:rPr>
          </w:pPr>
          <w:r w:rsidRPr="000638D3">
            <w:rPr>
              <w:rFonts w:ascii="Tahoma" w:hAnsi="Tahoma" w:cs="Tahoma"/>
              <w:b/>
              <w:bCs/>
              <w:position w:val="-2"/>
              <w:sz w:val="16"/>
              <w:szCs w:val="16"/>
            </w:rPr>
            <w:t>Ver.</w:t>
          </w:r>
          <w:r>
            <w:rPr>
              <w:rFonts w:ascii="Tahoma" w:hAnsi="Tahoma" w:cs="Tahoma"/>
              <w:position w:val="-2"/>
              <w:sz w:val="16"/>
              <w:szCs w:val="16"/>
            </w:rPr>
            <w:t xml:space="preserve"> </w:t>
          </w:r>
          <w:r>
            <w:rPr>
              <w:rFonts w:ascii="Tahoma" w:hAnsi="Tahoma" w:cs="Tahoma"/>
              <w:position w:val="-2"/>
              <w:sz w:val="16"/>
              <w:szCs w:val="16"/>
            </w:rPr>
            <w:fldChar w:fldCharType="begin"/>
          </w:r>
          <w:r>
            <w:rPr>
              <w:rFonts w:ascii="Tahoma" w:hAnsi="Tahoma" w:cs="Tahoma"/>
              <w:position w:val="-2"/>
              <w:sz w:val="16"/>
              <w:szCs w:val="16"/>
            </w:rPr>
            <w:instrText xml:space="preserve"> DOCPROPERTY  "Document Version No."  \* MERGEFORMAT </w:instrText>
          </w:r>
          <w:r>
            <w:rPr>
              <w:rFonts w:ascii="Tahoma" w:hAnsi="Tahoma" w:cs="Tahoma"/>
              <w:position w:val="-2"/>
              <w:sz w:val="16"/>
              <w:szCs w:val="16"/>
            </w:rPr>
            <w:fldChar w:fldCharType="separate"/>
          </w:r>
          <w:r w:rsidR="00926C33">
            <w:rPr>
              <w:rFonts w:ascii="Tahoma" w:hAnsi="Tahoma" w:cs="Tahoma"/>
              <w:position w:val="-2"/>
              <w:sz w:val="16"/>
              <w:szCs w:val="16"/>
            </w:rPr>
            <w:t>4.0</w:t>
          </w:r>
          <w:r>
            <w:rPr>
              <w:rFonts w:ascii="Tahoma" w:hAnsi="Tahoma" w:cs="Tahoma"/>
              <w:position w:val="-2"/>
              <w:sz w:val="16"/>
              <w:szCs w:val="16"/>
            </w:rPr>
            <w:fldChar w:fldCharType="end"/>
          </w:r>
          <w:r>
            <w:rPr>
              <w:rFonts w:ascii="Tahoma" w:hAnsi="Tahoma" w:cs="Tahoma"/>
              <w:position w:val="-2"/>
              <w:sz w:val="16"/>
              <w:szCs w:val="16"/>
            </w:rPr>
            <w:t xml:space="preserve"> </w:t>
          </w:r>
          <w:r w:rsidRPr="000638D3">
            <w:rPr>
              <w:rFonts w:ascii="Tahoma" w:hAnsi="Tahoma" w:cs="Tahoma"/>
              <w:b/>
              <w:bCs/>
              <w:position w:val="-2"/>
              <w:sz w:val="16"/>
              <w:szCs w:val="16"/>
            </w:rPr>
            <w:t>Date</w:t>
          </w:r>
          <w:r>
            <w:rPr>
              <w:rFonts w:ascii="Tahoma" w:hAnsi="Tahoma" w:cs="Tahoma"/>
              <w:position w:val="-2"/>
              <w:sz w:val="16"/>
              <w:szCs w:val="16"/>
            </w:rPr>
            <w:t xml:space="preserve"> </w:t>
          </w:r>
          <w:r>
            <w:rPr>
              <w:rFonts w:ascii="Tahoma" w:hAnsi="Tahoma" w:cs="Tahoma"/>
              <w:position w:val="-2"/>
              <w:sz w:val="16"/>
              <w:szCs w:val="16"/>
            </w:rPr>
            <w:fldChar w:fldCharType="begin"/>
          </w:r>
          <w:r>
            <w:rPr>
              <w:rFonts w:ascii="Tahoma" w:hAnsi="Tahoma" w:cs="Tahoma"/>
              <w:position w:val="-2"/>
              <w:sz w:val="16"/>
              <w:szCs w:val="16"/>
            </w:rPr>
            <w:instrText xml:space="preserve"> DOCPROPERTY  "Document Version Date"  \* MERGEFORMAT </w:instrText>
          </w:r>
          <w:r>
            <w:rPr>
              <w:rFonts w:ascii="Tahoma" w:hAnsi="Tahoma" w:cs="Tahoma"/>
              <w:position w:val="-2"/>
              <w:sz w:val="16"/>
              <w:szCs w:val="16"/>
            </w:rPr>
            <w:fldChar w:fldCharType="separate"/>
          </w:r>
          <w:r w:rsidR="00926C33">
            <w:rPr>
              <w:rFonts w:ascii="Tahoma" w:hAnsi="Tahoma" w:cs="Tahoma"/>
              <w:position w:val="-2"/>
              <w:sz w:val="16"/>
              <w:szCs w:val="16"/>
            </w:rPr>
            <w:t>23.04.2018</w:t>
          </w:r>
          <w:r>
            <w:rPr>
              <w:rFonts w:ascii="Tahoma" w:hAnsi="Tahoma" w:cs="Tahoma"/>
              <w:position w:val="-2"/>
              <w:sz w:val="16"/>
              <w:szCs w:val="16"/>
            </w:rPr>
            <w:fldChar w:fldCharType="end"/>
          </w:r>
        </w:p>
      </w:tc>
      <w:tc>
        <w:tcPr>
          <w:tcW w:w="3562" w:type="dxa"/>
          <w:vAlign w:val="center"/>
        </w:tcPr>
        <w:p w:rsidR="002A236B" w:rsidRPr="00377DCC" w:rsidRDefault="002A236B" w:rsidP="004B1AF7">
          <w:pPr>
            <w:pStyle w:val="Footer"/>
            <w:tabs>
              <w:tab w:val="clear" w:pos="4320"/>
            </w:tabs>
            <w:spacing w:before="40" w:after="40"/>
            <w:jc w:val="right"/>
            <w:rPr>
              <w:rFonts w:ascii="Tahoma" w:hAnsi="Tahoma" w:cs="Tahoma"/>
              <w:position w:val="-2"/>
              <w:sz w:val="16"/>
              <w:szCs w:val="16"/>
            </w:rPr>
          </w:pPr>
          <w:r>
            <w:rPr>
              <w:rFonts w:ascii="Tahoma" w:hAnsi="Tahoma" w:cs="Tahoma"/>
              <w:position w:val="-2"/>
              <w:sz w:val="16"/>
              <w:szCs w:val="16"/>
            </w:rPr>
            <w:t xml:space="preserve">www.thecorporategroup.ae </w:t>
          </w:r>
        </w:p>
      </w:tc>
    </w:tr>
  </w:tbl>
  <w:p w:rsidR="002A236B" w:rsidRPr="00F066BD" w:rsidRDefault="002A236B" w:rsidP="00A24CCC">
    <w:pPr>
      <w:pStyle w:val="Footer"/>
      <w:rPr>
        <w:rFonts w:ascii="Helvetica" w:hAnsi="Helvetica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3AE" w:rsidRDefault="00C673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F6D" w:rsidRDefault="00F54F6D" w:rsidP="00F066BD">
      <w:pPr>
        <w:spacing w:after="0"/>
      </w:pPr>
      <w:r>
        <w:separator/>
      </w:r>
    </w:p>
  </w:footnote>
  <w:footnote w:type="continuationSeparator" w:id="0">
    <w:p w:rsidR="00F54F6D" w:rsidRDefault="00F54F6D" w:rsidP="00F066B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3AE" w:rsidRDefault="00C673A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36B" w:rsidRDefault="00607EC6" w:rsidP="00996A46">
    <w:pPr>
      <w:pStyle w:val="Header"/>
      <w:tabs>
        <w:tab w:val="clear" w:pos="4320"/>
        <w:tab w:val="clear" w:pos="8640"/>
        <w:tab w:val="left" w:pos="4773"/>
      </w:tabs>
      <w:ind w:left="-720" w:firstLine="720"/>
    </w:pPr>
    <w:r>
      <w:rPr>
        <w:noProof/>
        <w:lang w:eastAsia="en-US"/>
      </w:rPr>
      <w:drawing>
        <wp:anchor distT="0" distB="0" distL="114300" distR="114300" simplePos="0" relativeHeight="251657216" behindDoc="0" locked="0" layoutInCell="1" allowOverlap="1" wp14:anchorId="53543401" wp14:editId="113ED24B">
          <wp:simplePos x="0" y="0"/>
          <wp:positionH relativeFrom="column">
            <wp:posOffset>7680737</wp:posOffset>
          </wp:positionH>
          <wp:positionV relativeFrom="paragraph">
            <wp:posOffset>-271334</wp:posOffset>
          </wp:positionV>
          <wp:extent cx="2607945" cy="2743200"/>
          <wp:effectExtent l="0" t="0" r="1905" b="0"/>
          <wp:wrapNone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07945" cy="274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A236B" w:rsidRPr="0020187B">
      <w:rPr>
        <w:noProof/>
        <w:lang w:eastAsia="en-US"/>
      </w:rPr>
      <w:drawing>
        <wp:inline distT="0" distB="0" distL="0" distR="0" wp14:anchorId="6F0D01C1" wp14:editId="61093515">
          <wp:extent cx="2511357" cy="667732"/>
          <wp:effectExtent l="0" t="0" r="3810" b="0"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pproved_LOGO-01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3157" cy="6682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3AE" w:rsidRDefault="00C673A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972A7D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41CC7536"/>
    <w:multiLevelType w:val="hybridMultilevel"/>
    <w:tmpl w:val="53E83E70"/>
    <w:lvl w:ilvl="0" w:tplc="DBD88784">
      <w:start w:val="1"/>
      <w:numFmt w:val="decimal"/>
      <w:lvlText w:val="%1."/>
      <w:lvlJc w:val="left"/>
      <w:pPr>
        <w:ind w:left="810" w:hanging="360"/>
      </w:pPr>
      <w:rPr>
        <w:b w:val="0"/>
        <w:bCs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5A357330"/>
    <w:multiLevelType w:val="hybridMultilevel"/>
    <w:tmpl w:val="5EEACDD0"/>
    <w:lvl w:ilvl="0" w:tplc="1FE871F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C33"/>
    <w:rsid w:val="00010AF6"/>
    <w:rsid w:val="00054431"/>
    <w:rsid w:val="000544A2"/>
    <w:rsid w:val="00055E5A"/>
    <w:rsid w:val="0006398B"/>
    <w:rsid w:val="00073B82"/>
    <w:rsid w:val="000839C1"/>
    <w:rsid w:val="000A04FD"/>
    <w:rsid w:val="000B069B"/>
    <w:rsid w:val="000B0F77"/>
    <w:rsid w:val="000C189A"/>
    <w:rsid w:val="000C25C9"/>
    <w:rsid w:val="000C6EC5"/>
    <w:rsid w:val="000F3403"/>
    <w:rsid w:val="0011211F"/>
    <w:rsid w:val="001139A8"/>
    <w:rsid w:val="001532EA"/>
    <w:rsid w:val="00181D1E"/>
    <w:rsid w:val="001824FC"/>
    <w:rsid w:val="001C2A49"/>
    <w:rsid w:val="001D3FED"/>
    <w:rsid w:val="001D48EA"/>
    <w:rsid w:val="001F226D"/>
    <w:rsid w:val="0020187B"/>
    <w:rsid w:val="00205BD8"/>
    <w:rsid w:val="00226D3B"/>
    <w:rsid w:val="00230070"/>
    <w:rsid w:val="00232B5D"/>
    <w:rsid w:val="0023799C"/>
    <w:rsid w:val="0025651D"/>
    <w:rsid w:val="002626B3"/>
    <w:rsid w:val="00266B1F"/>
    <w:rsid w:val="00287EB2"/>
    <w:rsid w:val="00290D73"/>
    <w:rsid w:val="00291A22"/>
    <w:rsid w:val="002A236B"/>
    <w:rsid w:val="002B2A6B"/>
    <w:rsid w:val="002C3231"/>
    <w:rsid w:val="002D1E7F"/>
    <w:rsid w:val="002D7E68"/>
    <w:rsid w:val="002E1D3C"/>
    <w:rsid w:val="002F5922"/>
    <w:rsid w:val="00312F85"/>
    <w:rsid w:val="0031411B"/>
    <w:rsid w:val="00326896"/>
    <w:rsid w:val="00327FC5"/>
    <w:rsid w:val="00360C83"/>
    <w:rsid w:val="00377AF5"/>
    <w:rsid w:val="003A4B74"/>
    <w:rsid w:val="003B2661"/>
    <w:rsid w:val="003C35FE"/>
    <w:rsid w:val="003D1A5A"/>
    <w:rsid w:val="003F0E88"/>
    <w:rsid w:val="00412A31"/>
    <w:rsid w:val="00413543"/>
    <w:rsid w:val="004165E6"/>
    <w:rsid w:val="004628E5"/>
    <w:rsid w:val="00476B88"/>
    <w:rsid w:val="004B1AF7"/>
    <w:rsid w:val="004C0743"/>
    <w:rsid w:val="004C7153"/>
    <w:rsid w:val="004D73F0"/>
    <w:rsid w:val="004E3F07"/>
    <w:rsid w:val="00500324"/>
    <w:rsid w:val="0050294F"/>
    <w:rsid w:val="00512680"/>
    <w:rsid w:val="0054512C"/>
    <w:rsid w:val="00545265"/>
    <w:rsid w:val="00574524"/>
    <w:rsid w:val="005828A4"/>
    <w:rsid w:val="00583BF3"/>
    <w:rsid w:val="00584C5E"/>
    <w:rsid w:val="005876CE"/>
    <w:rsid w:val="005A4A0E"/>
    <w:rsid w:val="005A559C"/>
    <w:rsid w:val="005E250C"/>
    <w:rsid w:val="005E37AA"/>
    <w:rsid w:val="005E74FA"/>
    <w:rsid w:val="00607EC6"/>
    <w:rsid w:val="00610A2A"/>
    <w:rsid w:val="00644E81"/>
    <w:rsid w:val="00650757"/>
    <w:rsid w:val="00671F6C"/>
    <w:rsid w:val="00686EFA"/>
    <w:rsid w:val="0068700B"/>
    <w:rsid w:val="006919D2"/>
    <w:rsid w:val="006A074C"/>
    <w:rsid w:val="006B3756"/>
    <w:rsid w:val="006C3FB0"/>
    <w:rsid w:val="006C44E4"/>
    <w:rsid w:val="006C5762"/>
    <w:rsid w:val="00710D5C"/>
    <w:rsid w:val="0071278C"/>
    <w:rsid w:val="0071657A"/>
    <w:rsid w:val="00726AD2"/>
    <w:rsid w:val="00735F63"/>
    <w:rsid w:val="00753F96"/>
    <w:rsid w:val="0078085C"/>
    <w:rsid w:val="007901C9"/>
    <w:rsid w:val="007B2180"/>
    <w:rsid w:val="007E0DEC"/>
    <w:rsid w:val="007F3A10"/>
    <w:rsid w:val="007F65AF"/>
    <w:rsid w:val="008128F3"/>
    <w:rsid w:val="0083188E"/>
    <w:rsid w:val="00832FA8"/>
    <w:rsid w:val="00843520"/>
    <w:rsid w:val="00855771"/>
    <w:rsid w:val="008733BE"/>
    <w:rsid w:val="00880F74"/>
    <w:rsid w:val="00895845"/>
    <w:rsid w:val="008B018B"/>
    <w:rsid w:val="008C1753"/>
    <w:rsid w:val="008E3BBB"/>
    <w:rsid w:val="00914E5F"/>
    <w:rsid w:val="00926C33"/>
    <w:rsid w:val="00931D8F"/>
    <w:rsid w:val="009465E0"/>
    <w:rsid w:val="00963F9C"/>
    <w:rsid w:val="00981AF8"/>
    <w:rsid w:val="00996A46"/>
    <w:rsid w:val="009D7E88"/>
    <w:rsid w:val="00A12077"/>
    <w:rsid w:val="00A24CCC"/>
    <w:rsid w:val="00A33444"/>
    <w:rsid w:val="00A34E57"/>
    <w:rsid w:val="00A365A4"/>
    <w:rsid w:val="00A377F2"/>
    <w:rsid w:val="00A46428"/>
    <w:rsid w:val="00A53111"/>
    <w:rsid w:val="00A5683C"/>
    <w:rsid w:val="00A744DA"/>
    <w:rsid w:val="00A82F07"/>
    <w:rsid w:val="00A83657"/>
    <w:rsid w:val="00A83752"/>
    <w:rsid w:val="00A929C7"/>
    <w:rsid w:val="00A939EC"/>
    <w:rsid w:val="00AB4EF8"/>
    <w:rsid w:val="00AD0A1D"/>
    <w:rsid w:val="00AE0DB5"/>
    <w:rsid w:val="00B07779"/>
    <w:rsid w:val="00B24D38"/>
    <w:rsid w:val="00B50EF8"/>
    <w:rsid w:val="00B51037"/>
    <w:rsid w:val="00B551D5"/>
    <w:rsid w:val="00B87841"/>
    <w:rsid w:val="00BB208F"/>
    <w:rsid w:val="00BB7581"/>
    <w:rsid w:val="00BF3F09"/>
    <w:rsid w:val="00BF6D5E"/>
    <w:rsid w:val="00C30F38"/>
    <w:rsid w:val="00C329B6"/>
    <w:rsid w:val="00C33834"/>
    <w:rsid w:val="00C447BB"/>
    <w:rsid w:val="00C53323"/>
    <w:rsid w:val="00C673AE"/>
    <w:rsid w:val="00C67D9D"/>
    <w:rsid w:val="00C93299"/>
    <w:rsid w:val="00CB2C9B"/>
    <w:rsid w:val="00CB51A3"/>
    <w:rsid w:val="00CC02E3"/>
    <w:rsid w:val="00CD460F"/>
    <w:rsid w:val="00CE2F3F"/>
    <w:rsid w:val="00CE3D41"/>
    <w:rsid w:val="00D134CF"/>
    <w:rsid w:val="00D15B38"/>
    <w:rsid w:val="00D172B5"/>
    <w:rsid w:val="00D708D6"/>
    <w:rsid w:val="00D873C3"/>
    <w:rsid w:val="00DA102A"/>
    <w:rsid w:val="00DB0B04"/>
    <w:rsid w:val="00DB2277"/>
    <w:rsid w:val="00DB2FFA"/>
    <w:rsid w:val="00DD1F52"/>
    <w:rsid w:val="00DF42BD"/>
    <w:rsid w:val="00DF5384"/>
    <w:rsid w:val="00E02BE5"/>
    <w:rsid w:val="00E036B2"/>
    <w:rsid w:val="00E05529"/>
    <w:rsid w:val="00E05E56"/>
    <w:rsid w:val="00E10468"/>
    <w:rsid w:val="00E16758"/>
    <w:rsid w:val="00E53366"/>
    <w:rsid w:val="00E6579F"/>
    <w:rsid w:val="00E75475"/>
    <w:rsid w:val="00E95E2C"/>
    <w:rsid w:val="00EA15F0"/>
    <w:rsid w:val="00EC240B"/>
    <w:rsid w:val="00EE3D3C"/>
    <w:rsid w:val="00EF4EFA"/>
    <w:rsid w:val="00EF6EDC"/>
    <w:rsid w:val="00F05DFC"/>
    <w:rsid w:val="00F066BD"/>
    <w:rsid w:val="00F2135C"/>
    <w:rsid w:val="00F54F6D"/>
    <w:rsid w:val="00F6535A"/>
    <w:rsid w:val="00F858AD"/>
    <w:rsid w:val="00FB6EC8"/>
    <w:rsid w:val="00FC24EA"/>
    <w:rsid w:val="00FD5F8D"/>
    <w:rsid w:val="00FF31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5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66BD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66BD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nhideWhenUsed/>
    <w:rsid w:val="00F066B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F066BD"/>
  </w:style>
  <w:style w:type="paragraph" w:styleId="Footer">
    <w:name w:val="footer"/>
    <w:basedOn w:val="Normal"/>
    <w:link w:val="FooterChar"/>
    <w:unhideWhenUsed/>
    <w:rsid w:val="00F066B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066BD"/>
  </w:style>
  <w:style w:type="table" w:styleId="TableGrid">
    <w:name w:val="Table Grid"/>
    <w:basedOn w:val="TableNormal"/>
    <w:uiPriority w:val="59"/>
    <w:rsid w:val="00D172B5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BF6D5E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paragraph" w:styleId="ListBullet">
    <w:name w:val="List Bullet"/>
    <w:basedOn w:val="Normal"/>
    <w:uiPriority w:val="99"/>
    <w:unhideWhenUsed/>
    <w:rsid w:val="00412A31"/>
    <w:pPr>
      <w:numPr>
        <w:numId w:val="1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4B1AF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F65AF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FF31BB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5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66BD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66BD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nhideWhenUsed/>
    <w:rsid w:val="00F066B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F066BD"/>
  </w:style>
  <w:style w:type="paragraph" w:styleId="Footer">
    <w:name w:val="footer"/>
    <w:basedOn w:val="Normal"/>
    <w:link w:val="FooterChar"/>
    <w:unhideWhenUsed/>
    <w:rsid w:val="00F066B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066BD"/>
  </w:style>
  <w:style w:type="table" w:styleId="TableGrid">
    <w:name w:val="Table Grid"/>
    <w:basedOn w:val="TableNormal"/>
    <w:uiPriority w:val="59"/>
    <w:rsid w:val="00D172B5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BF6D5E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paragraph" w:styleId="ListBullet">
    <w:name w:val="List Bullet"/>
    <w:basedOn w:val="Normal"/>
    <w:uiPriority w:val="99"/>
    <w:unhideWhenUsed/>
    <w:rsid w:val="00412A31"/>
    <w:pPr>
      <w:numPr>
        <w:numId w:val="1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4B1AF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F65AF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FF31BB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9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6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70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9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0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zadeh.khezri\Desktop\CBS-F-HR-18_Appraisal_form_for_Managerial_Positions_A.1_4.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63CAE7B-961E-45D6-912D-480096141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CBS-F-HR-18_Appraisal_form_for_Managerial_Positions_A.1_4.0.dotx</Template>
  <TotalTime>0</TotalTime>
  <Pages>3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CBS</Company>
  <LinksUpToDate>false</LinksUpToDate>
  <CharactersWithSpaces>2510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Azadeh Khezri | CBS</dc:creator>
  <cp:lastModifiedBy>Azadeh Khezri | CBS</cp:lastModifiedBy>
  <cp:revision>1</cp:revision>
  <cp:lastPrinted>2016-09-07T09:27:00Z</cp:lastPrinted>
  <dcterms:created xsi:type="dcterms:W3CDTF">2018-07-03T10:18:00Z</dcterms:created>
  <dcterms:modified xsi:type="dcterms:W3CDTF">2018-07-03T10:18:00Z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Title">
    <vt:lpwstr>PERFORMANCE APPRAISAL FORM FOR MANAGERIAL POSITIONS (A.1)</vt:lpwstr>
  </property>
  <property fmtid="{D5CDD505-2E9C-101B-9397-08002B2CF9AE}" pid="3" name="Document Reference No.">
    <vt:lpwstr>CBS-F-HR-18</vt:lpwstr>
  </property>
  <property fmtid="{D5CDD505-2E9C-101B-9397-08002B2CF9AE}" pid="4" name="Document Version No.">
    <vt:lpwstr>4.0</vt:lpwstr>
  </property>
  <property fmtid="{D5CDD505-2E9C-101B-9397-08002B2CF9AE}" pid="5" name="Document Version Date">
    <vt:lpwstr>23.04.2018</vt:lpwstr>
  </property>
  <property fmtid="{D5CDD505-2E9C-101B-9397-08002B2CF9AE}" pid="6" name="Classification">
    <vt:lpwstr>Internal</vt:lpwstr>
  </property>
</Properties>
</file>