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6262A" w:rsidRPr="0096262A" w:rsidRDefault="0096262A" w:rsidP="00456BA4">
      <w:pPr>
        <w:tabs>
          <w:tab w:val="left" w:pos="1680"/>
        </w:tabs>
        <w:spacing w:after="0"/>
        <w:rPr>
          <w:rFonts w:ascii="Tahoma" w:hAnsi="Tahoma" w:cs="Tahoma"/>
          <w:b/>
          <w:bCs/>
          <w:position w:val="-2"/>
          <w:sz w:val="28"/>
          <w:szCs w:val="28"/>
        </w:rPr>
      </w:pPr>
      <w:r w:rsidRPr="0096262A">
        <w:rPr>
          <w:rFonts w:ascii="Tahoma" w:hAnsi="Tahoma" w:cs="Tahoma"/>
          <w:b/>
          <w:bCs/>
          <w:position w:val="-2"/>
          <w:sz w:val="28"/>
          <w:szCs w:val="28"/>
        </w:rPr>
        <w:fldChar w:fldCharType="begin"/>
      </w:r>
      <w:r w:rsidRPr="0096262A">
        <w:rPr>
          <w:rFonts w:ascii="Tahoma" w:hAnsi="Tahoma" w:cs="Tahoma"/>
          <w:b/>
          <w:bCs/>
          <w:position w:val="-2"/>
          <w:sz w:val="28"/>
          <w:szCs w:val="28"/>
        </w:rPr>
        <w:instrText xml:space="preserve"> DOCPROPERTY  "Document Title"  \* MERGEFORMAT </w:instrText>
      </w:r>
      <w:r w:rsidRPr="0096262A">
        <w:rPr>
          <w:rFonts w:ascii="Tahoma" w:hAnsi="Tahoma" w:cs="Tahoma"/>
          <w:b/>
          <w:bCs/>
          <w:position w:val="-2"/>
          <w:sz w:val="28"/>
          <w:szCs w:val="28"/>
        </w:rPr>
        <w:fldChar w:fldCharType="separate"/>
      </w:r>
      <w:r w:rsidR="0027418E">
        <w:rPr>
          <w:rFonts w:ascii="Tahoma" w:hAnsi="Tahoma" w:cs="Tahoma"/>
          <w:b/>
          <w:bCs/>
          <w:position w:val="-2"/>
          <w:sz w:val="28"/>
          <w:szCs w:val="28"/>
        </w:rPr>
        <w:t>EMPLOYEE OF THE QUARTER NOMINATION FORM</w:t>
      </w:r>
      <w:r w:rsidRPr="0096262A">
        <w:rPr>
          <w:rFonts w:ascii="Tahoma" w:hAnsi="Tahoma" w:cs="Tahoma"/>
          <w:b/>
          <w:bCs/>
          <w:position w:val="-2"/>
          <w:sz w:val="28"/>
          <w:szCs w:val="28"/>
        </w:rPr>
        <w:fldChar w:fldCharType="end"/>
      </w:r>
    </w:p>
    <w:p w:rsidR="005A4A0E" w:rsidRPr="002D3EFC" w:rsidRDefault="00CB51A3" w:rsidP="00456BA4">
      <w:pPr>
        <w:tabs>
          <w:tab w:val="left" w:pos="1680"/>
        </w:tabs>
        <w:spacing w:after="0"/>
        <w:rPr>
          <w:rFonts w:ascii="Tahoma" w:hAnsi="Tahoma" w:cs="Tahoma"/>
          <w:sz w:val="16"/>
          <w:szCs w:val="16"/>
        </w:rPr>
      </w:pPr>
      <w:r w:rsidRPr="002D3EFC">
        <w:rPr>
          <w:rFonts w:ascii="Tahoma" w:hAnsi="Tahoma" w:cs="Tahoma"/>
          <w:sz w:val="16"/>
          <w:szCs w:val="16"/>
        </w:rPr>
        <w:tab/>
      </w:r>
    </w:p>
    <w:tbl>
      <w:tblPr>
        <w:tblStyle w:val="TableGrid"/>
        <w:tblW w:w="10512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512"/>
      </w:tblGrid>
      <w:tr w:rsidR="00266B1F" w:rsidRPr="002D3EFC" w:rsidTr="00750593">
        <w:trPr>
          <w:trHeight w:val="1432"/>
          <w:jc w:val="center"/>
        </w:trPr>
        <w:tc>
          <w:tcPr>
            <w:tcW w:w="106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456BA4" w:rsidRPr="002D3EFC" w:rsidRDefault="00456BA4" w:rsidP="00456BA4">
            <w:pPr>
              <w:jc w:val="both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2D3EFC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Instructions:</w:t>
            </w:r>
          </w:p>
          <w:p w:rsidR="00456BA4" w:rsidRPr="002D3EFC" w:rsidRDefault="00456BA4" w:rsidP="00456BA4">
            <w:pPr>
              <w:jc w:val="both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:rsidR="001C5E73" w:rsidRDefault="00794EBC" w:rsidP="00326D79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3EFC">
              <w:rPr>
                <w:rFonts w:ascii="Tahoma" w:hAnsi="Tahoma" w:cs="Tahoma"/>
                <w:sz w:val="16"/>
                <w:szCs w:val="16"/>
              </w:rPr>
              <w:t>The purpose of</w:t>
            </w:r>
            <w:r w:rsidR="00ED4729">
              <w:rPr>
                <w:rFonts w:ascii="Tahoma" w:hAnsi="Tahoma" w:cs="Tahoma"/>
                <w:sz w:val="16"/>
                <w:szCs w:val="16"/>
              </w:rPr>
              <w:t xml:space="preserve"> this award</w:t>
            </w:r>
            <w:r w:rsidR="00622CF1" w:rsidRPr="002D3EF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96262A" w:rsidRPr="0096262A">
              <w:rPr>
                <w:rFonts w:ascii="Tahoma" w:hAnsi="Tahoma" w:cs="Tahoma"/>
                <w:sz w:val="16"/>
                <w:szCs w:val="16"/>
              </w:rPr>
              <w:t>is to recog</w:t>
            </w:r>
            <w:r w:rsidR="00ED4729">
              <w:rPr>
                <w:rFonts w:ascii="Tahoma" w:hAnsi="Tahoma" w:cs="Tahoma"/>
                <w:sz w:val="16"/>
                <w:szCs w:val="16"/>
              </w:rPr>
              <w:t xml:space="preserve">nize employees who have served </w:t>
            </w:r>
            <w:r w:rsidR="00326D79">
              <w:rPr>
                <w:rFonts w:ascii="Tahoma" w:hAnsi="Tahoma" w:cs="Tahoma"/>
                <w:sz w:val="16"/>
                <w:szCs w:val="16"/>
              </w:rPr>
              <w:t xml:space="preserve">in </w:t>
            </w:r>
            <w:r w:rsidR="00C35697">
              <w:rPr>
                <w:rFonts w:ascii="Tahoma" w:hAnsi="Tahoma" w:cs="Tahoma"/>
                <w:sz w:val="16"/>
                <w:szCs w:val="16"/>
              </w:rPr>
              <w:t xml:space="preserve">TCG </w:t>
            </w:r>
            <w:r w:rsidR="00326D79">
              <w:rPr>
                <w:rFonts w:ascii="Tahoma" w:hAnsi="Tahoma" w:cs="Tahoma"/>
                <w:sz w:val="16"/>
                <w:szCs w:val="16"/>
              </w:rPr>
              <w:t xml:space="preserve">subsidiaries </w:t>
            </w:r>
            <w:r w:rsidR="0096262A" w:rsidRPr="0096262A">
              <w:rPr>
                <w:rFonts w:ascii="Tahoma" w:hAnsi="Tahoma" w:cs="Tahoma"/>
                <w:sz w:val="16"/>
                <w:szCs w:val="16"/>
              </w:rPr>
              <w:t xml:space="preserve">by </w:t>
            </w:r>
            <w:r w:rsidR="00912078" w:rsidRPr="0096262A">
              <w:rPr>
                <w:rFonts w:ascii="Tahoma" w:hAnsi="Tahoma" w:cs="Tahoma"/>
                <w:sz w:val="16"/>
                <w:szCs w:val="16"/>
              </w:rPr>
              <w:t>demonstrating</w:t>
            </w:r>
            <w:r w:rsidR="00326D79">
              <w:rPr>
                <w:rFonts w:ascii="Tahoma" w:hAnsi="Tahoma" w:cs="Tahoma"/>
                <w:sz w:val="16"/>
                <w:szCs w:val="16"/>
              </w:rPr>
              <w:t xml:space="preserve"> outstanding service/efforts</w:t>
            </w:r>
            <w:r w:rsidR="0096262A" w:rsidRPr="0096262A">
              <w:rPr>
                <w:rFonts w:ascii="Tahoma" w:hAnsi="Tahoma" w:cs="Tahoma"/>
                <w:sz w:val="16"/>
                <w:szCs w:val="16"/>
              </w:rPr>
              <w:t xml:space="preserve"> through his</w:t>
            </w:r>
            <w:r w:rsidR="00912078">
              <w:rPr>
                <w:rFonts w:ascii="Tahoma" w:hAnsi="Tahoma" w:cs="Tahoma"/>
                <w:sz w:val="16"/>
                <w:szCs w:val="16"/>
              </w:rPr>
              <w:t>/</w:t>
            </w:r>
            <w:r w:rsidR="0096262A" w:rsidRPr="0096262A">
              <w:rPr>
                <w:rFonts w:ascii="Tahoma" w:hAnsi="Tahoma" w:cs="Tahoma"/>
                <w:sz w:val="16"/>
                <w:szCs w:val="16"/>
              </w:rPr>
              <w:t xml:space="preserve">her work and exhibiting a positive and supportive attitude.  </w:t>
            </w:r>
            <w:r w:rsidR="00DD5184">
              <w:rPr>
                <w:rFonts w:ascii="Tahoma" w:hAnsi="Tahoma" w:cs="Tahoma"/>
                <w:sz w:val="16"/>
                <w:szCs w:val="16"/>
              </w:rPr>
              <w:t>Candidates</w:t>
            </w:r>
            <w:r w:rsidR="00DD5184" w:rsidRPr="00DD5184">
              <w:rPr>
                <w:rFonts w:ascii="Tahoma" w:hAnsi="Tahoma" w:cs="Tahoma"/>
                <w:sz w:val="16"/>
                <w:szCs w:val="16"/>
              </w:rPr>
              <w:t xml:space="preserve"> will be selected on, but not limited to, the criteria</w:t>
            </w:r>
            <w:r w:rsidR="00DD5184">
              <w:rPr>
                <w:rFonts w:ascii="Tahoma" w:hAnsi="Tahoma" w:cs="Tahoma"/>
                <w:sz w:val="16"/>
                <w:szCs w:val="16"/>
              </w:rPr>
              <w:t xml:space="preserve"> listed below. </w:t>
            </w:r>
            <w:r w:rsidR="001C5E73">
              <w:rPr>
                <w:rFonts w:ascii="Tahoma" w:hAnsi="Tahoma" w:cs="Tahoma"/>
                <w:sz w:val="16"/>
                <w:szCs w:val="16"/>
              </w:rPr>
              <w:t xml:space="preserve">This form can be submitted by the employee or any of his /her colleagues. </w:t>
            </w:r>
            <w:r w:rsidR="001C5E73" w:rsidRPr="00912078">
              <w:rPr>
                <w:rFonts w:ascii="Tahoma" w:hAnsi="Tahoma" w:cs="Tahoma"/>
                <w:sz w:val="16"/>
                <w:szCs w:val="16"/>
              </w:rPr>
              <w:t>The following steps have to be followed</w:t>
            </w:r>
            <w:r w:rsidR="00912078">
              <w:rPr>
                <w:rFonts w:ascii="Tahoma" w:hAnsi="Tahoma" w:cs="Tahoma"/>
                <w:sz w:val="16"/>
                <w:szCs w:val="16"/>
              </w:rPr>
              <w:t xml:space="preserve"> for filling up the form</w:t>
            </w:r>
            <w:r w:rsidR="001C5E73" w:rsidRPr="00912078">
              <w:rPr>
                <w:rFonts w:ascii="Tahoma" w:hAnsi="Tahoma" w:cs="Tahoma"/>
                <w:sz w:val="16"/>
                <w:szCs w:val="16"/>
              </w:rPr>
              <w:t>:</w:t>
            </w:r>
          </w:p>
          <w:p w:rsidR="001C5E73" w:rsidRDefault="001C5E73" w:rsidP="001C5E7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A7228" w:rsidRDefault="00912078" w:rsidP="00A1451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Access</w:t>
            </w:r>
            <w:r w:rsidR="006A7228">
              <w:rPr>
                <w:rFonts w:ascii="Tahoma" w:hAnsi="Tahoma" w:cs="Tahoma"/>
                <w:sz w:val="16"/>
                <w:szCs w:val="16"/>
              </w:rPr>
              <w:t xml:space="preserve"> the form </w:t>
            </w:r>
            <w:r>
              <w:rPr>
                <w:rFonts w:ascii="Tahoma" w:hAnsi="Tahoma" w:cs="Tahoma"/>
                <w:sz w:val="16"/>
                <w:szCs w:val="16"/>
              </w:rPr>
              <w:t xml:space="preserve">from the </w:t>
            </w:r>
            <w:r w:rsidR="006A7228">
              <w:rPr>
                <w:rFonts w:ascii="Tahoma" w:hAnsi="Tahoma" w:cs="Tahoma"/>
                <w:sz w:val="16"/>
                <w:szCs w:val="16"/>
              </w:rPr>
              <w:t>storage center</w:t>
            </w:r>
            <w:r w:rsidR="00A14513">
              <w:rPr>
                <w:rFonts w:ascii="Tahoma" w:hAnsi="Tahoma" w:cs="Tahoma"/>
                <w:sz w:val="16"/>
                <w:szCs w:val="16"/>
              </w:rPr>
              <w:t xml:space="preserve"> at the following path: </w:t>
            </w:r>
            <w:r w:rsidR="00A14513" w:rsidRPr="00A14513">
              <w:rPr>
                <w:rFonts w:ascii="Tahoma" w:hAnsi="Tahoma" w:cs="Tahoma"/>
                <w:sz w:val="16"/>
                <w:szCs w:val="16"/>
              </w:rPr>
              <w:t>Storage Centre\CBS TEMPLATES PROD\HR\Forms\For Use by Staff</w:t>
            </w:r>
          </w:p>
          <w:p w:rsidR="006A7228" w:rsidRDefault="006A7228" w:rsidP="00326D7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  <w:r w:rsidRPr="006A7228">
              <w:rPr>
                <w:rFonts w:ascii="Tahoma" w:hAnsi="Tahoma" w:cs="Tahoma"/>
                <w:sz w:val="16"/>
                <w:szCs w:val="16"/>
              </w:rPr>
              <w:t xml:space="preserve">omplete </w:t>
            </w:r>
            <w:r w:rsidR="00326D79">
              <w:rPr>
                <w:rFonts w:ascii="Tahoma" w:hAnsi="Tahoma" w:cs="Tahoma"/>
                <w:sz w:val="16"/>
                <w:szCs w:val="16"/>
              </w:rPr>
              <w:t>this</w:t>
            </w:r>
            <w:r w:rsidRPr="006A7228">
              <w:rPr>
                <w:rFonts w:ascii="Tahoma" w:hAnsi="Tahoma" w:cs="Tahoma"/>
                <w:sz w:val="16"/>
                <w:szCs w:val="16"/>
              </w:rPr>
              <w:t xml:space="preserve"> form and attach the evidence</w:t>
            </w:r>
            <w:r w:rsidR="00326D79">
              <w:rPr>
                <w:rFonts w:ascii="Tahoma" w:hAnsi="Tahoma" w:cs="Tahoma"/>
                <w:sz w:val="16"/>
                <w:szCs w:val="16"/>
              </w:rPr>
              <w:t xml:space="preserve"> when and if possible </w:t>
            </w:r>
            <w:r w:rsidRPr="006A7228">
              <w:rPr>
                <w:rFonts w:ascii="Tahoma" w:hAnsi="Tahoma" w:cs="Tahoma"/>
                <w:sz w:val="16"/>
                <w:szCs w:val="16"/>
              </w:rPr>
              <w:t xml:space="preserve">against each claimed criteria respectively. </w:t>
            </w:r>
          </w:p>
          <w:p w:rsidR="006A7228" w:rsidRPr="006A7228" w:rsidRDefault="006A7228" w:rsidP="00747BD2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Then email</w:t>
            </w:r>
            <w:r w:rsidRPr="006A7228">
              <w:rPr>
                <w:rFonts w:ascii="Tahoma" w:hAnsi="Tahoma" w:cs="Tahoma"/>
                <w:sz w:val="16"/>
                <w:szCs w:val="16"/>
              </w:rPr>
              <w:t xml:space="preserve"> to HR Department</w:t>
            </w:r>
            <w:r w:rsidR="00747BD2">
              <w:rPr>
                <w:rFonts w:ascii="Tahoma" w:hAnsi="Tahoma" w:cs="Tahoma"/>
                <w:sz w:val="16"/>
                <w:szCs w:val="16"/>
              </w:rPr>
              <w:t xml:space="preserve"> at </w:t>
            </w:r>
            <w:hyperlink r:id="rId9" w:history="1">
              <w:r w:rsidR="00747BD2" w:rsidRPr="00347100">
                <w:rPr>
                  <w:rStyle w:val="Hyperlink"/>
                  <w:rFonts w:ascii="Tahoma" w:hAnsi="Tahoma" w:cs="Tahoma"/>
                  <w:sz w:val="16"/>
                  <w:szCs w:val="16"/>
                </w:rPr>
                <w:t>archana.mukunthan@cbs-uae.ae</w:t>
              </w:r>
            </w:hyperlink>
            <w:r w:rsidR="00747BD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6A7228" w:rsidRDefault="006A7228" w:rsidP="001C5E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1C5E73" w:rsidRPr="001C5E73" w:rsidRDefault="001C5E73" w:rsidP="001C5E7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5E73">
              <w:rPr>
                <w:rFonts w:ascii="Tahoma" w:hAnsi="Tahoma" w:cs="Tahoma"/>
                <w:b/>
                <w:bCs/>
                <w:sz w:val="16"/>
                <w:szCs w:val="16"/>
              </w:rPr>
              <w:t>Note:</w:t>
            </w:r>
          </w:p>
          <w:p w:rsidR="001C5E73" w:rsidRDefault="001C5E73" w:rsidP="001C5E7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A7228" w:rsidRDefault="00DD5184" w:rsidP="006A722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A7228">
              <w:rPr>
                <w:rFonts w:ascii="Tahoma" w:hAnsi="Tahoma" w:cs="Tahoma"/>
                <w:sz w:val="16"/>
                <w:szCs w:val="16"/>
              </w:rPr>
              <w:t>Incomplete nom</w:t>
            </w:r>
            <w:r w:rsidR="001C5E73" w:rsidRPr="006A7228">
              <w:rPr>
                <w:rFonts w:ascii="Tahoma" w:hAnsi="Tahoma" w:cs="Tahoma"/>
                <w:sz w:val="16"/>
                <w:szCs w:val="16"/>
              </w:rPr>
              <w:t>inations will not be consid</w:t>
            </w:r>
            <w:r w:rsidR="00326D79">
              <w:rPr>
                <w:rFonts w:ascii="Tahoma" w:hAnsi="Tahoma" w:cs="Tahoma"/>
                <w:sz w:val="16"/>
                <w:szCs w:val="16"/>
              </w:rPr>
              <w:t>ered</w:t>
            </w:r>
          </w:p>
          <w:p w:rsidR="00326D79" w:rsidRPr="00326D79" w:rsidRDefault="00326D79" w:rsidP="00FC00B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The Employee of the quarter committee shall make final decision to award single nominee and the decision shall be final.</w:t>
            </w:r>
          </w:p>
        </w:tc>
      </w:tr>
    </w:tbl>
    <w:p w:rsidR="005A4A0E" w:rsidRPr="00FD5A55" w:rsidRDefault="005A4A0E" w:rsidP="00EE009F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tbl>
      <w:tblPr>
        <w:tblW w:w="10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3591"/>
        <w:gridCol w:w="1629"/>
        <w:gridCol w:w="3407"/>
      </w:tblGrid>
      <w:tr w:rsidR="002D3EFC" w:rsidRPr="002D3EFC" w:rsidTr="001C5E73">
        <w:trPr>
          <w:trHeight w:hRule="exact" w:val="432"/>
          <w:jc w:val="center"/>
        </w:trPr>
        <w:tc>
          <w:tcPr>
            <w:tcW w:w="10512" w:type="dxa"/>
            <w:gridSpan w:val="4"/>
            <w:shd w:val="clear" w:color="auto" w:fill="D9D9D9"/>
            <w:vAlign w:val="center"/>
          </w:tcPr>
          <w:p w:rsidR="002D3EFC" w:rsidRPr="002D3EFC" w:rsidRDefault="00DD5184" w:rsidP="00456BA4">
            <w:pPr>
              <w:spacing w:after="0"/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CLAIMER</w:t>
            </w:r>
            <w:r w:rsidR="002D3EFC" w:rsidRPr="002D3EFC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 DETAILS</w:t>
            </w:r>
          </w:p>
        </w:tc>
      </w:tr>
      <w:tr w:rsidR="002D3EFC" w:rsidRPr="002D3EFC" w:rsidTr="00024737">
        <w:trPr>
          <w:trHeight w:hRule="exact" w:val="360"/>
          <w:jc w:val="center"/>
        </w:trPr>
        <w:tc>
          <w:tcPr>
            <w:tcW w:w="1885" w:type="dxa"/>
            <w:shd w:val="clear" w:color="auto" w:fill="D9D9D9"/>
            <w:vAlign w:val="center"/>
          </w:tcPr>
          <w:p w:rsidR="002D3EFC" w:rsidRPr="00024737" w:rsidRDefault="002D3EFC" w:rsidP="00456BA4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Employee Name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2D3EFC" w:rsidRPr="007B7659" w:rsidRDefault="002D3EFC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629" w:type="dxa"/>
            <w:shd w:val="clear" w:color="auto" w:fill="D9D9D9"/>
            <w:vAlign w:val="center"/>
          </w:tcPr>
          <w:p w:rsidR="002D3EFC" w:rsidRPr="00024737" w:rsidRDefault="002D3EFC" w:rsidP="00456BA4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Job Title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2D3EFC" w:rsidRPr="002D3EFC" w:rsidRDefault="002D3EFC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456BA4" w:rsidRPr="002D3EFC" w:rsidTr="00024737">
        <w:trPr>
          <w:trHeight w:hRule="exact" w:val="360"/>
          <w:jc w:val="center"/>
        </w:trPr>
        <w:tc>
          <w:tcPr>
            <w:tcW w:w="1885" w:type="dxa"/>
            <w:shd w:val="clear" w:color="auto" w:fill="D9D9D9"/>
            <w:vAlign w:val="center"/>
          </w:tcPr>
          <w:p w:rsidR="00456BA4" w:rsidRPr="00024737" w:rsidRDefault="00456BA4" w:rsidP="00456BA4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Dept. Name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456BA4" w:rsidRPr="007B7659" w:rsidRDefault="00456BA4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629" w:type="dxa"/>
            <w:shd w:val="clear" w:color="auto" w:fill="D9D9D9"/>
            <w:vAlign w:val="center"/>
          </w:tcPr>
          <w:p w:rsidR="00456BA4" w:rsidRPr="00024737" w:rsidRDefault="00587688" w:rsidP="00456BA4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Line </w:t>
            </w:r>
            <w:r w:rsidR="00456BA4"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Manager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56BA4" w:rsidRPr="002D3EFC" w:rsidRDefault="00456BA4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E73825" w:rsidRPr="002D3EFC" w:rsidRDefault="00E73825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E73825" w:rsidRPr="002D3EFC" w:rsidTr="00024737">
        <w:trPr>
          <w:trHeight w:hRule="exact" w:val="360"/>
          <w:jc w:val="center"/>
        </w:trPr>
        <w:tc>
          <w:tcPr>
            <w:tcW w:w="1885" w:type="dxa"/>
            <w:shd w:val="clear" w:color="auto" w:fill="D9D9D9"/>
            <w:vAlign w:val="center"/>
          </w:tcPr>
          <w:p w:rsidR="00E73825" w:rsidRPr="00024737" w:rsidRDefault="00E73825" w:rsidP="00456BA4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Date of Joining</w:t>
            </w:r>
          </w:p>
        </w:tc>
        <w:tc>
          <w:tcPr>
            <w:tcW w:w="3591" w:type="dxa"/>
            <w:shd w:val="clear" w:color="auto" w:fill="auto"/>
            <w:vAlign w:val="center"/>
          </w:tcPr>
          <w:p w:rsidR="00E73825" w:rsidRPr="007B7659" w:rsidRDefault="00E73825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629" w:type="dxa"/>
            <w:shd w:val="clear" w:color="auto" w:fill="D9D9D9"/>
            <w:vAlign w:val="center"/>
          </w:tcPr>
          <w:p w:rsidR="00E73825" w:rsidRPr="00024737" w:rsidRDefault="00DD5184" w:rsidP="00E73825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Subsidiary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E73825" w:rsidRPr="002D3EFC" w:rsidRDefault="00E73825" w:rsidP="00456BA4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F50AF9" w:rsidRPr="00FD5A55" w:rsidRDefault="00F50AF9" w:rsidP="00F50AF9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W w:w="10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3662"/>
        <w:gridCol w:w="1245"/>
        <w:gridCol w:w="1245"/>
        <w:gridCol w:w="1245"/>
        <w:gridCol w:w="1245"/>
        <w:gridCol w:w="1245"/>
      </w:tblGrid>
      <w:tr w:rsidR="00A644CC" w:rsidRPr="002D3EFC" w:rsidTr="001C5E73">
        <w:trPr>
          <w:cantSplit/>
          <w:trHeight w:hRule="exact" w:val="432"/>
          <w:tblHeader/>
          <w:jc w:val="center"/>
        </w:trPr>
        <w:tc>
          <w:tcPr>
            <w:tcW w:w="10512" w:type="dxa"/>
            <w:gridSpan w:val="7"/>
            <w:shd w:val="clear" w:color="auto" w:fill="D9D9D9"/>
            <w:tcMar>
              <w:top w:w="58" w:type="dxa"/>
              <w:bottom w:w="58" w:type="dxa"/>
            </w:tcMar>
            <w:vAlign w:val="center"/>
          </w:tcPr>
          <w:p w:rsidR="00A644CC" w:rsidRPr="00312E12" w:rsidRDefault="00312E12" w:rsidP="00817C12">
            <w:pPr>
              <w:spacing w:after="0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bookmarkStart w:id="1" w:name="OLE_LINK1"/>
            <w:bookmarkStart w:id="2" w:name="OLE_LINK2"/>
            <w:r w:rsidRPr="00312E12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CRITERIA</w:t>
            </w:r>
          </w:p>
        </w:tc>
      </w:tr>
      <w:tr w:rsidR="00C74B15" w:rsidRPr="002D3EFC" w:rsidTr="001C5E73">
        <w:trPr>
          <w:cantSplit/>
          <w:trHeight w:val="571"/>
          <w:tblHeader/>
          <w:jc w:val="center"/>
        </w:trPr>
        <w:tc>
          <w:tcPr>
            <w:tcW w:w="4287" w:type="dxa"/>
            <w:gridSpan w:val="2"/>
            <w:shd w:val="clear" w:color="auto" w:fill="D9D9D9" w:themeFill="background1" w:themeFillShade="D9"/>
          </w:tcPr>
          <w:p w:rsidR="00C74B15" w:rsidRPr="002D3EFC" w:rsidRDefault="00C74B15" w:rsidP="001C5E73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245" w:type="dxa"/>
            <w:shd w:val="clear" w:color="auto" w:fill="E6E6E6"/>
            <w:tcMar>
              <w:top w:w="58" w:type="dxa"/>
              <w:left w:w="115" w:type="dxa"/>
              <w:right w:w="115" w:type="dxa"/>
            </w:tcMar>
          </w:tcPr>
          <w:p w:rsidR="00C74B15" w:rsidRPr="00C74B15" w:rsidRDefault="00C74B15" w:rsidP="001C5E7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4B15">
              <w:rPr>
                <w:rFonts w:ascii="Tahoma" w:hAnsi="Tahoma" w:cs="Tahoma"/>
                <w:sz w:val="20"/>
                <w:szCs w:val="20"/>
              </w:rPr>
              <w:t>1</w:t>
            </w:r>
            <w:r w:rsidR="001C5E73" w:rsidRPr="001C5E73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 Unsatisfactory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1C5E73" w:rsidRDefault="00C74B15" w:rsidP="001C5E7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74B15">
              <w:rPr>
                <w:rFonts w:ascii="Tahoma" w:hAnsi="Tahoma" w:cs="Tahoma"/>
                <w:sz w:val="20"/>
                <w:szCs w:val="20"/>
              </w:rPr>
              <w:t>2</w:t>
            </w:r>
          </w:p>
          <w:p w:rsidR="00C74B15" w:rsidRPr="00C74B15" w:rsidRDefault="001C5E73" w:rsidP="001C5E7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>Needs Development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1C5E73" w:rsidRDefault="00C74B15" w:rsidP="001C5E7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74B15">
              <w:rPr>
                <w:rFonts w:ascii="Tahoma" w:hAnsi="Tahoma" w:cs="Tahoma"/>
                <w:sz w:val="20"/>
                <w:szCs w:val="20"/>
              </w:rPr>
              <w:t>3</w:t>
            </w:r>
          </w:p>
          <w:p w:rsidR="00C74B15" w:rsidRPr="00C74B15" w:rsidRDefault="001C5E73" w:rsidP="001C5E7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>Meet Expectations</w:t>
            </w:r>
          </w:p>
        </w:tc>
        <w:tc>
          <w:tcPr>
            <w:tcW w:w="1245" w:type="dxa"/>
            <w:shd w:val="clear" w:color="auto" w:fill="E6E6E6"/>
          </w:tcPr>
          <w:p w:rsidR="001C5E73" w:rsidRDefault="00C74B15" w:rsidP="001C5E7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4B15">
              <w:rPr>
                <w:rFonts w:ascii="Tahoma" w:hAnsi="Tahoma" w:cs="Tahoma"/>
                <w:sz w:val="20"/>
                <w:szCs w:val="20"/>
              </w:rPr>
              <w:t>4</w:t>
            </w:r>
          </w:p>
          <w:p w:rsidR="00C74B15" w:rsidRPr="00C74B15" w:rsidRDefault="001C5E73" w:rsidP="001C5E7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>Exceeds Expectations</w:t>
            </w:r>
          </w:p>
        </w:tc>
        <w:tc>
          <w:tcPr>
            <w:tcW w:w="1245" w:type="dxa"/>
            <w:shd w:val="clear" w:color="auto" w:fill="E6E6E6"/>
          </w:tcPr>
          <w:p w:rsidR="001C5E73" w:rsidRDefault="00C74B15" w:rsidP="001C5E7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C74B15">
              <w:rPr>
                <w:rFonts w:ascii="Tahoma" w:hAnsi="Tahoma" w:cs="Tahoma"/>
                <w:sz w:val="20"/>
                <w:szCs w:val="20"/>
              </w:rPr>
              <w:t>5</w:t>
            </w:r>
          </w:p>
          <w:p w:rsidR="00C74B15" w:rsidRPr="00C74B15" w:rsidRDefault="001C5E73" w:rsidP="001C5E73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>Exceptional</w:t>
            </w:r>
          </w:p>
        </w:tc>
      </w:tr>
      <w:tr w:rsidR="00C74B15" w:rsidRPr="002D3EFC" w:rsidTr="00B21BBE">
        <w:trPr>
          <w:cantSplit/>
          <w:trHeight w:hRule="exact" w:val="432"/>
          <w:tblHeader/>
          <w:jc w:val="center"/>
        </w:trPr>
        <w:tc>
          <w:tcPr>
            <w:tcW w:w="625" w:type="dxa"/>
            <w:shd w:val="clear" w:color="auto" w:fill="FFFFFF" w:themeFill="background1"/>
            <w:vAlign w:val="center"/>
          </w:tcPr>
          <w:p w:rsidR="00C74B15" w:rsidRPr="00F76C3E" w:rsidRDefault="00C74B15" w:rsidP="00B21BBE">
            <w:pPr>
              <w:pStyle w:val="ListParagraph"/>
              <w:numPr>
                <w:ilvl w:val="0"/>
                <w:numId w:val="6"/>
              </w:numPr>
              <w:spacing w:after="0"/>
              <w:ind w:left="247" w:hanging="271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3662" w:type="dxa"/>
            <w:vAlign w:val="center"/>
          </w:tcPr>
          <w:p w:rsidR="00C74B15" w:rsidRPr="00312E12" w:rsidRDefault="00C74B15" w:rsidP="00C74B15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312E12">
              <w:rPr>
                <w:rFonts w:ascii="Tahoma" w:hAnsi="Tahoma" w:cs="Tahoma"/>
                <w:bCs/>
                <w:sz w:val="20"/>
                <w:shd w:val="clear" w:color="auto" w:fill="FFFFFF"/>
              </w:rPr>
              <w:t>Knowledge sharing</w:t>
            </w:r>
          </w:p>
        </w:tc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1228764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  <w:tcMar>
                  <w:top w:w="58" w:type="dxa"/>
                  <w:left w:w="115" w:type="dxa"/>
                  <w:bottom w:w="58" w:type="dxa"/>
                  <w:right w:w="115" w:type="dxa"/>
                </w:tcMar>
                <w:vAlign w:val="center"/>
              </w:tcPr>
              <w:p w:rsidR="00C74B15" w:rsidRPr="00A412E2" w:rsidRDefault="00A412E2" w:rsidP="00C74B15">
                <w:pPr>
                  <w:spacing w:after="0"/>
                  <w:jc w:val="center"/>
                  <w:rPr>
                    <w:rFonts w:ascii="Franklin Gothic Book" w:hAnsi="Franklin Gothic Book"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464161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1413311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321550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1253900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C74B15" w:rsidRPr="002D3EFC" w:rsidTr="00B21BBE">
        <w:trPr>
          <w:cantSplit/>
          <w:trHeight w:hRule="exact" w:val="432"/>
          <w:tblHeader/>
          <w:jc w:val="center"/>
        </w:trPr>
        <w:tc>
          <w:tcPr>
            <w:tcW w:w="625" w:type="dxa"/>
            <w:shd w:val="clear" w:color="auto" w:fill="FFFFFF" w:themeFill="background1"/>
            <w:vAlign w:val="center"/>
          </w:tcPr>
          <w:p w:rsidR="00C74B15" w:rsidRPr="00F76C3E" w:rsidRDefault="00C74B15" w:rsidP="00B21BBE">
            <w:pPr>
              <w:pStyle w:val="ListParagraph"/>
              <w:numPr>
                <w:ilvl w:val="0"/>
                <w:numId w:val="6"/>
              </w:numPr>
              <w:spacing w:after="0"/>
              <w:ind w:left="247" w:hanging="271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3662" w:type="dxa"/>
            <w:vAlign w:val="center"/>
          </w:tcPr>
          <w:p w:rsidR="00C74B15" w:rsidRPr="00312E12" w:rsidRDefault="00C74B15" w:rsidP="00C74B15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312E12">
              <w:rPr>
                <w:rFonts w:ascii="Tahoma" w:hAnsi="Tahoma" w:cs="Tahoma"/>
                <w:bCs/>
                <w:sz w:val="20"/>
                <w:shd w:val="clear" w:color="auto" w:fill="FFFFFF"/>
              </w:rPr>
              <w:t>Initiatives</w:t>
            </w:r>
          </w:p>
        </w:tc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2049366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  <w:tcMar>
                  <w:top w:w="58" w:type="dxa"/>
                  <w:left w:w="115" w:type="dxa"/>
                  <w:bottom w:w="58" w:type="dxa"/>
                  <w:right w:w="115" w:type="dxa"/>
                </w:tcMar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437601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1341850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A412E2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26604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056978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C74B15" w:rsidRPr="002D3EFC" w:rsidTr="00B21BBE">
        <w:trPr>
          <w:cantSplit/>
          <w:trHeight w:hRule="exact" w:val="432"/>
          <w:tblHeader/>
          <w:jc w:val="center"/>
        </w:trPr>
        <w:tc>
          <w:tcPr>
            <w:tcW w:w="625" w:type="dxa"/>
            <w:shd w:val="clear" w:color="auto" w:fill="FFFFFF" w:themeFill="background1"/>
            <w:vAlign w:val="center"/>
          </w:tcPr>
          <w:p w:rsidR="00C74B15" w:rsidRPr="00F76C3E" w:rsidRDefault="00C74B15" w:rsidP="00B21BBE">
            <w:pPr>
              <w:pStyle w:val="ListParagraph"/>
              <w:numPr>
                <w:ilvl w:val="0"/>
                <w:numId w:val="6"/>
              </w:numPr>
              <w:spacing w:after="0"/>
              <w:ind w:left="247" w:hanging="271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3662" w:type="dxa"/>
            <w:vAlign w:val="center"/>
          </w:tcPr>
          <w:p w:rsidR="00C74B15" w:rsidRPr="00312E12" w:rsidRDefault="00C74B15" w:rsidP="00C74B15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312E12">
              <w:rPr>
                <w:rFonts w:ascii="Tahoma" w:hAnsi="Tahoma" w:cs="Tahoma"/>
                <w:bCs/>
                <w:sz w:val="20"/>
              </w:rPr>
              <w:t>CSR &amp; Team Bonding programs</w:t>
            </w:r>
          </w:p>
        </w:tc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377895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  <w:tcMar>
                  <w:top w:w="58" w:type="dxa"/>
                  <w:left w:w="115" w:type="dxa"/>
                  <w:bottom w:w="58" w:type="dxa"/>
                  <w:right w:w="115" w:type="dxa"/>
                </w:tcMar>
              </w:tcPr>
              <w:p w:rsidR="00C74B15" w:rsidRPr="00A412E2" w:rsidRDefault="00A412E2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2144424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1548985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744184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7A22D0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814133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C74B15" w:rsidRPr="002D3EFC" w:rsidTr="00B21BBE">
        <w:trPr>
          <w:cantSplit/>
          <w:trHeight w:hRule="exact" w:val="432"/>
          <w:tblHeader/>
          <w:jc w:val="center"/>
        </w:trPr>
        <w:tc>
          <w:tcPr>
            <w:tcW w:w="625" w:type="dxa"/>
            <w:shd w:val="clear" w:color="auto" w:fill="FFFFFF" w:themeFill="background1"/>
            <w:vAlign w:val="center"/>
          </w:tcPr>
          <w:p w:rsidR="00C74B15" w:rsidRPr="00F76C3E" w:rsidRDefault="00C74B15" w:rsidP="00B21BBE">
            <w:pPr>
              <w:pStyle w:val="ListParagraph"/>
              <w:numPr>
                <w:ilvl w:val="0"/>
                <w:numId w:val="6"/>
              </w:numPr>
              <w:spacing w:after="0"/>
              <w:ind w:left="247" w:hanging="271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3662" w:type="dxa"/>
            <w:vAlign w:val="center"/>
          </w:tcPr>
          <w:p w:rsidR="00C74B15" w:rsidRPr="00312E12" w:rsidRDefault="00C74B15" w:rsidP="00C74B15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312E12">
              <w:rPr>
                <w:rFonts w:ascii="Tahoma" w:hAnsi="Tahoma" w:cs="Tahoma"/>
                <w:bCs/>
                <w:sz w:val="20"/>
              </w:rPr>
              <w:t>Performance</w:t>
            </w:r>
          </w:p>
        </w:tc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1126309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  <w:tcMar>
                  <w:top w:w="58" w:type="dxa"/>
                  <w:left w:w="115" w:type="dxa"/>
                  <w:bottom w:w="58" w:type="dxa"/>
                  <w:right w:w="115" w:type="dxa"/>
                </w:tcMar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121340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A412E2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312604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049728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A412E2" w:rsidP="00C74B15">
                <w:pPr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909500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C74B15" w:rsidRPr="002D3EFC" w:rsidTr="00B21BBE">
        <w:trPr>
          <w:cantSplit/>
          <w:trHeight w:hRule="exact" w:val="432"/>
          <w:tblHeader/>
          <w:jc w:val="center"/>
        </w:trPr>
        <w:tc>
          <w:tcPr>
            <w:tcW w:w="625" w:type="dxa"/>
            <w:shd w:val="clear" w:color="auto" w:fill="FFFFFF" w:themeFill="background1"/>
            <w:vAlign w:val="center"/>
          </w:tcPr>
          <w:p w:rsidR="00C74B15" w:rsidRPr="00F76C3E" w:rsidRDefault="00C74B15" w:rsidP="00B21BBE">
            <w:pPr>
              <w:pStyle w:val="ListParagraph"/>
              <w:numPr>
                <w:ilvl w:val="0"/>
                <w:numId w:val="6"/>
              </w:numPr>
              <w:spacing w:after="0"/>
              <w:ind w:left="247" w:hanging="271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3662" w:type="dxa"/>
            <w:vAlign w:val="center"/>
          </w:tcPr>
          <w:p w:rsidR="00C74B15" w:rsidRPr="00312E12" w:rsidRDefault="00C74B15" w:rsidP="00C74B15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312E12">
              <w:rPr>
                <w:rFonts w:ascii="Tahoma" w:hAnsi="Tahoma" w:cs="Tahoma"/>
                <w:bCs/>
                <w:sz w:val="20"/>
              </w:rPr>
              <w:t>Attendance</w:t>
            </w:r>
          </w:p>
        </w:tc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-2082514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  <w:tcMar>
                  <w:top w:w="58" w:type="dxa"/>
                  <w:left w:w="115" w:type="dxa"/>
                  <w:bottom w:w="58" w:type="dxa"/>
                  <w:right w:w="115" w:type="dxa"/>
                </w:tcMar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006404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132364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693729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C74B15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Franklin Gothic Book" w:hAnsi="Franklin Gothic Book"/>
              <w:bCs/>
              <w:sz w:val="32"/>
              <w:szCs w:val="32"/>
            </w:rPr>
            <w:id w:val="1017665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5" w:type="dxa"/>
                <w:shd w:val="clear" w:color="auto" w:fill="FFFFFF" w:themeFill="background1"/>
              </w:tcPr>
              <w:p w:rsidR="00C74B15" w:rsidRPr="00A412E2" w:rsidRDefault="00A412E2" w:rsidP="00C74B15">
                <w:pPr>
                  <w:jc w:val="center"/>
                  <w:rPr>
                    <w:bCs/>
                  </w:rPr>
                </w:pPr>
                <w:r w:rsidRPr="00A412E2">
                  <w:rPr>
                    <w:rFonts w:ascii="MS Gothic" w:eastAsia="MS Gothic" w:hAnsi="MS Gothic" w:hint="eastAsia"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D660C3" w:rsidRPr="007A22D0" w:rsidTr="00593534">
        <w:trPr>
          <w:cantSplit/>
          <w:trHeight w:hRule="exact" w:val="432"/>
          <w:tblHeader/>
          <w:jc w:val="center"/>
        </w:trPr>
        <w:tc>
          <w:tcPr>
            <w:tcW w:w="4287" w:type="dxa"/>
            <w:gridSpan w:val="2"/>
            <w:shd w:val="clear" w:color="auto" w:fill="FFFFFF" w:themeFill="background1"/>
            <w:vAlign w:val="center"/>
          </w:tcPr>
          <w:p w:rsidR="00D660C3" w:rsidRPr="007A22D0" w:rsidRDefault="00D660C3" w:rsidP="004C29EC">
            <w:pPr>
              <w:spacing w:after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TOTAL </w:t>
            </w:r>
            <w:r w:rsidRPr="001C5E73">
              <w:rPr>
                <w:rFonts w:ascii="Tahoma" w:hAnsi="Tahoma" w:cs="Tahoma"/>
                <w:bCs/>
                <w:sz w:val="16"/>
                <w:szCs w:val="16"/>
              </w:rPr>
              <w:t>(out of 25)</w:t>
            </w:r>
          </w:p>
        </w:tc>
        <w:tc>
          <w:tcPr>
            <w:tcW w:w="6225" w:type="dxa"/>
            <w:gridSpan w:val="5"/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D660C3" w:rsidRPr="007A22D0" w:rsidRDefault="00D660C3" w:rsidP="00C74B1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bookmarkEnd w:id="1"/>
      <w:bookmarkEnd w:id="2"/>
    </w:tbl>
    <w:p w:rsidR="001F66C1" w:rsidRPr="00FD5A55" w:rsidRDefault="001F66C1" w:rsidP="00456BA4">
      <w:pPr>
        <w:spacing w:after="0"/>
        <w:rPr>
          <w:rFonts w:ascii="Tahoma" w:hAnsi="Tahoma" w:cs="Tahoma"/>
          <w:b/>
          <w:sz w:val="20"/>
          <w:szCs w:val="20"/>
          <w:lang w:eastAsia="en-US"/>
        </w:rPr>
      </w:pPr>
    </w:p>
    <w:tbl>
      <w:tblPr>
        <w:tblW w:w="10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2"/>
      </w:tblGrid>
      <w:tr w:rsidR="00B04C81" w:rsidTr="005F5101">
        <w:trPr>
          <w:cantSplit/>
          <w:trHeight w:hRule="exact" w:val="432"/>
          <w:tblHeader/>
          <w:jc w:val="center"/>
        </w:trPr>
        <w:tc>
          <w:tcPr>
            <w:tcW w:w="10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58" w:type="dxa"/>
              <w:left w:w="108" w:type="dxa"/>
              <w:bottom w:w="58" w:type="dxa"/>
              <w:right w:w="108" w:type="dxa"/>
            </w:tcMar>
            <w:vAlign w:val="center"/>
            <w:hideMark/>
          </w:tcPr>
          <w:p w:rsidR="00B04C81" w:rsidRDefault="00B04C81" w:rsidP="007712AC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JUSTIFICATION</w:t>
            </w:r>
            <w:r w:rsidR="007A22D0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 (Please justify/describe an event and/or outcome(s) that shows how you meets the </w:t>
            </w:r>
            <w:r w:rsidR="00FD5A55">
              <w:rPr>
                <w:rFonts w:ascii="Tahoma" w:hAnsi="Tahoma" w:cs="Tahoma"/>
                <w:sz w:val="16"/>
                <w:szCs w:val="16"/>
                <w:lang w:eastAsia="en-US"/>
              </w:rPr>
              <w:t>“</w:t>
            </w:r>
            <w:r w:rsidR="007712AC">
              <w:rPr>
                <w:rFonts w:ascii="Tahoma" w:hAnsi="Tahoma" w:cs="Tahoma"/>
                <w:sz w:val="16"/>
                <w:szCs w:val="16"/>
                <w:lang w:eastAsia="en-US"/>
              </w:rPr>
              <w:t>Exceptional “criteria</w:t>
            </w:r>
            <w:r w:rsidR="00FD5A55">
              <w:rPr>
                <w:rFonts w:ascii="Tahoma" w:hAnsi="Tahoma" w:cs="Tahoma"/>
                <w:sz w:val="16"/>
                <w:szCs w:val="16"/>
                <w:lang w:eastAsia="en-US"/>
              </w:rPr>
              <w:t>).</w:t>
            </w:r>
          </w:p>
        </w:tc>
      </w:tr>
      <w:tr w:rsidR="00B04C81" w:rsidTr="00FD5A55">
        <w:trPr>
          <w:cantSplit/>
          <w:trHeight w:hRule="exact" w:val="1152"/>
          <w:tblHeader/>
          <w:jc w:val="center"/>
        </w:trPr>
        <w:tc>
          <w:tcPr>
            <w:tcW w:w="10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B04C81" w:rsidRDefault="00B04C81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</w:p>
          <w:p w:rsidR="001C5E73" w:rsidRPr="001C5E73" w:rsidRDefault="001C5E73" w:rsidP="001C5E73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ab/>
            </w:r>
          </w:p>
          <w:p w:rsidR="001C5E73" w:rsidRPr="001C5E73" w:rsidRDefault="001C5E73" w:rsidP="001C5E73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ab/>
            </w:r>
          </w:p>
          <w:p w:rsidR="00B04C81" w:rsidRDefault="001C5E73" w:rsidP="001C5E73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1C5E73">
              <w:rPr>
                <w:rFonts w:ascii="Tahoma" w:hAnsi="Tahoma" w:cs="Tahoma"/>
                <w:sz w:val="16"/>
                <w:szCs w:val="16"/>
                <w:lang w:eastAsia="en-US"/>
              </w:rPr>
              <w:tab/>
            </w:r>
          </w:p>
          <w:p w:rsidR="00B04C81" w:rsidRDefault="00B04C81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04C81" w:rsidRDefault="00B04C81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B04C81" w:rsidRDefault="00B04C81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B04C81" w:rsidRPr="00FD5A55" w:rsidRDefault="00B04C81" w:rsidP="00456BA4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tbl>
      <w:tblPr>
        <w:tblW w:w="10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5"/>
        <w:gridCol w:w="5297"/>
      </w:tblGrid>
      <w:tr w:rsidR="001F66C1" w:rsidRPr="002D3EFC" w:rsidTr="005F5101">
        <w:trPr>
          <w:cantSplit/>
          <w:trHeight w:hRule="exact" w:val="432"/>
          <w:tblHeader/>
          <w:jc w:val="center"/>
        </w:trPr>
        <w:tc>
          <w:tcPr>
            <w:tcW w:w="10512" w:type="dxa"/>
            <w:gridSpan w:val="2"/>
            <w:tcBorders>
              <w:bottom w:val="single" w:sz="4" w:space="0" w:color="auto"/>
            </w:tcBorders>
            <w:shd w:val="clear" w:color="auto" w:fill="D9D9D9"/>
            <w:tcMar>
              <w:top w:w="58" w:type="dxa"/>
              <w:bottom w:w="58" w:type="dxa"/>
            </w:tcMar>
            <w:vAlign w:val="center"/>
          </w:tcPr>
          <w:p w:rsidR="001F66C1" w:rsidRPr="00312E12" w:rsidRDefault="001F66C1" w:rsidP="00583505">
            <w:pPr>
              <w:spacing w:after="0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SUPPORT</w:t>
            </w:r>
            <w:r w:rsidR="00253776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ING</w:t>
            </w:r>
            <w:r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 xml:space="preserve"> EVIDENCE</w:t>
            </w:r>
          </w:p>
        </w:tc>
      </w:tr>
      <w:tr w:rsidR="001F66C1" w:rsidRPr="002D3EFC" w:rsidTr="003F287B">
        <w:trPr>
          <w:cantSplit/>
          <w:trHeight w:hRule="exact" w:val="576"/>
          <w:tblHeader/>
          <w:jc w:val="center"/>
        </w:trPr>
        <w:tc>
          <w:tcPr>
            <w:tcW w:w="5215" w:type="dxa"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F66C1" w:rsidRPr="002D3EFC" w:rsidRDefault="0027418E" w:rsidP="001F66C1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  <w:sdt>
              <w:sdtPr>
                <w:rPr>
                  <w:rFonts w:ascii="Franklin Gothic Book" w:hAnsi="Franklin Gothic Book"/>
                  <w:bCs/>
                </w:rPr>
                <w:id w:val="-20418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29EC" w:rsidRPr="004C29EC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4C29EC" w:rsidRPr="004C29EC">
              <w:rPr>
                <w:rFonts w:ascii="Tahoma" w:hAnsi="Tahoma" w:cs="Tahoma"/>
                <w:sz w:val="12"/>
                <w:szCs w:val="12"/>
                <w:lang w:eastAsia="en-US"/>
              </w:rPr>
              <w:t xml:space="preserve"> </w:t>
            </w:r>
            <w:r w:rsidR="001F66C1" w:rsidRPr="003F287B">
              <w:rPr>
                <w:rFonts w:ascii="Tahoma" w:hAnsi="Tahoma" w:cs="Tahoma"/>
                <w:sz w:val="20"/>
                <w:szCs w:val="20"/>
                <w:lang w:eastAsia="en-US"/>
              </w:rPr>
              <w:t>System report</w:t>
            </w:r>
          </w:p>
        </w:tc>
        <w:tc>
          <w:tcPr>
            <w:tcW w:w="5297" w:type="dxa"/>
            <w:tcBorders>
              <w:left w:val="nil"/>
              <w:bottom w:val="nil"/>
            </w:tcBorders>
            <w:vAlign w:val="center"/>
          </w:tcPr>
          <w:p w:rsidR="001F66C1" w:rsidRPr="002D3EFC" w:rsidRDefault="0027418E" w:rsidP="001F66C1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  <w:sdt>
              <w:sdtPr>
                <w:rPr>
                  <w:rFonts w:ascii="Tahoma" w:hAnsi="Tahoma" w:cs="Tahoma"/>
                  <w:lang w:eastAsia="en-US"/>
                </w:rPr>
                <w:id w:val="-909231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6C1" w:rsidRPr="004C29EC">
                  <w:rPr>
                    <w:rFonts w:ascii="MS Gothic" w:eastAsia="MS Gothic" w:hAnsi="MS Gothic" w:cs="Tahoma" w:hint="eastAsia"/>
                    <w:lang w:eastAsia="en-US"/>
                  </w:rPr>
                  <w:t>☐</w:t>
                </w:r>
              </w:sdtContent>
            </w:sdt>
            <w:r w:rsidR="001F66C1" w:rsidRPr="004C29EC">
              <w:rPr>
                <w:rFonts w:ascii="Tahoma" w:hAnsi="Tahoma" w:cs="Tahoma"/>
                <w:lang w:eastAsia="en-US"/>
              </w:rPr>
              <w:t xml:space="preserve"> </w:t>
            </w:r>
            <w:r w:rsidR="001F66C1" w:rsidRPr="003F287B">
              <w:rPr>
                <w:rFonts w:ascii="Tahoma" w:hAnsi="Tahoma" w:cs="Tahoma"/>
                <w:sz w:val="20"/>
                <w:szCs w:val="20"/>
                <w:lang w:eastAsia="en-US"/>
              </w:rPr>
              <w:t>Image/Photo</w:t>
            </w:r>
          </w:p>
        </w:tc>
      </w:tr>
      <w:tr w:rsidR="001F66C1" w:rsidRPr="002D3EFC" w:rsidTr="003F287B">
        <w:trPr>
          <w:cantSplit/>
          <w:trHeight w:hRule="exact" w:val="576"/>
          <w:tblHeader/>
          <w:jc w:val="center"/>
        </w:trPr>
        <w:tc>
          <w:tcPr>
            <w:tcW w:w="5215" w:type="dxa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:rsidR="001F66C1" w:rsidRDefault="0027418E" w:rsidP="001F66C1">
            <w:pPr>
              <w:spacing w:after="0"/>
              <w:rPr>
                <w:rFonts w:ascii="Tahoma" w:hAnsi="Tahoma" w:cs="Tahoma"/>
                <w:sz w:val="16"/>
                <w:szCs w:val="16"/>
                <w:lang w:eastAsia="en-US"/>
              </w:rPr>
            </w:pPr>
            <w:sdt>
              <w:sdtPr>
                <w:rPr>
                  <w:rFonts w:ascii="Tahoma" w:hAnsi="Tahoma" w:cs="Tahoma"/>
                  <w:lang w:eastAsia="en-US"/>
                </w:rPr>
                <w:id w:val="1414123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29EC">
                  <w:rPr>
                    <w:rFonts w:ascii="MS Gothic" w:eastAsia="MS Gothic" w:hAnsi="MS Gothic" w:cs="Tahoma" w:hint="eastAsia"/>
                    <w:lang w:eastAsia="en-US"/>
                  </w:rPr>
                  <w:t>☐</w:t>
                </w:r>
              </w:sdtContent>
            </w:sdt>
            <w:r w:rsidR="001F66C1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 </w:t>
            </w:r>
            <w:r w:rsidR="001F66C1" w:rsidRPr="003F287B">
              <w:rPr>
                <w:rFonts w:ascii="Tahoma" w:hAnsi="Tahoma" w:cs="Tahoma"/>
                <w:sz w:val="20"/>
                <w:szCs w:val="20"/>
                <w:lang w:eastAsia="en-US"/>
              </w:rPr>
              <w:t>Video</w:t>
            </w:r>
          </w:p>
        </w:tc>
        <w:tc>
          <w:tcPr>
            <w:tcW w:w="5297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:rsidR="001F66C1" w:rsidRDefault="0027418E" w:rsidP="003F287B">
            <w:pPr>
              <w:spacing w:after="0"/>
              <w:ind w:left="342" w:hanging="342"/>
              <w:rPr>
                <w:rFonts w:ascii="Tahoma" w:hAnsi="Tahoma" w:cs="Tahoma"/>
                <w:sz w:val="16"/>
                <w:szCs w:val="16"/>
                <w:lang w:eastAsia="en-US"/>
              </w:rPr>
            </w:pPr>
            <w:sdt>
              <w:sdtPr>
                <w:rPr>
                  <w:rFonts w:ascii="Tahoma" w:hAnsi="Tahoma" w:cs="Tahoma"/>
                  <w:lang w:eastAsia="en-US"/>
                </w:rPr>
                <w:id w:val="-145578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6C1" w:rsidRPr="004C29EC">
                  <w:rPr>
                    <w:rFonts w:ascii="MS Gothic" w:eastAsia="MS Gothic" w:hAnsi="MS Gothic" w:cs="Tahoma" w:hint="eastAsia"/>
                    <w:lang w:eastAsia="en-US"/>
                  </w:rPr>
                  <w:t>☐</w:t>
                </w:r>
              </w:sdtContent>
            </w:sdt>
            <w:r w:rsidR="001F66C1" w:rsidRPr="004C29E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  <w:r w:rsidR="001F66C1" w:rsidRPr="003F28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General communication (E-mail, written, WhatsApp, </w:t>
            </w:r>
            <w:r w:rsidR="003F28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 </w:t>
            </w:r>
            <w:r w:rsidR="001F66C1" w:rsidRPr="003F287B">
              <w:rPr>
                <w:rFonts w:ascii="Tahoma" w:hAnsi="Tahoma" w:cs="Tahoma"/>
                <w:sz w:val="20"/>
                <w:szCs w:val="20"/>
                <w:lang w:eastAsia="en-US"/>
              </w:rPr>
              <w:t>skype…etc.)</w:t>
            </w:r>
          </w:p>
        </w:tc>
      </w:tr>
    </w:tbl>
    <w:p w:rsidR="00B04C81" w:rsidRDefault="00B04C81" w:rsidP="00456BA4">
      <w:pPr>
        <w:spacing w:after="0"/>
        <w:rPr>
          <w:rFonts w:ascii="Tahoma" w:hAnsi="Tahoma" w:cs="Tahoma"/>
          <w:sz w:val="16"/>
          <w:szCs w:val="16"/>
          <w:lang w:eastAsia="en-US"/>
        </w:rPr>
      </w:pPr>
    </w:p>
    <w:p w:rsidR="00FD5A55" w:rsidRDefault="00FD5A55" w:rsidP="00456BA4">
      <w:pPr>
        <w:spacing w:after="0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leGrid"/>
        <w:tblW w:w="10515" w:type="dxa"/>
        <w:jc w:val="center"/>
        <w:tblLayout w:type="fixed"/>
        <w:tblLook w:val="04A0" w:firstRow="1" w:lastRow="0" w:firstColumn="1" w:lastColumn="0" w:noHBand="0" w:noVBand="1"/>
      </w:tblPr>
      <w:tblGrid>
        <w:gridCol w:w="3505"/>
        <w:gridCol w:w="3505"/>
        <w:gridCol w:w="3505"/>
      </w:tblGrid>
      <w:tr w:rsidR="00D82DBB" w:rsidRPr="00817C12" w:rsidTr="005F5101">
        <w:trPr>
          <w:trHeight w:val="432"/>
          <w:jc w:val="center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82DBB" w:rsidRPr="00817C12" w:rsidRDefault="00D82DBB" w:rsidP="00DB399F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7C12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ACKNOWLEDGEMENT </w:t>
            </w:r>
          </w:p>
        </w:tc>
      </w:tr>
      <w:tr w:rsidR="001974B0" w:rsidRPr="002D3EFC" w:rsidTr="00A91F4C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4B0" w:rsidRPr="00024737" w:rsidRDefault="001974B0" w:rsidP="001974B0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Employee Name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4B0" w:rsidRPr="00024737" w:rsidRDefault="001974B0" w:rsidP="001974B0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Date </w:t>
            </w:r>
            <w:r w:rsidRPr="00575A83">
              <w:rPr>
                <w:rFonts w:ascii="Tahoma" w:hAnsi="Tahoma" w:cs="Tahoma"/>
                <w:sz w:val="16"/>
                <w:szCs w:val="16"/>
              </w:rPr>
              <w:t>(DD.MM.YYYY)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4B0" w:rsidRPr="00024737" w:rsidRDefault="001974B0" w:rsidP="001974B0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Signature</w:t>
            </w:r>
          </w:p>
        </w:tc>
      </w:tr>
      <w:tr w:rsidR="001974B0" w:rsidRPr="002D3EFC" w:rsidTr="00A91F4C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4B0" w:rsidRPr="002D3EFC" w:rsidRDefault="001974B0" w:rsidP="001974B0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4B0" w:rsidRPr="002D3EFC" w:rsidRDefault="001974B0" w:rsidP="001974B0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4B0" w:rsidRPr="002D3EFC" w:rsidRDefault="001974B0" w:rsidP="001974B0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:rsidR="00FD5A55" w:rsidRPr="00FD5A55" w:rsidRDefault="00FD5A55" w:rsidP="00FD5A55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Style w:val="TableGrid"/>
        <w:tblW w:w="10515" w:type="dxa"/>
        <w:jc w:val="center"/>
        <w:tblLayout w:type="fixed"/>
        <w:tblLook w:val="04A0" w:firstRow="1" w:lastRow="0" w:firstColumn="1" w:lastColumn="0" w:noHBand="0" w:noVBand="1"/>
      </w:tblPr>
      <w:tblGrid>
        <w:gridCol w:w="3505"/>
        <w:gridCol w:w="3510"/>
        <w:gridCol w:w="3500"/>
      </w:tblGrid>
      <w:tr w:rsidR="00BD19A5" w:rsidRPr="00817C12" w:rsidTr="005F5101">
        <w:trPr>
          <w:trHeight w:val="432"/>
          <w:jc w:val="center"/>
        </w:trPr>
        <w:tc>
          <w:tcPr>
            <w:tcW w:w="10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BD19A5" w:rsidRPr="00817C12" w:rsidRDefault="00E06961" w:rsidP="00BD19A5">
            <w:pPr>
              <w:pStyle w:val="Header"/>
              <w:tabs>
                <w:tab w:val="left" w:pos="313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REMARKS/COMMENTS</w:t>
            </w:r>
          </w:p>
        </w:tc>
      </w:tr>
      <w:tr w:rsidR="004C29EC" w:rsidRPr="002D3EFC" w:rsidTr="00024737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024737" w:rsidRDefault="004C29EC" w:rsidP="0058350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HR Specialist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575A83" w:rsidRDefault="004C29EC" w:rsidP="0058350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sz w:val="20"/>
                <w:szCs w:val="20"/>
              </w:rPr>
            </w:pPr>
            <w:r w:rsidRPr="00575A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  <w:szCs w:val="20"/>
                </w:rPr>
                <w:id w:val="213716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75A8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75A83">
              <w:rPr>
                <w:rFonts w:ascii="Tahoma" w:hAnsi="Tahoma" w:cs="Tahoma"/>
                <w:sz w:val="20"/>
                <w:szCs w:val="20"/>
              </w:rPr>
              <w:t xml:space="preserve">  Comply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575A83" w:rsidRDefault="0027418E" w:rsidP="00BD19A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527376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29EC" w:rsidRPr="00575A8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C29EC" w:rsidRPr="00575A83">
              <w:rPr>
                <w:rFonts w:ascii="Tahoma" w:hAnsi="Tahoma" w:cs="Tahoma"/>
                <w:sz w:val="20"/>
                <w:szCs w:val="20"/>
              </w:rPr>
              <w:t xml:space="preserve">  Winner</w:t>
            </w:r>
          </w:p>
        </w:tc>
      </w:tr>
      <w:tr w:rsidR="004C29EC" w:rsidRPr="002D3EFC" w:rsidTr="00024737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024737" w:rsidRDefault="004C29EC" w:rsidP="0058350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HR Comments</w:t>
            </w:r>
          </w:p>
        </w:tc>
        <w:tc>
          <w:tcPr>
            <w:tcW w:w="7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575A83" w:rsidRDefault="004C29EC" w:rsidP="00BD19A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29EC" w:rsidRPr="002D3EFC" w:rsidTr="00024737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024737" w:rsidRDefault="004C29EC" w:rsidP="004C29EC">
            <w:pPr>
              <w:pStyle w:val="Header"/>
              <w:tabs>
                <w:tab w:val="left" w:pos="3135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Committee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575A83" w:rsidRDefault="004C29EC" w:rsidP="004C29EC">
            <w:pPr>
              <w:pStyle w:val="Header"/>
              <w:tabs>
                <w:tab w:val="left" w:pos="3135"/>
              </w:tabs>
              <w:rPr>
                <w:rFonts w:ascii="Tahoma" w:hAnsi="Tahoma" w:cs="Tahoma"/>
                <w:sz w:val="20"/>
                <w:szCs w:val="20"/>
              </w:rPr>
            </w:pPr>
            <w:r w:rsidRPr="00575A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  <w:szCs w:val="20"/>
                </w:rPr>
                <w:id w:val="-209762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75A8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575A83">
              <w:rPr>
                <w:rFonts w:ascii="Tahoma" w:hAnsi="Tahoma" w:cs="Tahoma"/>
                <w:sz w:val="20"/>
                <w:szCs w:val="20"/>
              </w:rPr>
              <w:t xml:space="preserve">  Comply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575A83" w:rsidRDefault="0027418E" w:rsidP="004C29EC">
            <w:pPr>
              <w:pStyle w:val="Header"/>
              <w:tabs>
                <w:tab w:val="left" w:pos="3135"/>
              </w:tabs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2117016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29EC" w:rsidRPr="00575A8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C29EC" w:rsidRPr="00575A83">
              <w:rPr>
                <w:rFonts w:ascii="Tahoma" w:hAnsi="Tahoma" w:cs="Tahoma"/>
                <w:sz w:val="20"/>
                <w:szCs w:val="20"/>
              </w:rPr>
              <w:t xml:space="preserve">  Winner</w:t>
            </w:r>
          </w:p>
        </w:tc>
      </w:tr>
      <w:tr w:rsidR="004C29EC" w:rsidRPr="002D3EFC" w:rsidTr="00024737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Pr="00024737" w:rsidRDefault="004C29EC" w:rsidP="00BD19A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Committee Comments</w:t>
            </w:r>
          </w:p>
        </w:tc>
        <w:tc>
          <w:tcPr>
            <w:tcW w:w="7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EC" w:rsidRDefault="004C29EC" w:rsidP="00BD19A5">
            <w:pPr>
              <w:pStyle w:val="Header"/>
              <w:tabs>
                <w:tab w:val="left" w:pos="3135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D19A5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tbl>
      <w:tblPr>
        <w:tblStyle w:val="TableGrid1"/>
        <w:tblW w:w="10512" w:type="dxa"/>
        <w:jc w:val="center"/>
        <w:tblLook w:val="04A0" w:firstRow="1" w:lastRow="0" w:firstColumn="1" w:lastColumn="0" w:noHBand="0" w:noVBand="1"/>
      </w:tblPr>
      <w:tblGrid>
        <w:gridCol w:w="1951"/>
        <w:gridCol w:w="2036"/>
        <w:gridCol w:w="2322"/>
        <w:gridCol w:w="2040"/>
        <w:gridCol w:w="2163"/>
      </w:tblGrid>
      <w:tr w:rsidR="00BD19A5" w:rsidRPr="00AC75C2" w:rsidTr="005F5101">
        <w:trPr>
          <w:trHeight w:hRule="exact" w:val="432"/>
          <w:jc w:val="center"/>
        </w:trPr>
        <w:tc>
          <w:tcPr>
            <w:tcW w:w="15408" w:type="dxa"/>
            <w:gridSpan w:val="5"/>
            <w:shd w:val="clear" w:color="auto" w:fill="A6A6A6" w:themeFill="background1" w:themeFillShade="A6"/>
            <w:vAlign w:val="center"/>
          </w:tcPr>
          <w:p w:rsidR="005F5101" w:rsidRPr="00AC75C2" w:rsidRDefault="00BD19A5" w:rsidP="005F510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AC75C2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APPROVALS &amp; SIGNOFF</w:t>
            </w:r>
          </w:p>
        </w:tc>
      </w:tr>
      <w:tr w:rsidR="00BD19A5" w:rsidRPr="00AC75C2" w:rsidTr="00583505">
        <w:trPr>
          <w:trHeight w:hRule="exact" w:val="360"/>
          <w:jc w:val="center"/>
        </w:trPr>
        <w:tc>
          <w:tcPr>
            <w:tcW w:w="3028" w:type="dxa"/>
            <w:shd w:val="clear" w:color="auto" w:fill="D9D9D9" w:themeFill="background1" w:themeFillShade="D9"/>
          </w:tcPr>
          <w:p w:rsidR="00BD19A5" w:rsidRPr="00AC75C2" w:rsidRDefault="00BD19A5" w:rsidP="00583505">
            <w:pPr>
              <w:spacing w:after="20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3095" w:type="dxa"/>
            <w:vAlign w:val="center"/>
          </w:tcPr>
          <w:p w:rsidR="00BD19A5" w:rsidRPr="00024737" w:rsidRDefault="00BD19A5" w:rsidP="00583505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  <w:r w:rsidRPr="00024737"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zh-CN"/>
              </w:rPr>
              <w:t>Full Name</w:t>
            </w:r>
          </w:p>
        </w:tc>
        <w:tc>
          <w:tcPr>
            <w:tcW w:w="3095" w:type="dxa"/>
            <w:vAlign w:val="center"/>
          </w:tcPr>
          <w:p w:rsidR="00BD19A5" w:rsidRPr="00024737" w:rsidRDefault="00BD19A5" w:rsidP="00583505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  <w:r w:rsidRPr="00024737"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zh-CN"/>
              </w:rPr>
              <w:t>Designation</w:t>
            </w:r>
          </w:p>
        </w:tc>
        <w:tc>
          <w:tcPr>
            <w:tcW w:w="3197" w:type="dxa"/>
            <w:vAlign w:val="center"/>
          </w:tcPr>
          <w:p w:rsidR="00BD19A5" w:rsidRPr="00024737" w:rsidRDefault="00BD19A5" w:rsidP="00583505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  <w:r w:rsidRPr="00024737"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zh-CN"/>
              </w:rPr>
              <w:t>Date</w:t>
            </w:r>
          </w:p>
        </w:tc>
        <w:tc>
          <w:tcPr>
            <w:tcW w:w="2993" w:type="dxa"/>
            <w:vAlign w:val="center"/>
          </w:tcPr>
          <w:p w:rsidR="00BD19A5" w:rsidRPr="00024737" w:rsidRDefault="00BD19A5" w:rsidP="00583505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  <w:r w:rsidRPr="00024737"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  <w:t>Signature</w:t>
            </w:r>
          </w:p>
        </w:tc>
      </w:tr>
      <w:tr w:rsidR="00BD19A5" w:rsidRPr="00AC75C2" w:rsidTr="00490696">
        <w:trPr>
          <w:trHeight w:hRule="exact" w:val="360"/>
          <w:jc w:val="center"/>
        </w:trPr>
        <w:tc>
          <w:tcPr>
            <w:tcW w:w="3028" w:type="dxa"/>
            <w:vAlign w:val="center"/>
          </w:tcPr>
          <w:p w:rsidR="00BD19A5" w:rsidRPr="00024737" w:rsidRDefault="00B21BBE" w:rsidP="0049069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HR</w:t>
            </w:r>
          </w:p>
        </w:tc>
        <w:tc>
          <w:tcPr>
            <w:tcW w:w="3095" w:type="dxa"/>
          </w:tcPr>
          <w:p w:rsidR="00BD19A5" w:rsidRPr="00AC75C2" w:rsidRDefault="00BD19A5" w:rsidP="00583505">
            <w:pPr>
              <w:rPr>
                <w:rFonts w:ascii="Tahoma" w:eastAsia="Times New Roman" w:hAnsi="Tahoma" w:cs="Tahoma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3095" w:type="dxa"/>
          </w:tcPr>
          <w:p w:rsidR="00BD19A5" w:rsidRPr="00AC75C2" w:rsidRDefault="00BD19A5" w:rsidP="00583505">
            <w:pPr>
              <w:rPr>
                <w:rFonts w:ascii="Tahoma" w:eastAsia="Times New Roman" w:hAnsi="Tahoma" w:cs="Tahoma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</w:tcPr>
          <w:p w:rsidR="00BD19A5" w:rsidRPr="00AC75C2" w:rsidRDefault="00BD19A5" w:rsidP="00583505">
            <w:pPr>
              <w:rPr>
                <w:rFonts w:ascii="Tahoma" w:eastAsia="Times New Roman" w:hAnsi="Tahoma" w:cs="Tahoma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993" w:type="dxa"/>
          </w:tcPr>
          <w:p w:rsidR="00BD19A5" w:rsidRPr="00AC75C2" w:rsidRDefault="00BD19A5" w:rsidP="00583505">
            <w:pPr>
              <w:rPr>
                <w:rFonts w:ascii="Tahoma" w:eastAsia="Times New Roman" w:hAnsi="Tahoma" w:cs="Tahoma"/>
                <w:noProof/>
                <w:sz w:val="20"/>
                <w:szCs w:val="20"/>
                <w:lang w:eastAsia="zh-CN"/>
              </w:rPr>
            </w:pPr>
          </w:p>
        </w:tc>
      </w:tr>
      <w:tr w:rsidR="00BD19A5" w:rsidRPr="00AC75C2" w:rsidTr="00490696">
        <w:trPr>
          <w:trHeight w:hRule="exact" w:val="360"/>
          <w:jc w:val="center"/>
        </w:trPr>
        <w:tc>
          <w:tcPr>
            <w:tcW w:w="3028" w:type="dxa"/>
            <w:vAlign w:val="center"/>
          </w:tcPr>
          <w:p w:rsidR="00BD19A5" w:rsidRPr="00024737" w:rsidRDefault="00B21BBE" w:rsidP="0049069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24737">
              <w:rPr>
                <w:rFonts w:ascii="Tahoma" w:hAnsi="Tahoma" w:cs="Tahoma"/>
                <w:b/>
                <w:bCs/>
                <w:sz w:val="20"/>
                <w:szCs w:val="20"/>
              </w:rPr>
              <w:t>GMD</w:t>
            </w:r>
          </w:p>
        </w:tc>
        <w:tc>
          <w:tcPr>
            <w:tcW w:w="3095" w:type="dxa"/>
          </w:tcPr>
          <w:p w:rsidR="00BD19A5" w:rsidRPr="00AC75C2" w:rsidRDefault="00BD19A5" w:rsidP="00583505">
            <w:pPr>
              <w:spacing w:after="20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3095" w:type="dxa"/>
          </w:tcPr>
          <w:p w:rsidR="00BD19A5" w:rsidRPr="00AC75C2" w:rsidRDefault="00BD19A5" w:rsidP="00583505">
            <w:pPr>
              <w:spacing w:after="20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3197" w:type="dxa"/>
          </w:tcPr>
          <w:p w:rsidR="00BD19A5" w:rsidRPr="00AC75C2" w:rsidRDefault="00BD19A5" w:rsidP="00583505">
            <w:pPr>
              <w:spacing w:after="20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993" w:type="dxa"/>
          </w:tcPr>
          <w:p w:rsidR="00BD19A5" w:rsidRPr="00AC75C2" w:rsidRDefault="00BD19A5" w:rsidP="00583505">
            <w:pPr>
              <w:spacing w:after="20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</w:tbl>
    <w:p w:rsidR="00BD19A5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p w:rsidR="00BD19A5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p w:rsidR="00BD19A5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p w:rsidR="00BD19A5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p w:rsidR="00BD19A5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p w:rsidR="00BD19A5" w:rsidRPr="00253776" w:rsidRDefault="00BD19A5" w:rsidP="00253776">
      <w:pPr>
        <w:spacing w:after="0"/>
        <w:rPr>
          <w:rFonts w:ascii="Tahoma" w:hAnsi="Tahoma" w:cs="Tahoma"/>
          <w:sz w:val="20"/>
          <w:szCs w:val="20"/>
          <w:lang w:eastAsia="en-US"/>
        </w:rPr>
      </w:pPr>
    </w:p>
    <w:sectPr w:rsidR="00BD19A5" w:rsidRPr="00253776" w:rsidSect="005A4A0E">
      <w:headerReference w:type="default" r:id="rId10"/>
      <w:footerReference w:type="default" r:id="rId11"/>
      <w:pgSz w:w="11909" w:h="16834" w:code="9"/>
      <w:pgMar w:top="1872" w:right="720" w:bottom="720" w:left="720" w:header="446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18E" w:rsidRDefault="0027418E" w:rsidP="00F066BD">
      <w:pPr>
        <w:spacing w:after="0"/>
      </w:pPr>
      <w:r>
        <w:separator/>
      </w:r>
    </w:p>
  </w:endnote>
  <w:endnote w:type="continuationSeparator" w:id="0">
    <w:p w:rsidR="0027418E" w:rsidRDefault="0027418E" w:rsidP="00F066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512" w:type="dxa"/>
      <w:jc w:val="center"/>
      <w:tblBorders>
        <w:insideH w:val="none" w:sz="0" w:space="0" w:color="auto"/>
      </w:tblBorders>
      <w:tblLook w:val="04A0" w:firstRow="1" w:lastRow="0" w:firstColumn="1" w:lastColumn="0" w:noHBand="0" w:noVBand="1"/>
    </w:tblPr>
    <w:tblGrid>
      <w:gridCol w:w="3498"/>
      <w:gridCol w:w="3491"/>
      <w:gridCol w:w="3523"/>
    </w:tblGrid>
    <w:tr w:rsidR="004B1AF7" w:rsidRPr="00377DCC" w:rsidTr="005A4A0E">
      <w:trPr>
        <w:jc w:val="center"/>
      </w:trPr>
      <w:tc>
        <w:tcPr>
          <w:tcW w:w="3561" w:type="dxa"/>
          <w:vAlign w:val="center"/>
        </w:tcPr>
        <w:p w:rsidR="004B1AF7" w:rsidRPr="000638D3" w:rsidRDefault="004B1AF7" w:rsidP="004B1AF7">
          <w:pPr>
            <w:pStyle w:val="Footer"/>
            <w:tabs>
              <w:tab w:val="clear" w:pos="4320"/>
            </w:tabs>
            <w:spacing w:before="40" w:after="40"/>
            <w:rPr>
              <w:rFonts w:ascii="Tahoma" w:hAnsi="Tahoma" w:cs="Tahoma"/>
              <w:b/>
              <w:bCs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color w:val="FF0000"/>
              <w:position w:val="-2"/>
              <w:sz w:val="16"/>
              <w:szCs w:val="16"/>
            </w:rPr>
            <w:t>Classification</w:t>
          </w:r>
        </w:p>
      </w:tc>
      <w:tc>
        <w:tcPr>
          <w:tcW w:w="3562" w:type="dxa"/>
          <w:vAlign w:val="center"/>
        </w:tcPr>
        <w:p w:rsidR="004B1AF7" w:rsidRPr="00377DCC" w:rsidRDefault="004B1AF7" w:rsidP="00CE2F3F">
          <w:pPr>
            <w:pStyle w:val="Footer"/>
            <w:tabs>
              <w:tab w:val="clear" w:pos="4320"/>
            </w:tabs>
            <w:spacing w:before="40" w:after="40"/>
            <w:jc w:val="center"/>
            <w:rPr>
              <w:rFonts w:ascii="Tahoma" w:hAnsi="Tahoma" w:cs="Tahoma"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Ref.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"Document Reference No."  \* MERGEFORMAT </w:instrTex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27418E">
            <w:rPr>
              <w:rFonts w:ascii="Tahoma" w:hAnsi="Tahoma" w:cs="Tahoma"/>
              <w:position w:val="-2"/>
              <w:sz w:val="16"/>
              <w:szCs w:val="16"/>
            </w:rPr>
            <w:t>CBS-F-HR-38</w: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  <w:tc>
        <w:tcPr>
          <w:tcW w:w="3562" w:type="dxa"/>
          <w:vAlign w:val="center"/>
        </w:tcPr>
        <w:p w:rsidR="004B1AF7" w:rsidRPr="00377DCC" w:rsidRDefault="004B1AF7" w:rsidP="004B1AF7">
          <w:pPr>
            <w:pStyle w:val="Footer"/>
            <w:tabs>
              <w:tab w:val="clear" w:pos="4320"/>
            </w:tabs>
            <w:spacing w:before="40" w:after="40"/>
            <w:jc w:val="right"/>
            <w:rPr>
              <w:rFonts w:ascii="Tahoma" w:hAnsi="Tahoma" w:cs="Tahoma"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Page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instrText xml:space="preserve"> PAGE  \* Arabic  \* MERGEFORMAT </w:instrTex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27418E">
            <w:rPr>
              <w:rFonts w:ascii="Tahoma" w:hAnsi="Tahoma" w:cs="Tahoma"/>
              <w:noProof/>
              <w:position w:val="-2"/>
              <w:sz w:val="16"/>
              <w:szCs w:val="16"/>
            </w:rPr>
            <w:t>1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t xml:space="preserve"> of 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instrText xml:space="preserve"> NUMPAGES  \* Arabic  \* MERGEFORMAT </w:instrTex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27418E">
            <w:rPr>
              <w:rFonts w:ascii="Tahoma" w:hAnsi="Tahoma" w:cs="Tahoma"/>
              <w:noProof/>
              <w:position w:val="-2"/>
              <w:sz w:val="16"/>
              <w:szCs w:val="16"/>
            </w:rPr>
            <w:t>2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</w:tr>
    <w:tr w:rsidR="004B1AF7" w:rsidRPr="00377DCC" w:rsidTr="005A4A0E">
      <w:trPr>
        <w:jc w:val="center"/>
      </w:trPr>
      <w:tc>
        <w:tcPr>
          <w:tcW w:w="3561" w:type="dxa"/>
          <w:vAlign w:val="center"/>
        </w:tcPr>
        <w:p w:rsidR="004B1AF7" w:rsidRPr="00377DCC" w:rsidRDefault="005E74FA" w:rsidP="004B1AF7">
          <w:pPr>
            <w:pStyle w:val="Footer"/>
            <w:tabs>
              <w:tab w:val="clear" w:pos="4320"/>
            </w:tabs>
            <w:spacing w:before="40" w:after="40"/>
            <w:rPr>
              <w:rFonts w:ascii="Tahoma" w:hAnsi="Tahoma" w:cs="Tahoma"/>
              <w:position w:val="-2"/>
              <w:sz w:val="16"/>
              <w:szCs w:val="16"/>
            </w:rPr>
          </w:pPr>
          <w:r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Classification  \* MERGEFORMAT </w:instrTex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27418E">
            <w:rPr>
              <w:rFonts w:ascii="Tahoma" w:hAnsi="Tahoma" w:cs="Tahoma"/>
              <w:position w:val="-2"/>
              <w:sz w:val="16"/>
              <w:szCs w:val="16"/>
            </w:rPr>
            <w:t>Internal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  <w:tc>
        <w:tcPr>
          <w:tcW w:w="3562" w:type="dxa"/>
          <w:vAlign w:val="center"/>
        </w:tcPr>
        <w:p w:rsidR="004B1AF7" w:rsidRPr="00377DCC" w:rsidRDefault="004B1AF7" w:rsidP="00CE2F3F">
          <w:pPr>
            <w:pStyle w:val="Footer"/>
            <w:tabs>
              <w:tab w:val="clear" w:pos="4320"/>
            </w:tabs>
            <w:spacing w:before="40" w:after="40"/>
            <w:jc w:val="center"/>
            <w:rPr>
              <w:rFonts w:ascii="Tahoma" w:hAnsi="Tahoma" w:cs="Tahoma"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Ver.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"Document Version No."  \* MERGEFORMAT </w:instrTex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27418E">
            <w:rPr>
              <w:rFonts w:ascii="Tahoma" w:hAnsi="Tahoma" w:cs="Tahoma"/>
              <w:position w:val="-2"/>
              <w:sz w:val="16"/>
              <w:szCs w:val="16"/>
            </w:rPr>
            <w:t>1.0</w: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Date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"Document Version Date"  \* MERGEFORMAT </w:instrTex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27418E">
            <w:rPr>
              <w:rFonts w:ascii="Tahoma" w:hAnsi="Tahoma" w:cs="Tahoma"/>
              <w:position w:val="-2"/>
              <w:sz w:val="16"/>
              <w:szCs w:val="16"/>
            </w:rPr>
            <w:t>03.07.2017</w:t>
          </w:r>
          <w:r w:rsidR="00CE2F3F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  <w:tc>
        <w:tcPr>
          <w:tcW w:w="3562" w:type="dxa"/>
          <w:vAlign w:val="center"/>
        </w:tcPr>
        <w:p w:rsidR="004B1AF7" w:rsidRPr="00377DCC" w:rsidRDefault="004B1AF7" w:rsidP="004B1AF7">
          <w:pPr>
            <w:pStyle w:val="Footer"/>
            <w:tabs>
              <w:tab w:val="clear" w:pos="4320"/>
            </w:tabs>
            <w:spacing w:before="40" w:after="40"/>
            <w:jc w:val="right"/>
            <w:rPr>
              <w:rFonts w:ascii="Tahoma" w:hAnsi="Tahoma" w:cs="Tahoma"/>
              <w:position w:val="-2"/>
              <w:sz w:val="16"/>
              <w:szCs w:val="16"/>
            </w:rPr>
          </w:pPr>
          <w:r>
            <w:rPr>
              <w:rFonts w:ascii="Tahoma" w:hAnsi="Tahoma" w:cs="Tahoma"/>
              <w:position w:val="-2"/>
              <w:sz w:val="16"/>
              <w:szCs w:val="16"/>
            </w:rPr>
            <w:t xml:space="preserve">www.thecorporategroup.ae </w:t>
          </w:r>
        </w:p>
      </w:tc>
    </w:tr>
  </w:tbl>
  <w:p w:rsidR="00644E81" w:rsidRPr="00F066BD" w:rsidRDefault="00644E81" w:rsidP="00A24CCC">
    <w:pPr>
      <w:pStyle w:val="Footer"/>
      <w:rPr>
        <w:rFonts w:ascii="Helvetica" w:hAnsi="Helvetic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18E" w:rsidRDefault="0027418E" w:rsidP="00F066BD">
      <w:pPr>
        <w:spacing w:after="0"/>
      </w:pPr>
      <w:r>
        <w:separator/>
      </w:r>
    </w:p>
  </w:footnote>
  <w:footnote w:type="continuationSeparator" w:id="0">
    <w:p w:rsidR="0027418E" w:rsidRDefault="0027418E" w:rsidP="00F066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E81" w:rsidRDefault="004B1AF7" w:rsidP="00996A46">
    <w:pPr>
      <w:pStyle w:val="Header"/>
      <w:tabs>
        <w:tab w:val="clear" w:pos="4320"/>
        <w:tab w:val="clear" w:pos="8640"/>
        <w:tab w:val="left" w:pos="4773"/>
      </w:tabs>
      <w:ind w:left="-720" w:firstLine="720"/>
    </w:pPr>
    <w:r w:rsidRPr="0020187B">
      <w:rPr>
        <w:noProof/>
        <w:lang w:eastAsia="en-US"/>
      </w:rPr>
      <w:drawing>
        <wp:inline distT="0" distB="0" distL="0" distR="0" wp14:anchorId="6F0D01C1" wp14:editId="61093515">
          <wp:extent cx="2511357" cy="667732"/>
          <wp:effectExtent l="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pproved_LOGO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3157" cy="668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24CCC">
      <w:rPr>
        <w:noProof/>
        <w:lang w:eastAsia="en-US"/>
      </w:rPr>
      <w:drawing>
        <wp:anchor distT="0" distB="0" distL="114300" distR="114300" simplePos="0" relativeHeight="251657216" behindDoc="0" locked="0" layoutInCell="1" allowOverlap="1" wp14:anchorId="53543401" wp14:editId="113ED24B">
          <wp:simplePos x="0" y="0"/>
          <wp:positionH relativeFrom="column">
            <wp:posOffset>4486275</wp:posOffset>
          </wp:positionH>
          <wp:positionV relativeFrom="paragraph">
            <wp:posOffset>-283210</wp:posOffset>
          </wp:positionV>
          <wp:extent cx="2607945" cy="2743200"/>
          <wp:effectExtent l="0" t="0" r="190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07945" cy="27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972A7D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381050"/>
    <w:multiLevelType w:val="hybridMultilevel"/>
    <w:tmpl w:val="DDF0B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F2A88"/>
    <w:multiLevelType w:val="hybridMultilevel"/>
    <w:tmpl w:val="38686132"/>
    <w:lvl w:ilvl="0" w:tplc="4EE6498E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66041"/>
    <w:multiLevelType w:val="hybridMultilevel"/>
    <w:tmpl w:val="1D6C1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5313F"/>
    <w:multiLevelType w:val="hybridMultilevel"/>
    <w:tmpl w:val="17EE5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C6739"/>
    <w:multiLevelType w:val="hybridMultilevel"/>
    <w:tmpl w:val="74F66E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B2E87"/>
    <w:multiLevelType w:val="hybridMultilevel"/>
    <w:tmpl w:val="72129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CB5600"/>
    <w:multiLevelType w:val="hybridMultilevel"/>
    <w:tmpl w:val="F03232AC"/>
    <w:lvl w:ilvl="0" w:tplc="692888A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6125FF"/>
    <w:multiLevelType w:val="hybridMultilevel"/>
    <w:tmpl w:val="A3FA2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715A18"/>
    <w:multiLevelType w:val="hybridMultilevel"/>
    <w:tmpl w:val="DDF0B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8E"/>
    <w:rsid w:val="00024737"/>
    <w:rsid w:val="00030139"/>
    <w:rsid w:val="00045578"/>
    <w:rsid w:val="00073B82"/>
    <w:rsid w:val="000C189A"/>
    <w:rsid w:val="000C468E"/>
    <w:rsid w:val="000D11D9"/>
    <w:rsid w:val="0011211F"/>
    <w:rsid w:val="001139A8"/>
    <w:rsid w:val="00130547"/>
    <w:rsid w:val="00186636"/>
    <w:rsid w:val="001974B0"/>
    <w:rsid w:val="001C5E73"/>
    <w:rsid w:val="001F66C1"/>
    <w:rsid w:val="0020187B"/>
    <w:rsid w:val="00206C9C"/>
    <w:rsid w:val="0023021D"/>
    <w:rsid w:val="0023799C"/>
    <w:rsid w:val="00253776"/>
    <w:rsid w:val="00262DE1"/>
    <w:rsid w:val="00266B1F"/>
    <w:rsid w:val="0027418E"/>
    <w:rsid w:val="002B06BB"/>
    <w:rsid w:val="002B2A6B"/>
    <w:rsid w:val="002D3EFC"/>
    <w:rsid w:val="002E1D3C"/>
    <w:rsid w:val="002F5922"/>
    <w:rsid w:val="00312E12"/>
    <w:rsid w:val="0031411B"/>
    <w:rsid w:val="00326D79"/>
    <w:rsid w:val="0033431D"/>
    <w:rsid w:val="003423D9"/>
    <w:rsid w:val="00344074"/>
    <w:rsid w:val="00360C83"/>
    <w:rsid w:val="003A4B74"/>
    <w:rsid w:val="003F287B"/>
    <w:rsid w:val="004058E0"/>
    <w:rsid w:val="00412A31"/>
    <w:rsid w:val="00413543"/>
    <w:rsid w:val="004165E6"/>
    <w:rsid w:val="00437B57"/>
    <w:rsid w:val="00456BA4"/>
    <w:rsid w:val="00476B88"/>
    <w:rsid w:val="00490696"/>
    <w:rsid w:val="004B1AF7"/>
    <w:rsid w:val="004C0743"/>
    <w:rsid w:val="004C29EC"/>
    <w:rsid w:val="004C7153"/>
    <w:rsid w:val="00512680"/>
    <w:rsid w:val="00545265"/>
    <w:rsid w:val="00575A83"/>
    <w:rsid w:val="005828A4"/>
    <w:rsid w:val="00583BF3"/>
    <w:rsid w:val="00587688"/>
    <w:rsid w:val="005876CE"/>
    <w:rsid w:val="005A4A0E"/>
    <w:rsid w:val="005A559C"/>
    <w:rsid w:val="005E37AA"/>
    <w:rsid w:val="005E74FA"/>
    <w:rsid w:val="005F5101"/>
    <w:rsid w:val="00610A2A"/>
    <w:rsid w:val="00622CF1"/>
    <w:rsid w:val="00644E81"/>
    <w:rsid w:val="00650757"/>
    <w:rsid w:val="00671F6C"/>
    <w:rsid w:val="006919D2"/>
    <w:rsid w:val="006A7228"/>
    <w:rsid w:val="006B3756"/>
    <w:rsid w:val="006C3FB0"/>
    <w:rsid w:val="006C44E4"/>
    <w:rsid w:val="006C5762"/>
    <w:rsid w:val="006F3238"/>
    <w:rsid w:val="00710D5C"/>
    <w:rsid w:val="007110ED"/>
    <w:rsid w:val="007172E4"/>
    <w:rsid w:val="00721904"/>
    <w:rsid w:val="00726AD2"/>
    <w:rsid w:val="00735F63"/>
    <w:rsid w:val="00747BD2"/>
    <w:rsid w:val="00750593"/>
    <w:rsid w:val="00753A48"/>
    <w:rsid w:val="007712AC"/>
    <w:rsid w:val="007901C9"/>
    <w:rsid w:val="00794EBC"/>
    <w:rsid w:val="007A22D0"/>
    <w:rsid w:val="007B7659"/>
    <w:rsid w:val="008128F3"/>
    <w:rsid w:val="00817C12"/>
    <w:rsid w:val="00855771"/>
    <w:rsid w:val="00880F74"/>
    <w:rsid w:val="00895845"/>
    <w:rsid w:val="008C1753"/>
    <w:rsid w:val="008E3BBB"/>
    <w:rsid w:val="00903531"/>
    <w:rsid w:val="00912078"/>
    <w:rsid w:val="00931D8F"/>
    <w:rsid w:val="0096262A"/>
    <w:rsid w:val="00973C60"/>
    <w:rsid w:val="00996A46"/>
    <w:rsid w:val="009D73E2"/>
    <w:rsid w:val="009F2645"/>
    <w:rsid w:val="00A14513"/>
    <w:rsid w:val="00A24CCC"/>
    <w:rsid w:val="00A33444"/>
    <w:rsid w:val="00A34E57"/>
    <w:rsid w:val="00A365A4"/>
    <w:rsid w:val="00A412E2"/>
    <w:rsid w:val="00A53111"/>
    <w:rsid w:val="00A5683C"/>
    <w:rsid w:val="00A644CC"/>
    <w:rsid w:val="00A82F07"/>
    <w:rsid w:val="00A929C7"/>
    <w:rsid w:val="00AF5042"/>
    <w:rsid w:val="00B04C81"/>
    <w:rsid w:val="00B069B6"/>
    <w:rsid w:val="00B07779"/>
    <w:rsid w:val="00B176F8"/>
    <w:rsid w:val="00B21BBE"/>
    <w:rsid w:val="00B50EF8"/>
    <w:rsid w:val="00B551D5"/>
    <w:rsid w:val="00B910F7"/>
    <w:rsid w:val="00BB4FF4"/>
    <w:rsid w:val="00BD19A5"/>
    <w:rsid w:val="00BF6D5E"/>
    <w:rsid w:val="00C329B6"/>
    <w:rsid w:val="00C35697"/>
    <w:rsid w:val="00C67D9D"/>
    <w:rsid w:val="00C74B15"/>
    <w:rsid w:val="00CB0894"/>
    <w:rsid w:val="00CB51A3"/>
    <w:rsid w:val="00CC02E3"/>
    <w:rsid w:val="00CE2F3F"/>
    <w:rsid w:val="00D14177"/>
    <w:rsid w:val="00D15B38"/>
    <w:rsid w:val="00D172B5"/>
    <w:rsid w:val="00D660C3"/>
    <w:rsid w:val="00D708D6"/>
    <w:rsid w:val="00D82DBB"/>
    <w:rsid w:val="00DA28AF"/>
    <w:rsid w:val="00DB399F"/>
    <w:rsid w:val="00DD27D2"/>
    <w:rsid w:val="00DD5184"/>
    <w:rsid w:val="00DF42BD"/>
    <w:rsid w:val="00E05529"/>
    <w:rsid w:val="00E06961"/>
    <w:rsid w:val="00E6579F"/>
    <w:rsid w:val="00E73825"/>
    <w:rsid w:val="00E75475"/>
    <w:rsid w:val="00E95E2C"/>
    <w:rsid w:val="00EA15F0"/>
    <w:rsid w:val="00EA22C8"/>
    <w:rsid w:val="00ED4729"/>
    <w:rsid w:val="00EE009F"/>
    <w:rsid w:val="00EE0316"/>
    <w:rsid w:val="00F066BD"/>
    <w:rsid w:val="00F2493E"/>
    <w:rsid w:val="00F448C1"/>
    <w:rsid w:val="00F50AF9"/>
    <w:rsid w:val="00F76C3E"/>
    <w:rsid w:val="00FC00B5"/>
    <w:rsid w:val="00FD5A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6B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6B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F066BD"/>
  </w:style>
  <w:style w:type="paragraph" w:styleId="Footer">
    <w:name w:val="footer"/>
    <w:basedOn w:val="Normal"/>
    <w:link w:val="Foot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066BD"/>
  </w:style>
  <w:style w:type="table" w:styleId="TableGrid">
    <w:name w:val="Table Grid"/>
    <w:basedOn w:val="TableNormal"/>
    <w:uiPriority w:val="59"/>
    <w:rsid w:val="00D172B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F6D5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Bullet">
    <w:name w:val="List Bullet"/>
    <w:basedOn w:val="Normal"/>
    <w:uiPriority w:val="99"/>
    <w:unhideWhenUsed/>
    <w:rsid w:val="00412A31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4B1A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6BA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87688"/>
  </w:style>
  <w:style w:type="table" w:customStyle="1" w:styleId="TableGrid1">
    <w:name w:val="Table Grid1"/>
    <w:basedOn w:val="TableNormal"/>
    <w:next w:val="TableGrid"/>
    <w:rsid w:val="00BD19A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9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6B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6B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F066BD"/>
  </w:style>
  <w:style w:type="paragraph" w:styleId="Footer">
    <w:name w:val="footer"/>
    <w:basedOn w:val="Normal"/>
    <w:link w:val="Foot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066BD"/>
  </w:style>
  <w:style w:type="table" w:styleId="TableGrid">
    <w:name w:val="Table Grid"/>
    <w:basedOn w:val="TableNormal"/>
    <w:uiPriority w:val="59"/>
    <w:rsid w:val="00D172B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F6D5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Bullet">
    <w:name w:val="List Bullet"/>
    <w:basedOn w:val="Normal"/>
    <w:uiPriority w:val="99"/>
    <w:unhideWhenUsed/>
    <w:rsid w:val="00412A31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4B1A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6BA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87688"/>
  </w:style>
  <w:style w:type="table" w:customStyle="1" w:styleId="TableGrid1">
    <w:name w:val="Table Grid1"/>
    <w:basedOn w:val="TableNormal"/>
    <w:next w:val="TableGrid"/>
    <w:rsid w:val="00BD19A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2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rchana.mukunthan@cbs-uae.a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2.52\department\BUSINESS%20DEVELOPMENT%20MANAGEMENT\MARKETING\1%20B-%20Internal%20Newsletter\2017\12_July%2005\CBS_F_HR_38_Employee_of_the_Quarter_Award_Nomination_Form_1.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BE1EAA-A22E-48AD-87FF-800A44CE1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CBS_F_HR_38_Employee_of_the_Quarter_Award_Nomination_Form_1.0.dotx</Template>
  <TotalTime>1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Azadeh Khezri | CBS</dc:creator>
  <cp:lastModifiedBy>Azadeh Khezri | CBS</cp:lastModifiedBy>
  <cp:revision>1</cp:revision>
  <dcterms:created xsi:type="dcterms:W3CDTF">2017-07-04T11:00:00Z</dcterms:created>
  <dcterms:modified xsi:type="dcterms:W3CDTF">2017-07-04T11:01:00Z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EMPLOYEE OF THE QUARTER NOMINATION FORM</vt:lpwstr>
  </property>
  <property fmtid="{D5CDD505-2E9C-101B-9397-08002B2CF9AE}" pid="3" name="Document Reference No.">
    <vt:lpwstr>CBS-F-HR-38</vt:lpwstr>
  </property>
  <property fmtid="{D5CDD505-2E9C-101B-9397-08002B2CF9AE}" pid="4" name="Document Version No.">
    <vt:lpwstr>1.0</vt:lpwstr>
  </property>
  <property fmtid="{D5CDD505-2E9C-101B-9397-08002B2CF9AE}" pid="5" name="Document Version Date">
    <vt:lpwstr>03.07.2017</vt:lpwstr>
  </property>
  <property fmtid="{D5CDD505-2E9C-101B-9397-08002B2CF9AE}" pid="6" name="Classification">
    <vt:lpwstr>Internal</vt:lpwstr>
  </property>
</Properties>
</file>